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67984" w14:textId="77777777" w:rsidR="00F922CE" w:rsidRPr="002D6EC0" w:rsidRDefault="009051D5" w:rsidP="00B342FB">
      <w:pPr>
        <w:autoSpaceDE w:val="0"/>
        <w:autoSpaceDN w:val="0"/>
        <w:spacing w:line="320" w:lineRule="exact"/>
        <w:jc w:val="center"/>
        <w:rPr>
          <w:rFonts w:ascii="BIZ UDP明朝 Medium" w:eastAsia="BIZ UDP明朝 Medium" w:hAnsi="BIZ UDP明朝 Medium"/>
          <w:kern w:val="28"/>
          <w:sz w:val="28"/>
        </w:rPr>
      </w:pPr>
      <w:r w:rsidRPr="002D6EC0">
        <w:rPr>
          <w:rFonts w:ascii="BIZ UDP明朝 Medium" w:eastAsia="BIZ UDP明朝 Medium" w:hAnsi="BIZ UDP明朝 Medium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55663C" wp14:editId="27B4D72D">
                <wp:simplePos x="0" y="0"/>
                <wp:positionH relativeFrom="margin">
                  <wp:align>right</wp:align>
                </wp:positionH>
                <wp:positionV relativeFrom="page">
                  <wp:posOffset>306705</wp:posOffset>
                </wp:positionV>
                <wp:extent cx="864235" cy="1080135"/>
                <wp:effectExtent l="0" t="0" r="12065" b="24765"/>
                <wp:wrapNone/>
                <wp:docPr id="1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E0BF8F" w14:textId="77777777" w:rsidR="00F922CE" w:rsidRPr="00675283" w:rsidRDefault="00F922CE" w:rsidP="00F922CE">
                            <w:pPr>
                              <w:jc w:val="center"/>
                              <w:rPr>
                                <w:color w:val="FF00FF"/>
                              </w:rPr>
                            </w:pPr>
                            <w:r w:rsidRPr="00675283">
                              <w:rPr>
                                <w:rFonts w:hint="eastAsia"/>
                                <w:color w:val="FF00FF"/>
                              </w:rPr>
                              <w:t>顔写真</w:t>
                            </w:r>
                            <w:r>
                              <w:rPr>
                                <w:rFonts w:hint="eastAsia"/>
                                <w:color w:val="FF00FF"/>
                              </w:rPr>
                              <w:t>貼付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55663C"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6" type="#_x0000_t202" style="position:absolute;left:0;text-align:left;margin-left:16.85pt;margin-top:24.15pt;width:68.05pt;height:85.0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" strokeweight=".5pt">
                <v:stroke dashstyle="1 1" startarrowwidth="narrow" startarrowlength="short" endarrowwidth="narrow" endarrowlength="short"/>
                <v:textbox style="layout-flow:vertical-ideographic" inset="1mm,1mm,1mm,1mm">
                  <w:txbxContent>
                    <w:p w14:paraId="35E0BF8F" w14:textId="77777777" w:rsidR="00F922CE" w:rsidRPr="00675283" w:rsidRDefault="00F922CE" w:rsidP="00F922CE">
                      <w:pPr>
                        <w:jc w:val="center"/>
                        <w:rPr>
                          <w:color w:val="FF00FF"/>
                        </w:rPr>
                      </w:pPr>
                      <w:r w:rsidRPr="00675283">
                        <w:rPr>
                          <w:rFonts w:hint="eastAsia"/>
                          <w:color w:val="FF00FF"/>
                        </w:rPr>
                        <w:t>顔写真</w:t>
                      </w:r>
                      <w:r>
                        <w:rPr>
                          <w:rFonts w:hint="eastAsia"/>
                          <w:color w:val="FF00FF"/>
                        </w:rPr>
                        <w:t>貼付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922CE" w:rsidRPr="002D6EC0">
        <w:rPr>
          <w:rFonts w:ascii="BIZ UDP明朝 Medium" w:eastAsia="BIZ UDP明朝 Medium" w:hAnsi="BIZ UDP明朝 Medium" w:hint="eastAsia"/>
          <w:sz w:val="28"/>
        </w:rPr>
        <w:t>マネジメント・インストラクター</w:t>
      </w:r>
      <w:r w:rsidR="00F922CE" w:rsidRPr="002D6EC0">
        <w:rPr>
          <w:rFonts w:ascii="BIZ UDP明朝 Medium" w:eastAsia="BIZ UDP明朝 Medium" w:hAnsi="BIZ UDP明朝 Medium" w:hint="eastAsia"/>
          <w:kern w:val="28"/>
          <w:sz w:val="28"/>
        </w:rPr>
        <w:t>認定申請書</w:t>
      </w:r>
    </w:p>
    <w:p w14:paraId="3020B391" w14:textId="77777777" w:rsidR="00F922CE" w:rsidRPr="002D6EC0" w:rsidRDefault="00F922CE" w:rsidP="00B342FB">
      <w:pPr>
        <w:autoSpaceDE w:val="0"/>
        <w:autoSpaceDN w:val="0"/>
        <w:spacing w:beforeLines="110" w:before="264" w:afterLines="110" w:after="264" w:line="240" w:lineRule="auto"/>
        <w:ind w:firstLineChars="400" w:firstLine="880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2D6EC0">
        <w:rPr>
          <w:rFonts w:ascii="BIZ UDP明朝 Medium" w:eastAsia="BIZ UDP明朝 Medium" w:hAnsi="BIZ UDP明朝 Medium" w:hint="eastAsia"/>
          <w:b/>
          <w:sz w:val="22"/>
          <w:szCs w:val="22"/>
        </w:rPr>
        <w:t>（　ＭＩ申請　、ＥＭＩ申請　）←</w:t>
      </w:r>
      <w:r w:rsidRPr="002D6EC0">
        <w:rPr>
          <w:rFonts w:ascii="BIZ UDP明朝 Medium" w:eastAsia="BIZ UDP明朝 Medium" w:hAnsi="BIZ UDP明朝 Medium" w:hint="eastAsia"/>
          <w:sz w:val="22"/>
          <w:szCs w:val="22"/>
        </w:rPr>
        <w:t>いずれかに○をつけてください</w:t>
      </w:r>
    </w:p>
    <w:p w14:paraId="719589C1" w14:textId="77777777" w:rsidR="00A4079B" w:rsidRPr="002D6EC0" w:rsidRDefault="0081208C" w:rsidP="00015CF0">
      <w:pPr>
        <w:autoSpaceDE w:val="0"/>
        <w:autoSpaceDN w:val="0"/>
        <w:spacing w:afterLines="50" w:after="120" w:line="240" w:lineRule="auto"/>
        <w:rPr>
          <w:rFonts w:ascii="BIZ UDP明朝 Medium" w:eastAsia="BIZ UDP明朝 Medium" w:hAnsi="BIZ UDP明朝 Medium"/>
          <w:sz w:val="20"/>
        </w:rPr>
      </w:pPr>
      <w:r w:rsidRPr="002D6EC0">
        <w:rPr>
          <w:rFonts w:ascii="BIZ UDP明朝 Medium" w:eastAsia="BIZ UDP明朝 Medium" w:hAnsi="BIZ UDP明朝 Medium" w:hint="eastAsia"/>
          <w:sz w:val="20"/>
        </w:rPr>
        <w:t>公益社団法人全日本能率連盟 資格認証・認定審査会　御中</w:t>
      </w:r>
    </w:p>
    <w:tbl>
      <w:tblPr>
        <w:tblW w:w="96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8"/>
        <w:gridCol w:w="398"/>
        <w:gridCol w:w="330"/>
        <w:gridCol w:w="851"/>
        <w:gridCol w:w="709"/>
        <w:gridCol w:w="425"/>
        <w:gridCol w:w="425"/>
        <w:gridCol w:w="306"/>
        <w:gridCol w:w="119"/>
        <w:gridCol w:w="426"/>
        <w:gridCol w:w="283"/>
        <w:gridCol w:w="567"/>
        <w:gridCol w:w="142"/>
        <w:gridCol w:w="283"/>
        <w:gridCol w:w="426"/>
        <w:gridCol w:w="686"/>
        <w:gridCol w:w="164"/>
        <w:gridCol w:w="885"/>
        <w:gridCol w:w="1833"/>
      </w:tblGrid>
      <w:tr w:rsidR="00E142EB" w:rsidRPr="002D6EC0" w14:paraId="4D59A4C9" w14:textId="77777777" w:rsidTr="00135001">
        <w:trPr>
          <w:cantSplit/>
          <w:trHeight w:hRule="exact" w:val="425"/>
          <w:jc w:val="center"/>
        </w:trPr>
        <w:tc>
          <w:tcPr>
            <w:tcW w:w="1126" w:type="dxa"/>
            <w:gridSpan w:val="3"/>
            <w:vAlign w:val="center"/>
          </w:tcPr>
          <w:p w14:paraId="10D2A747" w14:textId="77777777" w:rsidR="00E142EB" w:rsidRPr="002D6EC0" w:rsidRDefault="00E142EB" w:rsidP="003A453E">
            <w:pPr>
              <w:autoSpaceDE w:val="0"/>
              <w:autoSpaceDN w:val="0"/>
              <w:spacing w:before="40" w:after="40" w:line="240" w:lineRule="exact"/>
              <w:ind w:left="57" w:right="57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作成年月日</w:t>
            </w:r>
          </w:p>
        </w:tc>
        <w:tc>
          <w:tcPr>
            <w:tcW w:w="85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7C681380" w14:textId="77777777" w:rsidR="00E142EB" w:rsidRPr="002D6EC0" w:rsidRDefault="00BF6D6E" w:rsidP="00135001">
            <w:pPr>
              <w:autoSpaceDE w:val="0"/>
              <w:autoSpaceDN w:val="0"/>
              <w:spacing w:before="40" w:after="40" w:line="240" w:lineRule="exact"/>
              <w:ind w:right="180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（西暦）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3FC104FE" w14:textId="77777777" w:rsidR="00E142EB" w:rsidRPr="002D6EC0" w:rsidRDefault="00E142EB" w:rsidP="008A777E">
            <w:pPr>
              <w:autoSpaceDE w:val="0"/>
              <w:autoSpaceDN w:val="0"/>
              <w:spacing w:before="40" w:after="40" w:line="240" w:lineRule="exact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6AE968E6" w14:textId="77777777" w:rsidR="00E142EB" w:rsidRPr="002D6EC0" w:rsidRDefault="00E142EB" w:rsidP="00E142EB">
            <w:pPr>
              <w:autoSpaceDE w:val="0"/>
              <w:autoSpaceDN w:val="0"/>
              <w:spacing w:before="40" w:after="40" w:line="240" w:lineRule="auto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76A3D96" w14:textId="77777777" w:rsidR="00E142EB" w:rsidRPr="002D6EC0" w:rsidRDefault="00E142EB" w:rsidP="008A777E">
            <w:pPr>
              <w:autoSpaceDE w:val="0"/>
              <w:autoSpaceDN w:val="0"/>
              <w:spacing w:before="40" w:after="40" w:line="240" w:lineRule="exact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1C96B0C" w14:textId="77777777" w:rsidR="00E142EB" w:rsidRPr="002D6EC0" w:rsidRDefault="00E142EB" w:rsidP="00E142EB">
            <w:pPr>
              <w:autoSpaceDE w:val="0"/>
              <w:autoSpaceDN w:val="0"/>
              <w:spacing w:before="40" w:after="40" w:line="240" w:lineRule="exact"/>
              <w:jc w:val="center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071C971C" w14:textId="77777777" w:rsidR="00E142EB" w:rsidRPr="002D6EC0" w:rsidRDefault="00E142EB" w:rsidP="003A453E">
            <w:pPr>
              <w:autoSpaceDE w:val="0"/>
              <w:autoSpaceDN w:val="0"/>
              <w:spacing w:before="40" w:after="40" w:line="240" w:lineRule="exact"/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  <w:tc>
          <w:tcPr>
            <w:tcW w:w="4277" w:type="dxa"/>
            <w:gridSpan w:val="6"/>
            <w:tcBorders>
              <w:left w:val="nil"/>
            </w:tcBorders>
            <w:vAlign w:val="center"/>
          </w:tcPr>
          <w:p w14:paraId="6EDDC84A" w14:textId="77777777" w:rsidR="00E142EB" w:rsidRPr="002D6EC0" w:rsidRDefault="00E142EB" w:rsidP="003A453E">
            <w:pPr>
              <w:autoSpaceDE w:val="0"/>
              <w:autoSpaceDN w:val="0"/>
              <w:spacing w:before="40" w:after="40" w:line="240" w:lineRule="exac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日</w:t>
            </w:r>
          </w:p>
        </w:tc>
      </w:tr>
      <w:tr w:rsidR="00AE4B65" w:rsidRPr="002D6EC0" w14:paraId="0D70AA8C" w14:textId="77777777" w:rsidTr="00015CF0">
        <w:trPr>
          <w:cantSplit/>
          <w:trHeight w:hRule="exact" w:val="266"/>
          <w:jc w:val="center"/>
        </w:trPr>
        <w:tc>
          <w:tcPr>
            <w:tcW w:w="398" w:type="dxa"/>
            <w:vMerge w:val="restart"/>
            <w:textDirection w:val="tbRlV"/>
            <w:vAlign w:val="center"/>
          </w:tcPr>
          <w:p w14:paraId="03138E10" w14:textId="77777777" w:rsidR="00AE4B65" w:rsidRPr="002D6EC0" w:rsidRDefault="00AE4B65" w:rsidP="00A35FA5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①申請者</w:t>
            </w: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03DA387" w14:textId="77777777" w:rsidR="00AE4B65" w:rsidRPr="002D6EC0" w:rsidRDefault="00AE4B65" w:rsidP="0049668F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napToGrid w:val="0"/>
                <w:spacing w:val="-6"/>
                <w:w w:val="75"/>
                <w:sz w:val="16"/>
                <w:szCs w:val="12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氏　名</w:t>
            </w:r>
          </w:p>
        </w:tc>
        <w:tc>
          <w:tcPr>
            <w:tcW w:w="3046" w:type="dxa"/>
            <w:gridSpan w:val="6"/>
            <w:tcBorders>
              <w:bottom w:val="dotted" w:sz="4" w:space="0" w:color="auto"/>
            </w:tcBorders>
          </w:tcPr>
          <w:p w14:paraId="77B72FDC" w14:textId="77777777" w:rsidR="00AE4B65" w:rsidRPr="002D6EC0" w:rsidRDefault="00AE4B65" w:rsidP="00950DF5">
            <w:pPr>
              <w:tabs>
                <w:tab w:val="center" w:pos="1488"/>
              </w:tabs>
              <w:autoSpaceDE w:val="0"/>
              <w:autoSpaceDN w:val="0"/>
              <w:spacing w:line="180" w:lineRule="exact"/>
              <w:jc w:val="left"/>
              <w:rPr>
                <w:rFonts w:ascii="BIZ UDP明朝 Medium" w:eastAsia="BIZ UDP明朝 Medium" w:hAnsi="BIZ UDP明朝 Medium"/>
                <w:sz w:val="14"/>
                <w:szCs w:val="14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4"/>
                <w:szCs w:val="14"/>
              </w:rPr>
              <w:t>フリガナ</w:t>
            </w:r>
            <w:r w:rsidR="00950DF5" w:rsidRPr="002D6EC0">
              <w:rPr>
                <w:rFonts w:ascii="BIZ UDP明朝 Medium" w:eastAsia="BIZ UDP明朝 Medium" w:hAnsi="BIZ UDP明朝 Medium"/>
                <w:sz w:val="14"/>
                <w:szCs w:val="14"/>
              </w:rPr>
              <w:tab/>
            </w:r>
          </w:p>
        </w:tc>
        <w:tc>
          <w:tcPr>
            <w:tcW w:w="1820" w:type="dxa"/>
            <w:gridSpan w:val="6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9B3F625" w14:textId="77777777" w:rsidR="00AE4B65" w:rsidRPr="002D6EC0" w:rsidRDefault="00AE4B65" w:rsidP="00950DF5">
            <w:pPr>
              <w:autoSpaceDE w:val="0"/>
              <w:autoSpaceDN w:val="0"/>
              <w:spacing w:line="180" w:lineRule="exact"/>
              <w:ind w:right="170"/>
              <w:jc w:val="left"/>
              <w:rPr>
                <w:rFonts w:ascii="BIZ UDP明朝 Medium" w:eastAsia="BIZ UDP明朝 Medium" w:hAnsi="BIZ UDP明朝 Medium"/>
                <w:spacing w:val="20"/>
                <w:sz w:val="14"/>
                <w:szCs w:val="14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20"/>
                <w:sz w:val="14"/>
                <w:szCs w:val="14"/>
              </w:rPr>
              <w:t>生年月日</w:t>
            </w:r>
          </w:p>
        </w:tc>
        <w:tc>
          <w:tcPr>
            <w:tcW w:w="426" w:type="dxa"/>
            <w:vMerge w:val="restart"/>
            <w:textDirection w:val="tbRlV"/>
            <w:vAlign w:val="center"/>
          </w:tcPr>
          <w:p w14:paraId="17F6C096" w14:textId="1A9F3A76" w:rsidR="00AE4B65" w:rsidRPr="002D6EC0" w:rsidRDefault="00CE717F" w:rsidP="00084231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自宅</w:t>
            </w:r>
            <w:r w:rsidR="00AE4B65" w:rsidRPr="002D6EC0">
              <w:rPr>
                <w:rFonts w:ascii="BIZ UDP明朝 Medium" w:eastAsia="BIZ UDP明朝 Medium" w:hAnsi="BIZ UDP明朝 Medium" w:hint="eastAsia"/>
                <w:sz w:val="16"/>
              </w:rPr>
              <w:t>住所</w:t>
            </w:r>
          </w:p>
        </w:tc>
        <w:tc>
          <w:tcPr>
            <w:tcW w:w="3568" w:type="dxa"/>
            <w:gridSpan w:val="4"/>
            <w:vMerge w:val="restart"/>
          </w:tcPr>
          <w:p w14:paraId="7046F77B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 xml:space="preserve">〒　　　　　　　</w:t>
            </w:r>
            <w:r w:rsidRPr="002D6EC0">
              <w:rPr>
                <w:rFonts w:ascii="BIZ UDP明朝 Medium" w:eastAsia="BIZ UDP明朝 Medium" w:hAnsi="BIZ UDP明朝 Medium"/>
                <w:sz w:val="16"/>
              </w:rPr>
              <w:t>TEL</w:t>
            </w:r>
          </w:p>
          <w:p w14:paraId="6D912457" w14:textId="77777777" w:rsidR="00AE4B65" w:rsidRPr="002D6EC0" w:rsidRDefault="00AE4B65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  <w:p w14:paraId="742C04C7" w14:textId="77777777" w:rsidR="00AE4B65" w:rsidRPr="002D6EC0" w:rsidRDefault="00692B55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  <w:r w:rsidRPr="002D6EC0">
              <w:rPr>
                <w:rFonts w:ascii="BIZ UDP明朝 Medium" w:eastAsia="BIZ UDP明朝 Medium" w:hAnsi="BIZ UDP明朝 Medium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52092" behindDoc="1" locked="1" layoutInCell="1" allowOverlap="1" wp14:anchorId="7C172759" wp14:editId="1F4D7DA4">
                      <wp:simplePos x="0" y="0"/>
                      <wp:positionH relativeFrom="page">
                        <wp:posOffset>-497205</wp:posOffset>
                      </wp:positionH>
                      <wp:positionV relativeFrom="page">
                        <wp:posOffset>326390</wp:posOffset>
                      </wp:positionV>
                      <wp:extent cx="249555" cy="247650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55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851A59" w14:textId="77777777" w:rsidR="00950DF5" w:rsidRPr="00297083" w:rsidRDefault="00950DF5" w:rsidP="00950DF5">
                                  <w:pPr>
                                    <w:spacing w:line="240" w:lineRule="atLeast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生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72759" id="テキスト ボックス 2" o:spid="_x0000_s1027" type="#_x0000_t202" style="position:absolute;left:0;text-align:left;margin-left:-39.15pt;margin-top:25.7pt;width:19.65pt;height:19.5pt;z-index:-2516643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" filled="f" stroked="f">
                      <v:textbox inset="1mm,1mm,1mm,1mm">
                        <w:txbxContent>
                          <w:p w14:paraId="48851A59" w14:textId="77777777" w:rsidR="00950DF5" w:rsidRPr="00297083" w:rsidRDefault="00950DF5" w:rsidP="00950DF5">
                            <w:pPr>
                              <w:spacing w:line="240" w:lineRule="atLeas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生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14:paraId="57C04B24" w14:textId="77777777" w:rsidR="00AE4B65" w:rsidRPr="002D6EC0" w:rsidRDefault="00AE4B65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  <w:p w14:paraId="070F7FDE" w14:textId="3DD3F13A" w:rsidR="00AE4B65" w:rsidRPr="002D6EC0" w:rsidRDefault="00AE4B65" w:rsidP="00A4079B">
            <w:pPr>
              <w:autoSpaceDE w:val="0"/>
              <w:autoSpaceDN w:val="0"/>
              <w:spacing w:beforeLines="20" w:before="48" w:line="200" w:lineRule="exact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 xml:space="preserve"> </w:t>
            </w:r>
          </w:p>
          <w:p w14:paraId="78A92EAD" w14:textId="77777777" w:rsidR="00AE4B65" w:rsidRPr="002D6EC0" w:rsidRDefault="00AE4B65" w:rsidP="00A4079B">
            <w:pPr>
              <w:autoSpaceDE w:val="0"/>
              <w:autoSpaceDN w:val="0"/>
              <w:spacing w:beforeLines="20" w:before="48" w:line="200" w:lineRule="exact"/>
              <w:rPr>
                <w:rFonts w:ascii="BIZ UDP明朝 Medium" w:eastAsia="BIZ UDP明朝 Medium" w:hAnsi="BIZ UDP明朝 Medium"/>
                <w:sz w:val="20"/>
              </w:rPr>
            </w:pPr>
          </w:p>
        </w:tc>
      </w:tr>
      <w:tr w:rsidR="00950DF5" w:rsidRPr="002D6EC0" w14:paraId="7D58781E" w14:textId="77777777" w:rsidTr="00F85B71">
        <w:trPr>
          <w:cantSplit/>
          <w:trHeight w:val="624"/>
          <w:jc w:val="center"/>
        </w:trPr>
        <w:tc>
          <w:tcPr>
            <w:tcW w:w="398" w:type="dxa"/>
            <w:vMerge/>
            <w:textDirection w:val="tbRlV"/>
            <w:vAlign w:val="center"/>
          </w:tcPr>
          <w:p w14:paraId="364B6E8A" w14:textId="77777777" w:rsidR="00950DF5" w:rsidRPr="002D6EC0" w:rsidRDefault="00950DF5" w:rsidP="00A35FA5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14:paraId="06DC6806" w14:textId="77777777" w:rsidR="00950DF5" w:rsidRPr="002D6EC0" w:rsidRDefault="00950DF5" w:rsidP="0049668F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046" w:type="dxa"/>
            <w:gridSpan w:val="6"/>
            <w:tcBorders>
              <w:top w:val="dotted" w:sz="4" w:space="0" w:color="auto"/>
            </w:tcBorders>
            <w:vAlign w:val="center"/>
          </w:tcPr>
          <w:p w14:paraId="508F5105" w14:textId="719021EA" w:rsidR="00B4049D" w:rsidRPr="002D6EC0" w:rsidRDefault="00B4049D" w:rsidP="00B4049D">
            <w:pPr>
              <w:spacing w:line="240" w:lineRule="auto"/>
              <w:rPr>
                <w:rFonts w:ascii="BIZ UDP明朝 Medium" w:eastAsia="BIZ UDP明朝 Medium" w:hAnsi="BIZ UDP明朝 Medium"/>
                <w:spacing w:val="-5"/>
                <w:sz w:val="18"/>
                <w:szCs w:val="18"/>
              </w:rPr>
            </w:pPr>
          </w:p>
          <w:p w14:paraId="2524186A" w14:textId="77777777" w:rsidR="00950DF5" w:rsidRPr="002D6EC0" w:rsidRDefault="00950DF5" w:rsidP="00B4049D">
            <w:pPr>
              <w:autoSpaceDE w:val="0"/>
              <w:autoSpaceDN w:val="0"/>
              <w:spacing w:line="240" w:lineRule="auto"/>
              <w:jc w:val="left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</w:tc>
        <w:tc>
          <w:tcPr>
            <w:tcW w:w="1820" w:type="dxa"/>
            <w:gridSpan w:val="6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74C96E0D" w14:textId="77777777" w:rsidR="00950DF5" w:rsidRPr="002D6EC0" w:rsidRDefault="00950DF5" w:rsidP="00950DF5">
            <w:pPr>
              <w:autoSpaceDE w:val="0"/>
              <w:autoSpaceDN w:val="0"/>
              <w:spacing w:line="240" w:lineRule="auto"/>
              <w:ind w:right="170"/>
              <w:jc w:val="left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426" w:type="dxa"/>
            <w:vMerge/>
            <w:textDirection w:val="tbRlV"/>
            <w:vAlign w:val="center"/>
          </w:tcPr>
          <w:p w14:paraId="6E8FD6DD" w14:textId="77777777" w:rsidR="00950DF5" w:rsidRPr="002D6EC0" w:rsidRDefault="00950DF5" w:rsidP="00084231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568" w:type="dxa"/>
            <w:gridSpan w:val="4"/>
            <w:vMerge/>
          </w:tcPr>
          <w:p w14:paraId="1F32DD17" w14:textId="77777777" w:rsidR="00950DF5" w:rsidRPr="002D6EC0" w:rsidRDefault="00950DF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AE4B65" w:rsidRPr="002D6EC0" w14:paraId="762DD78E" w14:textId="77777777" w:rsidTr="00F85B71">
        <w:trPr>
          <w:cantSplit/>
          <w:trHeight w:val="624"/>
          <w:jc w:val="center"/>
        </w:trPr>
        <w:tc>
          <w:tcPr>
            <w:tcW w:w="398" w:type="dxa"/>
            <w:vMerge/>
            <w:textDirection w:val="tbRlV"/>
            <w:vAlign w:val="center"/>
          </w:tcPr>
          <w:p w14:paraId="46052304" w14:textId="77777777" w:rsidR="00AE4B65" w:rsidRPr="002D6EC0" w:rsidRDefault="00AE4B65" w:rsidP="00A35FA5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textDirection w:val="tbRlV"/>
            <w:vAlign w:val="center"/>
          </w:tcPr>
          <w:p w14:paraId="4E1D1DB4" w14:textId="77777777" w:rsidR="00AE4B65" w:rsidRPr="002D6EC0" w:rsidRDefault="00AE4B65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046" w:type="dxa"/>
            <w:gridSpan w:val="6"/>
          </w:tcPr>
          <w:p w14:paraId="4E0966A5" w14:textId="77777777" w:rsidR="00AE4B65" w:rsidRPr="002D6EC0" w:rsidRDefault="00AE4B65" w:rsidP="0049668F">
            <w:pPr>
              <w:autoSpaceDE w:val="0"/>
              <w:autoSpaceDN w:val="0"/>
              <w:spacing w:line="240" w:lineRule="auto"/>
              <w:rPr>
                <w:rFonts w:ascii="BIZ UDP明朝 Medium" w:eastAsia="BIZ UDP明朝 Medium" w:hAnsi="BIZ UDP明朝 Medium"/>
                <w:sz w:val="12"/>
                <w:szCs w:val="12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2"/>
                <w:szCs w:val="12"/>
              </w:rPr>
              <w:t xml:space="preserve">ローマ字 </w:t>
            </w:r>
          </w:p>
          <w:p w14:paraId="59B3A321" w14:textId="77777777" w:rsidR="00AE4B65" w:rsidRPr="002D6EC0" w:rsidRDefault="00AE4B65" w:rsidP="00A4079B">
            <w:pPr>
              <w:autoSpaceDE w:val="0"/>
              <w:autoSpaceDN w:val="0"/>
              <w:spacing w:beforeLines="50" w:before="120" w:line="240" w:lineRule="auto"/>
              <w:ind w:left="113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820" w:type="dxa"/>
            <w:gridSpan w:val="6"/>
          </w:tcPr>
          <w:p w14:paraId="5B860500" w14:textId="3331C5C4" w:rsidR="00AE4B65" w:rsidRPr="002D6EC0" w:rsidRDefault="00AE4B65" w:rsidP="0049668F">
            <w:pPr>
              <w:autoSpaceDE w:val="0"/>
              <w:autoSpaceDN w:val="0"/>
              <w:spacing w:line="240" w:lineRule="auto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性別</w:t>
            </w:r>
            <w:r w:rsidR="000F661B"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（任意）</w:t>
            </w:r>
          </w:p>
          <w:p w14:paraId="3F7AACF0" w14:textId="77777777" w:rsidR="00AE4B65" w:rsidRPr="002D6EC0" w:rsidRDefault="00AE4B65" w:rsidP="0049668F">
            <w:pPr>
              <w:autoSpaceDE w:val="0"/>
              <w:autoSpaceDN w:val="0"/>
              <w:spacing w:line="60" w:lineRule="exact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  <w:p w14:paraId="60494828" w14:textId="77777777" w:rsidR="00AE4B65" w:rsidRPr="002D6EC0" w:rsidRDefault="00AE4B65" w:rsidP="00015CF0">
            <w:pPr>
              <w:autoSpaceDE w:val="0"/>
              <w:autoSpaceDN w:val="0"/>
              <w:adjustRightInd/>
              <w:spacing w:line="200" w:lineRule="exact"/>
              <w:ind w:rightChars="20" w:right="42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20"/>
              </w:rPr>
              <w:t>男性</w:t>
            </w:r>
            <w:r w:rsidR="00015CF0" w:rsidRPr="002D6EC0">
              <w:rPr>
                <w:rFonts w:ascii="BIZ UDP明朝 Medium" w:eastAsia="BIZ UDP明朝 Medium" w:hAnsi="BIZ UDP明朝 Medium" w:hint="eastAsia"/>
                <w:sz w:val="20"/>
              </w:rPr>
              <w:t xml:space="preserve"> </w:t>
            </w:r>
            <w:r w:rsidRPr="002D6EC0">
              <w:rPr>
                <w:rFonts w:ascii="BIZ UDP明朝 Medium" w:eastAsia="BIZ UDP明朝 Medium" w:hAnsi="BIZ UDP明朝 Medium" w:hint="eastAsia"/>
                <w:sz w:val="20"/>
              </w:rPr>
              <w:t>・</w:t>
            </w:r>
            <w:r w:rsidR="00015CF0" w:rsidRPr="002D6EC0">
              <w:rPr>
                <w:rFonts w:ascii="BIZ UDP明朝 Medium" w:eastAsia="BIZ UDP明朝 Medium" w:hAnsi="BIZ UDP明朝 Medium" w:hint="eastAsia"/>
                <w:sz w:val="20"/>
              </w:rPr>
              <w:t xml:space="preserve"> </w:t>
            </w:r>
            <w:r w:rsidRPr="002D6EC0">
              <w:rPr>
                <w:rFonts w:ascii="BIZ UDP明朝 Medium" w:eastAsia="BIZ UDP明朝 Medium" w:hAnsi="BIZ UDP明朝 Medium" w:hint="eastAsia"/>
                <w:sz w:val="20"/>
              </w:rPr>
              <w:t>女性</w:t>
            </w:r>
          </w:p>
        </w:tc>
        <w:tc>
          <w:tcPr>
            <w:tcW w:w="426" w:type="dxa"/>
            <w:vMerge/>
            <w:textDirection w:val="tbRlV"/>
            <w:vAlign w:val="center"/>
          </w:tcPr>
          <w:p w14:paraId="7661FF9E" w14:textId="77777777" w:rsidR="00AE4B65" w:rsidRPr="002D6EC0" w:rsidRDefault="00AE4B65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568" w:type="dxa"/>
            <w:gridSpan w:val="4"/>
            <w:vMerge/>
          </w:tcPr>
          <w:p w14:paraId="28984F7B" w14:textId="77777777" w:rsidR="00AE4B65" w:rsidRPr="002D6EC0" w:rsidRDefault="00AE4B65" w:rsidP="00417BDC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</w:tr>
      <w:tr w:rsidR="00AE4B65" w:rsidRPr="002D6EC0" w14:paraId="15A8D25B" w14:textId="77777777" w:rsidTr="00E142EB">
        <w:trPr>
          <w:cantSplit/>
          <w:trHeight w:hRule="exact" w:val="340"/>
          <w:jc w:val="center"/>
        </w:trPr>
        <w:tc>
          <w:tcPr>
            <w:tcW w:w="1126" w:type="dxa"/>
            <w:gridSpan w:val="3"/>
            <w:vMerge w:val="restart"/>
            <w:vAlign w:val="center"/>
          </w:tcPr>
          <w:p w14:paraId="57B3536D" w14:textId="77777777" w:rsidR="00AE4B65" w:rsidRPr="002D6EC0" w:rsidRDefault="00AE4B65" w:rsidP="00874629">
            <w:pPr>
              <w:autoSpaceDE w:val="0"/>
              <w:autoSpaceDN w:val="0"/>
              <w:spacing w:line="200" w:lineRule="exact"/>
              <w:ind w:left="57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②所属区分</w:t>
            </w:r>
          </w:p>
        </w:tc>
        <w:tc>
          <w:tcPr>
            <w:tcW w:w="2835" w:type="dxa"/>
            <w:gridSpan w:val="6"/>
            <w:vMerge w:val="restart"/>
          </w:tcPr>
          <w:p w14:paraId="15946BB8" w14:textId="77777777" w:rsidR="00AE4B65" w:rsidRPr="002D6EC0" w:rsidRDefault="00AE4B65" w:rsidP="006E7DC1">
            <w:pPr>
              <w:autoSpaceDE w:val="0"/>
              <w:autoSpaceDN w:val="0"/>
              <w:spacing w:beforeLines="50" w:before="120" w:afterLines="50" w:after="120" w:line="0" w:lineRule="atLeast"/>
              <w:rPr>
                <w:rFonts w:ascii="BIZ UDP明朝 Medium" w:eastAsia="BIZ UDP明朝 Medium" w:hAnsi="BIZ UDP明朝 Medium" w:cs="Cambria Math"/>
                <w:b/>
                <w:bCs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b/>
                <w:bCs/>
                <w:sz w:val="16"/>
              </w:rPr>
              <w:t>該当区分に</w:t>
            </w:r>
            <w:r w:rsidRPr="002D6EC0">
              <w:rPr>
                <w:rFonts w:ascii="BIZ UDP明朝 Medium" w:eastAsia="BIZ UDP明朝 Medium" w:hAnsi="BIZ UDP明朝 Medium" w:cs="Cambria Math" w:hint="eastAsia"/>
                <w:b/>
                <w:bCs/>
                <w:sz w:val="16"/>
              </w:rPr>
              <w:t>○をつけてください</w:t>
            </w:r>
          </w:p>
          <w:p w14:paraId="79F533A1" w14:textId="77777777" w:rsidR="00AE4B65" w:rsidRPr="002D6EC0" w:rsidRDefault="00AE4B65" w:rsidP="006E7DC1">
            <w:pPr>
              <w:autoSpaceDE w:val="0"/>
              <w:autoSpaceDN w:val="0"/>
              <w:spacing w:afterLines="50" w:after="120" w:line="0" w:lineRule="atLeast"/>
              <w:ind w:firstLineChars="100" w:firstLine="160"/>
              <w:rPr>
                <w:rFonts w:ascii="BIZ UDP明朝 Medium" w:eastAsia="BIZ UDP明朝 Medium" w:hAnsi="BIZ UDP明朝 Medium" w:cs="Cambria Math"/>
                <w:sz w:val="16"/>
              </w:rPr>
            </w:pPr>
            <w:r w:rsidRPr="002D6EC0">
              <w:rPr>
                <w:rFonts w:ascii="BIZ UDP明朝 Medium" w:eastAsia="BIZ UDP明朝 Medium" w:hAnsi="BIZ UDP明朝 Medium" w:cs="Cambria Math" w:hint="eastAsia"/>
                <w:b/>
                <w:sz w:val="16"/>
              </w:rPr>
              <w:t>・</w:t>
            </w:r>
            <w:r w:rsidRPr="002D6EC0">
              <w:rPr>
                <w:rFonts w:ascii="BIZ UDP明朝 Medium" w:eastAsia="BIZ UDP明朝 Medium" w:hAnsi="BIZ UDP明朝 Medium" w:cs="Cambria Math" w:hint="eastAsia"/>
                <w:sz w:val="16"/>
              </w:rPr>
              <w:t xml:space="preserve"> 個人</w:t>
            </w:r>
          </w:p>
          <w:p w14:paraId="4ECA93C2" w14:textId="77777777" w:rsidR="00AE4B65" w:rsidRPr="002D6EC0" w:rsidRDefault="00AE4B65" w:rsidP="006E7DC1">
            <w:pPr>
              <w:autoSpaceDE w:val="0"/>
              <w:autoSpaceDN w:val="0"/>
              <w:spacing w:line="0" w:lineRule="atLeast"/>
              <w:ind w:firstLineChars="100" w:firstLine="160"/>
              <w:rPr>
                <w:rFonts w:ascii="BIZ UDP明朝 Medium" w:eastAsia="BIZ UDP明朝 Medium" w:hAnsi="BIZ UDP明朝 Medium" w:cs="Cambria Math"/>
                <w:sz w:val="16"/>
              </w:rPr>
            </w:pPr>
            <w:r w:rsidRPr="002D6EC0">
              <w:rPr>
                <w:rFonts w:ascii="BIZ UDP明朝 Medium" w:eastAsia="BIZ UDP明朝 Medium" w:hAnsi="BIZ UDP明朝 Medium" w:cs="Cambria Math" w:hint="eastAsia"/>
                <w:b/>
                <w:sz w:val="16"/>
              </w:rPr>
              <w:t>・</w:t>
            </w:r>
            <w:r w:rsidRPr="002D6EC0">
              <w:rPr>
                <w:rFonts w:ascii="BIZ UDP明朝 Medium" w:eastAsia="BIZ UDP明朝 Medium" w:hAnsi="BIZ UDP明朝 Medium" w:cs="Cambria Math" w:hint="eastAsia"/>
                <w:sz w:val="16"/>
              </w:rPr>
              <w:t xml:space="preserve"> 教育・研修団体、コンサルティング</w:t>
            </w:r>
          </w:p>
          <w:p w14:paraId="4C936573" w14:textId="77777777" w:rsidR="00AE4B65" w:rsidRPr="002D6EC0" w:rsidRDefault="00AE4B65" w:rsidP="006E7DC1">
            <w:pPr>
              <w:autoSpaceDE w:val="0"/>
              <w:autoSpaceDN w:val="0"/>
              <w:spacing w:afterLines="50" w:after="120" w:line="0" w:lineRule="atLeast"/>
              <w:ind w:firstLineChars="200" w:firstLine="320"/>
              <w:rPr>
                <w:rFonts w:ascii="BIZ UDP明朝 Medium" w:eastAsia="BIZ UDP明朝 Medium" w:hAnsi="BIZ UDP明朝 Medium" w:cs="Cambria Math"/>
                <w:sz w:val="16"/>
              </w:rPr>
            </w:pPr>
            <w:r w:rsidRPr="002D6EC0">
              <w:rPr>
                <w:rFonts w:ascii="BIZ UDP明朝 Medium" w:eastAsia="BIZ UDP明朝 Medium" w:hAnsi="BIZ UDP明朝 Medium" w:cs="Cambria Math" w:hint="eastAsia"/>
                <w:sz w:val="16"/>
              </w:rPr>
              <w:t>ファームなどに所属している方</w:t>
            </w:r>
          </w:p>
          <w:p w14:paraId="4DA7BCCD" w14:textId="77777777" w:rsidR="00AE4B65" w:rsidRPr="002D6EC0" w:rsidRDefault="00AE4B65" w:rsidP="006E7DC1">
            <w:pPr>
              <w:autoSpaceDE w:val="0"/>
              <w:autoSpaceDN w:val="0"/>
              <w:spacing w:line="0" w:lineRule="atLeast"/>
              <w:ind w:firstLineChars="100" w:firstLine="160"/>
              <w:rPr>
                <w:rFonts w:ascii="BIZ UDP明朝 Medium" w:eastAsia="BIZ UDP明朝 Medium" w:hAnsi="BIZ UDP明朝 Medium"/>
                <w:sz w:val="20"/>
              </w:rPr>
            </w:pPr>
            <w:r w:rsidRPr="002D6EC0">
              <w:rPr>
                <w:rFonts w:ascii="BIZ UDP明朝 Medium" w:eastAsia="BIZ UDP明朝 Medium" w:hAnsi="BIZ UDP明朝 Medium" w:cs="Cambria Math" w:hint="eastAsia"/>
                <w:b/>
                <w:sz w:val="16"/>
              </w:rPr>
              <w:t>・</w:t>
            </w:r>
            <w:r w:rsidRPr="002D6EC0">
              <w:rPr>
                <w:rFonts w:ascii="BIZ UDP明朝 Medium" w:eastAsia="BIZ UDP明朝 Medium" w:hAnsi="BIZ UDP明朝 Medium" w:cs="Cambria Math" w:hint="eastAsia"/>
                <w:sz w:val="16"/>
              </w:rPr>
              <w:t>企業・団体等に所属している方</w:t>
            </w:r>
          </w:p>
        </w:tc>
        <w:tc>
          <w:tcPr>
            <w:tcW w:w="426" w:type="dxa"/>
            <w:vMerge w:val="restart"/>
            <w:textDirection w:val="tbRlV"/>
            <w:vAlign w:val="center"/>
          </w:tcPr>
          <w:p w14:paraId="3702DE03" w14:textId="77777777" w:rsidR="00AE4B65" w:rsidRPr="002D6EC0" w:rsidRDefault="00AE4B65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勤</w:t>
            </w:r>
            <w:r w:rsidRPr="002D6EC0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務</w:t>
            </w:r>
            <w:r w:rsidRPr="002D6EC0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先</w:t>
            </w:r>
          </w:p>
        </w:tc>
        <w:tc>
          <w:tcPr>
            <w:tcW w:w="1275" w:type="dxa"/>
            <w:gridSpan w:val="4"/>
            <w:vAlign w:val="center"/>
          </w:tcPr>
          <w:p w14:paraId="040BF541" w14:textId="77777777" w:rsidR="00AE4B65" w:rsidRPr="002D6EC0" w:rsidRDefault="00AE4B65" w:rsidP="00512833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80"/>
                <w:sz w:val="16"/>
                <w:fitText w:val="800" w:id="89905665"/>
              </w:rPr>
              <w:t>会社</w:t>
            </w:r>
            <w:r w:rsidRPr="002D6EC0">
              <w:rPr>
                <w:rFonts w:ascii="BIZ UDP明朝 Medium" w:eastAsia="BIZ UDP明朝 Medium" w:hAnsi="BIZ UDP明朝 Medium" w:hint="eastAsia"/>
                <w:sz w:val="16"/>
                <w:fitText w:val="800" w:id="89905665"/>
              </w:rPr>
              <w:t>名</w:t>
            </w:r>
          </w:p>
        </w:tc>
        <w:tc>
          <w:tcPr>
            <w:tcW w:w="3994" w:type="dxa"/>
            <w:gridSpan w:val="5"/>
            <w:vAlign w:val="center"/>
          </w:tcPr>
          <w:p w14:paraId="59CC821F" w14:textId="77777777" w:rsidR="00AE4B65" w:rsidRPr="002D6EC0" w:rsidRDefault="00AE4B65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AE4B65" w:rsidRPr="002D6EC0" w14:paraId="48852FD6" w14:textId="77777777" w:rsidTr="00E142EB">
        <w:trPr>
          <w:cantSplit/>
          <w:trHeight w:hRule="exact" w:val="340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089AA08A" w14:textId="77777777" w:rsidR="00AE4B65" w:rsidRPr="002D6EC0" w:rsidRDefault="00AE4B65" w:rsidP="00BB44D0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w w:val="90"/>
                <w:sz w:val="16"/>
              </w:rPr>
            </w:pPr>
          </w:p>
        </w:tc>
        <w:tc>
          <w:tcPr>
            <w:tcW w:w="2835" w:type="dxa"/>
            <w:gridSpan w:val="6"/>
            <w:vMerge/>
          </w:tcPr>
          <w:p w14:paraId="2F0D7971" w14:textId="77777777" w:rsidR="00AE4B65" w:rsidRPr="002D6EC0" w:rsidRDefault="00AE4B65" w:rsidP="003A453E">
            <w:pPr>
              <w:autoSpaceDE w:val="0"/>
              <w:autoSpaceDN w:val="0"/>
              <w:spacing w:line="32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6" w:type="dxa"/>
            <w:vMerge/>
            <w:textDirection w:val="tbRlV"/>
            <w:vAlign w:val="center"/>
          </w:tcPr>
          <w:p w14:paraId="32F8BD71" w14:textId="77777777" w:rsidR="00AE4B65" w:rsidRPr="002D6EC0" w:rsidRDefault="00AE4B65">
            <w:pPr>
              <w:autoSpaceDE w:val="0"/>
              <w:autoSpaceDN w:val="0"/>
              <w:spacing w:line="200" w:lineRule="exact"/>
              <w:ind w:left="57" w:right="57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0B886648" w14:textId="77777777" w:rsidR="00AE4B65" w:rsidRPr="002D6EC0" w:rsidRDefault="00AE4B65" w:rsidP="003111A2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26"/>
                <w:sz w:val="16"/>
                <w:fitText w:val="800" w:id="89905664"/>
              </w:rPr>
              <w:t>所属部</w:t>
            </w:r>
            <w:r w:rsidRPr="002D6EC0">
              <w:rPr>
                <w:rFonts w:ascii="BIZ UDP明朝 Medium" w:eastAsia="BIZ UDP明朝 Medium" w:hAnsi="BIZ UDP明朝 Medium" w:hint="eastAsia"/>
                <w:spacing w:val="2"/>
                <w:sz w:val="16"/>
                <w:fitText w:val="800" w:id="89905664"/>
              </w:rPr>
              <w:t>署</w:t>
            </w:r>
          </w:p>
        </w:tc>
        <w:tc>
          <w:tcPr>
            <w:tcW w:w="3994" w:type="dxa"/>
            <w:gridSpan w:val="5"/>
            <w:vAlign w:val="center"/>
          </w:tcPr>
          <w:p w14:paraId="0AC87D8D" w14:textId="77777777" w:rsidR="00AE4B65" w:rsidRPr="002D6EC0" w:rsidRDefault="00AE4B65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AE4B65" w:rsidRPr="002D6EC0" w14:paraId="313E0C31" w14:textId="77777777" w:rsidTr="00E142EB">
        <w:trPr>
          <w:cantSplit/>
          <w:trHeight w:hRule="exact" w:val="340"/>
          <w:jc w:val="center"/>
        </w:trPr>
        <w:tc>
          <w:tcPr>
            <w:tcW w:w="1126" w:type="dxa"/>
            <w:gridSpan w:val="3"/>
            <w:vMerge/>
          </w:tcPr>
          <w:p w14:paraId="388905A0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835" w:type="dxa"/>
            <w:gridSpan w:val="6"/>
            <w:vMerge/>
          </w:tcPr>
          <w:p w14:paraId="7BA99FA4" w14:textId="77777777" w:rsidR="00AE4B65" w:rsidRPr="002D6EC0" w:rsidRDefault="00AE4B65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6" w:type="dxa"/>
            <w:vMerge/>
          </w:tcPr>
          <w:p w14:paraId="355E5296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E930FA4" w14:textId="77777777" w:rsidR="00AE4B65" w:rsidRPr="002D6EC0" w:rsidRDefault="00AE4B65" w:rsidP="00512833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240"/>
                <w:sz w:val="16"/>
                <w:fitText w:val="800" w:id="89905666"/>
              </w:rPr>
              <w:t>役</w:t>
            </w:r>
            <w:r w:rsidRPr="002D6EC0">
              <w:rPr>
                <w:rFonts w:ascii="BIZ UDP明朝 Medium" w:eastAsia="BIZ UDP明朝 Medium" w:hAnsi="BIZ UDP明朝 Medium" w:hint="eastAsia"/>
                <w:sz w:val="16"/>
                <w:fitText w:val="800" w:id="89905666"/>
              </w:rPr>
              <w:t>職</w:t>
            </w:r>
          </w:p>
        </w:tc>
        <w:tc>
          <w:tcPr>
            <w:tcW w:w="3994" w:type="dxa"/>
            <w:gridSpan w:val="5"/>
            <w:vAlign w:val="center"/>
          </w:tcPr>
          <w:p w14:paraId="6ACC0DE5" w14:textId="77777777" w:rsidR="00AE4B65" w:rsidRPr="002D6EC0" w:rsidRDefault="00AE4B65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AE4B65" w:rsidRPr="002D6EC0" w14:paraId="2AB6BE04" w14:textId="77777777" w:rsidTr="006E7DC1">
        <w:trPr>
          <w:cantSplit/>
          <w:trHeight w:hRule="exact" w:val="760"/>
          <w:jc w:val="center"/>
        </w:trPr>
        <w:tc>
          <w:tcPr>
            <w:tcW w:w="1126" w:type="dxa"/>
            <w:gridSpan w:val="3"/>
            <w:vMerge/>
          </w:tcPr>
          <w:p w14:paraId="34669356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835" w:type="dxa"/>
            <w:gridSpan w:val="6"/>
            <w:vMerge/>
          </w:tcPr>
          <w:p w14:paraId="5E2F146B" w14:textId="77777777" w:rsidR="00AE4B65" w:rsidRPr="002D6EC0" w:rsidRDefault="00AE4B65" w:rsidP="00A426A0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</w:p>
        </w:tc>
        <w:tc>
          <w:tcPr>
            <w:tcW w:w="426" w:type="dxa"/>
            <w:vMerge/>
          </w:tcPr>
          <w:p w14:paraId="4F2F4654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3A9EF36" w14:textId="77777777" w:rsidR="00AE4B65" w:rsidRPr="002D6EC0" w:rsidRDefault="00AE4B65" w:rsidP="00512833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80"/>
                <w:sz w:val="16"/>
                <w:fitText w:val="800" w:id="89905920"/>
              </w:rPr>
              <w:t>所在</w:t>
            </w:r>
            <w:r w:rsidRPr="002D6EC0">
              <w:rPr>
                <w:rFonts w:ascii="BIZ UDP明朝 Medium" w:eastAsia="BIZ UDP明朝 Medium" w:hAnsi="BIZ UDP明朝 Medium" w:hint="eastAsia"/>
                <w:sz w:val="16"/>
                <w:fitText w:val="800" w:id="89905920"/>
              </w:rPr>
              <w:t>地</w:t>
            </w:r>
          </w:p>
        </w:tc>
        <w:tc>
          <w:tcPr>
            <w:tcW w:w="3994" w:type="dxa"/>
            <w:gridSpan w:val="5"/>
          </w:tcPr>
          <w:p w14:paraId="094ADDA3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 xml:space="preserve">〒　　　　　　　　　　　</w:t>
            </w:r>
            <w:r w:rsidRPr="002D6EC0">
              <w:rPr>
                <w:rFonts w:ascii="BIZ UDP明朝 Medium" w:eastAsia="BIZ UDP明朝 Medium" w:hAnsi="BIZ UDP明朝 Medium"/>
                <w:sz w:val="16"/>
              </w:rPr>
              <w:t>TEL</w:t>
            </w: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 xml:space="preserve"> </w:t>
            </w:r>
          </w:p>
          <w:p w14:paraId="182562BA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  <w:p w14:paraId="6D4928FF" w14:textId="77777777" w:rsidR="00AE4B65" w:rsidRPr="002D6EC0" w:rsidRDefault="00AE4B65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17AAE" w:rsidRPr="002D6EC0" w14:paraId="51BF51DD" w14:textId="77777777" w:rsidTr="00E142EB">
        <w:trPr>
          <w:cantSplit/>
          <w:trHeight w:val="198"/>
          <w:jc w:val="center"/>
        </w:trPr>
        <w:tc>
          <w:tcPr>
            <w:tcW w:w="1126" w:type="dxa"/>
            <w:gridSpan w:val="3"/>
            <w:vMerge w:val="restart"/>
            <w:vAlign w:val="center"/>
          </w:tcPr>
          <w:p w14:paraId="3FA47133" w14:textId="77777777" w:rsidR="00F17AAE" w:rsidRPr="002D6EC0" w:rsidRDefault="00F17AAE" w:rsidP="00BB44D0">
            <w:pPr>
              <w:autoSpaceDE w:val="0"/>
              <w:autoSpaceDN w:val="0"/>
              <w:spacing w:line="200" w:lineRule="exact"/>
              <w:ind w:left="57" w:right="57"/>
              <w:jc w:val="left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③</w:t>
            </w:r>
            <w:r w:rsidRPr="002D6EC0">
              <w:rPr>
                <w:rFonts w:ascii="BIZ UDP明朝 Medium" w:eastAsia="BIZ UDP明朝 Medium" w:hAnsi="BIZ UDP明朝 Medium" w:hint="eastAsia"/>
                <w:spacing w:val="-6"/>
                <w:sz w:val="16"/>
              </w:rPr>
              <w:t>加盟団体名</w:t>
            </w:r>
          </w:p>
        </w:tc>
        <w:tc>
          <w:tcPr>
            <w:tcW w:w="1560" w:type="dxa"/>
            <w:gridSpan w:val="2"/>
          </w:tcPr>
          <w:p w14:paraId="229791E3" w14:textId="77777777" w:rsidR="00F17AAE" w:rsidRPr="002D6EC0" w:rsidRDefault="00F17AAE" w:rsidP="00BB44D0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加入年月</w:t>
            </w:r>
          </w:p>
        </w:tc>
        <w:tc>
          <w:tcPr>
            <w:tcW w:w="2551" w:type="dxa"/>
            <w:gridSpan w:val="7"/>
          </w:tcPr>
          <w:p w14:paraId="2BC47B92" w14:textId="77777777" w:rsidR="00F17AAE" w:rsidRPr="002D6EC0" w:rsidRDefault="00F17AAE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加入学会・協会等名</w:t>
            </w:r>
          </w:p>
        </w:tc>
        <w:tc>
          <w:tcPr>
            <w:tcW w:w="425" w:type="dxa"/>
            <w:gridSpan w:val="2"/>
            <w:vMerge w:val="restart"/>
            <w:textDirection w:val="tbRlV"/>
            <w:vAlign w:val="center"/>
          </w:tcPr>
          <w:p w14:paraId="2BC55C2B" w14:textId="77777777" w:rsidR="00F17AAE" w:rsidRPr="002D6EC0" w:rsidRDefault="00F17AAE">
            <w:pPr>
              <w:autoSpaceDE w:val="0"/>
              <w:autoSpaceDN w:val="0"/>
              <w:spacing w:line="200" w:lineRule="exact"/>
              <w:ind w:left="16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④取得資格</w:t>
            </w:r>
          </w:p>
        </w:tc>
        <w:tc>
          <w:tcPr>
            <w:tcW w:w="1112" w:type="dxa"/>
            <w:gridSpan w:val="2"/>
            <w:tcBorders>
              <w:bottom w:val="nil"/>
            </w:tcBorders>
          </w:tcPr>
          <w:p w14:paraId="4D6DA614" w14:textId="77777777" w:rsidR="00F17AAE" w:rsidRPr="002D6EC0" w:rsidRDefault="00F17AAE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49" w:type="dxa"/>
            <w:gridSpan w:val="2"/>
          </w:tcPr>
          <w:p w14:paraId="0289198C" w14:textId="77777777" w:rsidR="00F17AAE" w:rsidRPr="002D6EC0" w:rsidRDefault="00F17AAE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取得年月日</w:t>
            </w:r>
          </w:p>
        </w:tc>
        <w:tc>
          <w:tcPr>
            <w:tcW w:w="1833" w:type="dxa"/>
          </w:tcPr>
          <w:p w14:paraId="60A5BFE3" w14:textId="77777777" w:rsidR="00F17AAE" w:rsidRPr="002D6EC0" w:rsidRDefault="00F17AAE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名　　　　　称</w:t>
            </w:r>
          </w:p>
        </w:tc>
      </w:tr>
      <w:tr w:rsidR="00F17AAE" w:rsidRPr="002D6EC0" w14:paraId="6BD5B764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33B4796E" w14:textId="77777777" w:rsidR="00F17AAE" w:rsidRPr="002D6EC0" w:rsidRDefault="00F17AA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DA34B40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6C8AAB5E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14:paraId="1EDD1C2D" w14:textId="77777777" w:rsidR="00F17AAE" w:rsidRPr="002D6EC0" w:rsidRDefault="00F17AAE">
            <w:pPr>
              <w:autoSpaceDE w:val="0"/>
              <w:autoSpaceDN w:val="0"/>
              <w:spacing w:line="200" w:lineRule="exact"/>
              <w:ind w:left="227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2" w:type="dxa"/>
            <w:gridSpan w:val="2"/>
            <w:vMerge w:val="restart"/>
            <w:vAlign w:val="center"/>
          </w:tcPr>
          <w:p w14:paraId="238EBAE6" w14:textId="77777777" w:rsidR="00F17AAE" w:rsidRPr="002D6EC0" w:rsidRDefault="00F17AAE" w:rsidP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法定資格</w:t>
            </w:r>
          </w:p>
        </w:tc>
        <w:tc>
          <w:tcPr>
            <w:tcW w:w="1049" w:type="dxa"/>
            <w:gridSpan w:val="2"/>
            <w:vAlign w:val="center"/>
          </w:tcPr>
          <w:p w14:paraId="35A4C726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0D78BC1F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17AAE" w:rsidRPr="002D6EC0" w14:paraId="52018E0C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00E97822" w14:textId="77777777" w:rsidR="00F17AAE" w:rsidRPr="002D6EC0" w:rsidRDefault="00F17AA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7B26D1F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3310FDA7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14:paraId="2DDFC846" w14:textId="77777777" w:rsidR="00F17AAE" w:rsidRPr="002D6EC0" w:rsidRDefault="00F17AA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2" w:type="dxa"/>
            <w:gridSpan w:val="2"/>
            <w:vMerge/>
          </w:tcPr>
          <w:p w14:paraId="7D12E407" w14:textId="77777777" w:rsidR="00F17AAE" w:rsidRPr="002D6EC0" w:rsidRDefault="00F17AAE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58C2EABF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48B48FE8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17AAE" w:rsidRPr="002D6EC0" w14:paraId="215F6336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20B3493D" w14:textId="77777777" w:rsidR="00F17AAE" w:rsidRPr="002D6EC0" w:rsidRDefault="00F17AA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90D6BB3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32E970E5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14:paraId="409CC3E1" w14:textId="77777777" w:rsidR="00F17AAE" w:rsidRPr="002D6EC0" w:rsidRDefault="00F17AA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2" w:type="dxa"/>
            <w:gridSpan w:val="2"/>
            <w:vMerge/>
            <w:tcBorders>
              <w:bottom w:val="nil"/>
            </w:tcBorders>
          </w:tcPr>
          <w:p w14:paraId="59135B8A" w14:textId="77777777" w:rsidR="00F17AAE" w:rsidRPr="002D6EC0" w:rsidRDefault="00F17AAE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56AB9DF0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10D6F41B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F17AAE" w:rsidRPr="002D6EC0" w14:paraId="29D1E78A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636DD952" w14:textId="77777777" w:rsidR="00F17AAE" w:rsidRPr="002D6EC0" w:rsidRDefault="00F17AA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836FC4E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4079E3D3" w14:textId="77777777" w:rsidR="00F17AAE" w:rsidRPr="002D6EC0" w:rsidRDefault="00F17AAE" w:rsidP="00BD044F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14:paraId="1F25E4EE" w14:textId="77777777" w:rsidR="00F17AAE" w:rsidRPr="002D6EC0" w:rsidRDefault="00F17AAE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2" w:type="dxa"/>
            <w:gridSpan w:val="2"/>
            <w:vMerge w:val="restart"/>
            <w:vAlign w:val="center"/>
          </w:tcPr>
          <w:p w14:paraId="0BCC38AF" w14:textId="77777777" w:rsidR="00F17AAE" w:rsidRPr="002D6EC0" w:rsidRDefault="00F17AAE" w:rsidP="00D64F57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そ</w:t>
            </w:r>
            <w:r w:rsidRPr="002D6EC0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の</w:t>
            </w:r>
            <w:r w:rsidRPr="002D6EC0">
              <w:rPr>
                <w:rFonts w:ascii="BIZ UDP明朝 Medium" w:eastAsia="BIZ UDP明朝 Medium" w:hAnsi="BIZ UDP明朝 Medium"/>
                <w:sz w:val="16"/>
              </w:rPr>
              <w:t xml:space="preserve"> </w:t>
            </w: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他</w:t>
            </w:r>
          </w:p>
        </w:tc>
        <w:tc>
          <w:tcPr>
            <w:tcW w:w="1049" w:type="dxa"/>
            <w:gridSpan w:val="2"/>
            <w:vAlign w:val="center"/>
          </w:tcPr>
          <w:p w14:paraId="34A74A39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10D72C79" w14:textId="77777777" w:rsidR="00F17AAE" w:rsidRPr="002D6EC0" w:rsidRDefault="00F17AAE" w:rsidP="0019584A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1758F198" w14:textId="77777777" w:rsidTr="00C67D94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74AC5AD8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</w:tcPr>
          <w:p w14:paraId="1325F5C6" w14:textId="74847FFE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32527696" w14:textId="5B563C23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14:paraId="209C212D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2" w:type="dxa"/>
            <w:gridSpan w:val="2"/>
            <w:vMerge/>
          </w:tcPr>
          <w:p w14:paraId="20B1762B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530F19A6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0557E0D5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7AF3F1F0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4A39201F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C921F2E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5CC2D9FD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14:paraId="3A31942E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112" w:type="dxa"/>
            <w:gridSpan w:val="2"/>
            <w:vMerge/>
          </w:tcPr>
          <w:p w14:paraId="1B0E775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1504004C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558C1AFB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61CD3646" w14:textId="77777777" w:rsidTr="00015CF0">
        <w:trPr>
          <w:cantSplit/>
          <w:trHeight w:val="196"/>
          <w:jc w:val="center"/>
        </w:trPr>
        <w:tc>
          <w:tcPr>
            <w:tcW w:w="1126" w:type="dxa"/>
            <w:gridSpan w:val="3"/>
            <w:vMerge w:val="restart"/>
            <w:vAlign w:val="center"/>
          </w:tcPr>
          <w:p w14:paraId="7B956D75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left="57" w:right="57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⑤最終学歴</w:t>
            </w:r>
          </w:p>
        </w:tc>
        <w:tc>
          <w:tcPr>
            <w:tcW w:w="1560" w:type="dxa"/>
            <w:gridSpan w:val="2"/>
            <w:tcBorders>
              <w:bottom w:val="nil"/>
            </w:tcBorders>
          </w:tcPr>
          <w:p w14:paraId="2E9529A6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卒　業　年</w:t>
            </w:r>
          </w:p>
        </w:tc>
        <w:tc>
          <w:tcPr>
            <w:tcW w:w="2551" w:type="dxa"/>
            <w:gridSpan w:val="7"/>
            <w:tcBorders>
              <w:bottom w:val="nil"/>
            </w:tcBorders>
          </w:tcPr>
          <w:p w14:paraId="2B6BA0CB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学校名・学部学科名</w:t>
            </w:r>
          </w:p>
        </w:tc>
        <w:tc>
          <w:tcPr>
            <w:tcW w:w="425" w:type="dxa"/>
            <w:gridSpan w:val="2"/>
            <w:vMerge w:val="restart"/>
            <w:textDirection w:val="tbRlV"/>
            <w:vAlign w:val="center"/>
          </w:tcPr>
          <w:p w14:paraId="5B045D44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⑥主要著書論文</w:t>
            </w:r>
          </w:p>
        </w:tc>
        <w:tc>
          <w:tcPr>
            <w:tcW w:w="1276" w:type="dxa"/>
            <w:gridSpan w:val="3"/>
            <w:tcMar>
              <w:left w:w="0" w:type="dxa"/>
              <w:right w:w="0" w:type="dxa"/>
            </w:tcMar>
          </w:tcPr>
          <w:p w14:paraId="517AEB85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pacing w:val="-8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-8"/>
                <w:sz w:val="16"/>
              </w:rPr>
              <w:t>刊行、発表場所名</w:t>
            </w:r>
          </w:p>
        </w:tc>
        <w:tc>
          <w:tcPr>
            <w:tcW w:w="885" w:type="dxa"/>
            <w:tcMar>
              <w:left w:w="0" w:type="dxa"/>
              <w:right w:w="0" w:type="dxa"/>
            </w:tcMar>
          </w:tcPr>
          <w:p w14:paraId="73AA23C8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pacing w:val="-8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-8"/>
                <w:sz w:val="16"/>
              </w:rPr>
              <w:t>刊行発表月日</w:t>
            </w:r>
          </w:p>
        </w:tc>
        <w:tc>
          <w:tcPr>
            <w:tcW w:w="1833" w:type="dxa"/>
          </w:tcPr>
          <w:p w14:paraId="612BA105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名称・テーマ名</w:t>
            </w:r>
          </w:p>
        </w:tc>
      </w:tr>
      <w:tr w:rsidR="006E7DC1" w:rsidRPr="002D6EC0" w14:paraId="5BE8E1EF" w14:textId="77777777" w:rsidTr="00015CF0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</w:tcPr>
          <w:p w14:paraId="18A80621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tcBorders>
              <w:bottom w:val="nil"/>
            </w:tcBorders>
            <w:vAlign w:val="center"/>
          </w:tcPr>
          <w:p w14:paraId="00FFECA5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  <w:tcBorders>
              <w:bottom w:val="nil"/>
            </w:tcBorders>
          </w:tcPr>
          <w:p w14:paraId="75262272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</w:tcPr>
          <w:p w14:paraId="53046B92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B9FA4AA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885" w:type="dxa"/>
            <w:vAlign w:val="center"/>
          </w:tcPr>
          <w:p w14:paraId="667D0BC9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663A0BF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15250A83" w14:textId="77777777" w:rsidTr="006E7DC1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tcBorders>
              <w:bottom w:val="single" w:sz="4" w:space="0" w:color="auto"/>
            </w:tcBorders>
          </w:tcPr>
          <w:p w14:paraId="10306F4F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tcBorders>
              <w:top w:val="nil"/>
            </w:tcBorders>
            <w:vAlign w:val="center"/>
          </w:tcPr>
          <w:p w14:paraId="2D2AE93D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  <w:tcBorders>
              <w:top w:val="nil"/>
            </w:tcBorders>
          </w:tcPr>
          <w:p w14:paraId="6242A432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</w:tcPr>
          <w:p w14:paraId="31A2069B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2FE4262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885" w:type="dxa"/>
            <w:vAlign w:val="center"/>
          </w:tcPr>
          <w:p w14:paraId="5E976DD8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725DD799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0D2D2B4E" w14:textId="77777777" w:rsidTr="006E7DC1">
        <w:trPr>
          <w:cantSplit/>
          <w:trHeight w:val="284"/>
          <w:jc w:val="center"/>
        </w:trPr>
        <w:tc>
          <w:tcPr>
            <w:tcW w:w="1126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910F5DE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left="57" w:right="57"/>
              <w:jc w:val="left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⑦主要職歴</w:t>
            </w:r>
          </w:p>
        </w:tc>
        <w:tc>
          <w:tcPr>
            <w:tcW w:w="1560" w:type="dxa"/>
            <w:gridSpan w:val="2"/>
          </w:tcPr>
          <w:p w14:paraId="2AB51AEB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期　　　間</w:t>
            </w:r>
          </w:p>
        </w:tc>
        <w:tc>
          <w:tcPr>
            <w:tcW w:w="2551" w:type="dxa"/>
            <w:gridSpan w:val="7"/>
          </w:tcPr>
          <w:p w14:paraId="00D677FA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20"/>
                <w:sz w:val="16"/>
              </w:rPr>
              <w:t>部所名・役職</w:t>
            </w: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等</w:t>
            </w:r>
          </w:p>
        </w:tc>
        <w:tc>
          <w:tcPr>
            <w:tcW w:w="425" w:type="dxa"/>
            <w:gridSpan w:val="2"/>
            <w:vMerge/>
          </w:tcPr>
          <w:p w14:paraId="3EC553B0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32864AD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885" w:type="dxa"/>
            <w:vAlign w:val="center"/>
          </w:tcPr>
          <w:p w14:paraId="2FAB08B5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4F79C2A6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3C82DB8D" w14:textId="77777777" w:rsidTr="00015CF0">
        <w:trPr>
          <w:cantSplit/>
          <w:trHeight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18E31060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9F7FFD3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1A1E3066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</w:tcPr>
          <w:p w14:paraId="13337E5E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983904D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885" w:type="dxa"/>
            <w:vAlign w:val="center"/>
          </w:tcPr>
          <w:p w14:paraId="07439DA3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48032A84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668C11C5" w14:textId="77777777" w:rsidTr="00015CF0">
        <w:trPr>
          <w:cantSplit/>
          <w:trHeight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032D82A6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3F9C64B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2038D044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25" w:type="dxa"/>
            <w:gridSpan w:val="2"/>
            <w:vMerge/>
          </w:tcPr>
          <w:p w14:paraId="3E9A80D5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84D488D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885" w:type="dxa"/>
            <w:vAlign w:val="center"/>
          </w:tcPr>
          <w:p w14:paraId="57E53139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833" w:type="dxa"/>
            <w:vAlign w:val="center"/>
          </w:tcPr>
          <w:p w14:paraId="0E9E360C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4820A82F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2692A13D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2405F8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5A9C9022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419" w:type="dxa"/>
            <w:gridSpan w:val="7"/>
            <w:tcBorders>
              <w:bottom w:val="nil"/>
            </w:tcBorders>
          </w:tcPr>
          <w:p w14:paraId="4352520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⑧公的委員等、業歴補足事項</w:t>
            </w:r>
          </w:p>
        </w:tc>
      </w:tr>
      <w:tr w:rsidR="006E7DC1" w:rsidRPr="002D6EC0" w14:paraId="76386F5C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27E0F947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CC7E956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1C4F929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419" w:type="dxa"/>
            <w:gridSpan w:val="7"/>
            <w:tcBorders>
              <w:top w:val="nil"/>
              <w:bottom w:val="nil"/>
            </w:tcBorders>
          </w:tcPr>
          <w:p w14:paraId="33B65DC7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2F91F7C8" w14:textId="77777777" w:rsidTr="00E142EB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vAlign w:val="center"/>
          </w:tcPr>
          <w:p w14:paraId="6E1514FB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9D2C51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65DED598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419" w:type="dxa"/>
            <w:gridSpan w:val="7"/>
            <w:tcBorders>
              <w:top w:val="nil"/>
              <w:bottom w:val="nil"/>
            </w:tcBorders>
          </w:tcPr>
          <w:p w14:paraId="30B51FCE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64256907" w14:textId="77777777" w:rsidTr="006E7DC1">
        <w:trPr>
          <w:cantSplit/>
          <w:trHeight w:hRule="exact" w:val="284"/>
          <w:jc w:val="center"/>
        </w:trPr>
        <w:tc>
          <w:tcPr>
            <w:tcW w:w="112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DDB743F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7075E64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2551" w:type="dxa"/>
            <w:gridSpan w:val="7"/>
          </w:tcPr>
          <w:p w14:paraId="30BD0370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4419" w:type="dxa"/>
            <w:gridSpan w:val="7"/>
            <w:tcBorders>
              <w:top w:val="nil"/>
              <w:bottom w:val="nil"/>
            </w:tcBorders>
          </w:tcPr>
          <w:p w14:paraId="5E39A2BF" w14:textId="77777777" w:rsidR="006E7DC1" w:rsidRPr="002D6EC0" w:rsidRDefault="006E7DC1" w:rsidP="006E7DC1">
            <w:pPr>
              <w:autoSpaceDE w:val="0"/>
              <w:autoSpaceDN w:val="0"/>
              <w:spacing w:before="20" w:after="20" w:line="20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  <w:tr w:rsidR="006E7DC1" w:rsidRPr="002D6EC0" w14:paraId="4DC0A86A" w14:textId="77777777" w:rsidTr="00015CF0">
        <w:trPr>
          <w:cantSplit/>
          <w:trHeight w:val="467"/>
          <w:jc w:val="center"/>
        </w:trPr>
        <w:tc>
          <w:tcPr>
            <w:tcW w:w="1126" w:type="dxa"/>
            <w:gridSpan w:val="3"/>
            <w:vMerge w:val="restart"/>
            <w:vAlign w:val="center"/>
          </w:tcPr>
          <w:p w14:paraId="24CFB5DC" w14:textId="77777777" w:rsidR="006E7DC1" w:rsidRPr="002D6EC0" w:rsidRDefault="006E7DC1" w:rsidP="006E7DC1">
            <w:pPr>
              <w:autoSpaceDE w:val="0"/>
              <w:autoSpaceDN w:val="0"/>
              <w:spacing w:line="240" w:lineRule="exact"/>
              <w:ind w:left="57" w:right="57"/>
              <w:jc w:val="left"/>
              <w:rPr>
                <w:rFonts w:ascii="BIZ UDP明朝 Medium" w:eastAsia="BIZ UDP明朝 Medium" w:hAnsi="BIZ UDP明朝 Medium"/>
                <w:spacing w:val="-6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⑨</w:t>
            </w:r>
            <w:r w:rsidRPr="002D6EC0">
              <w:rPr>
                <w:rFonts w:ascii="BIZ UDP明朝 Medium" w:eastAsia="BIZ UDP明朝 Medium" w:hAnsi="BIZ UDP明朝 Medium" w:hint="eastAsia"/>
                <w:spacing w:val="-6"/>
                <w:sz w:val="16"/>
              </w:rPr>
              <w:t>専門範囲と</w:t>
            </w:r>
          </w:p>
          <w:p w14:paraId="4F8077C9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firstLineChars="100" w:firstLine="148"/>
              <w:jc w:val="center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pacing w:val="-6"/>
                <w:sz w:val="16"/>
              </w:rPr>
              <w:t>専門テーマ</w:t>
            </w:r>
          </w:p>
        </w:tc>
        <w:tc>
          <w:tcPr>
            <w:tcW w:w="4536" w:type="dxa"/>
            <w:gridSpan w:val="11"/>
            <w:vMerge w:val="restart"/>
            <w:tcBorders>
              <w:right w:val="nil"/>
            </w:tcBorders>
          </w:tcPr>
          <w:p w14:paraId="0E804313" w14:textId="77777777" w:rsidR="006E7DC1" w:rsidRPr="002D6EC0" w:rsidRDefault="006E7DC1" w:rsidP="006E7DC1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294EAC5" wp14:editId="55FF7F4D">
                      <wp:simplePos x="0" y="0"/>
                      <wp:positionH relativeFrom="column">
                        <wp:posOffset>2988945</wp:posOffset>
                      </wp:positionH>
                      <wp:positionV relativeFrom="page">
                        <wp:posOffset>427990</wp:posOffset>
                      </wp:positionV>
                      <wp:extent cx="2378075" cy="160655"/>
                      <wp:effectExtent l="0" t="0" r="41275" b="29845"/>
                      <wp:wrapNone/>
                      <wp:docPr id="2" name="Group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78075" cy="160655"/>
                                <a:chOff x="0" y="-4"/>
                                <a:chExt cx="19970" cy="20004"/>
                              </a:xfrm>
                            </wpg:grpSpPr>
                            <wpg:grpSp>
                              <wpg:cNvPr id="3" name="Group 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-4"/>
                                  <a:ext cx="180" cy="20004"/>
                                  <a:chOff x="0" y="-4"/>
                                  <a:chExt cx="20000" cy="20004"/>
                                </a:xfrm>
                              </wpg:grpSpPr>
                              <wps:wsp>
                                <wps:cNvPr id="4" name="Arc 90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18333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" name="Line 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1663"/>
                                    <a:ext cx="556" cy="1674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med"/>
                                    <a:tailEnd type="none" w="sm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Arc 92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0" y="-4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" name="Group 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790" y="-4"/>
                                  <a:ext cx="180" cy="20004"/>
                                  <a:chOff x="0" y="-4"/>
                                  <a:chExt cx="20000" cy="20004"/>
                                </a:xfrm>
                              </wpg:grpSpPr>
                              <wps:wsp>
                                <wps:cNvPr id="8" name="Arc 94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0" y="18333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Line 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444" y="1663"/>
                                    <a:ext cx="556" cy="1674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med"/>
                                    <a:tailEnd type="none" w="sm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Arc 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-4"/>
                                    <a:ext cx="20000" cy="166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CC15C7" id="Group 88" o:spid="_x0000_s1026" style="position:absolute;left:0;text-align:left;margin-left:235.35pt;margin-top:33.7pt;width:187.25pt;height:12.65pt;z-index:251664384;mso-position-vertical-relative:page" coordorigin=",-4" coordsize="19970,20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">
                      <v:group id="Group 89" o:spid="_x0000_s1027" style="position:absolute;top:-4;width:180;height:20004" coordorigin=",-4" coordsize="20000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shape id="Arc 90" o:spid="_x0000_s1028" style="position:absolute;top:18333;width:20000;height:1667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  <v:line id="Line 91" o:spid="_x0000_s1029" style="position:absolute;visibility:visible;mso-wrap-style:square" from="0,1663" to="556,18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" strokeweight=".5pt">
                          <v:stroke startarrowwidth="narrow" endarrowwidth="narrow"/>
                        </v:line>
                        <v:shape id="Arc 92" o:spid="_x0000_s1030" style="position:absolute;top:-4;width:20000;height:1667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</v:group>
                      <v:group id="Group 93" o:spid="_x0000_s1031" style="position:absolute;left:19790;top:-4;width:180;height:20004" coordorigin=",-4" coordsize="20000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shape id="Arc 94" o:spid="_x0000_s1032" style="position:absolute;top:18333;width:20000;height:1667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  <v:line id="Line 95" o:spid="_x0000_s1033" style="position:absolute;visibility:visible;mso-wrap-style:square" from="19444,1663" to="20000,18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" strokeweight=".5pt">
                          <v:stroke startarrowwidth="narrow" endarrowwidth="narrow"/>
                        </v:line>
                        <v:shape id="Arc 96" o:spid="_x0000_s1034" style="position:absolute;top:-4;width:20000;height:1667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" path="m-1,nfc11929,,21600,9670,21600,21600em-1,nsc11929,,21600,9670,21600,21600l,21600,-1,xe" filled="f" strokeweight=".5pt">
                          <v:path arrowok="t" o:extrusionok="f" o:connecttype="custom" o:connectlocs="0,0;20000,1667;0,1667" o:connectangles="0,0,0"/>
                        </v:shape>
                      </v:group>
                      <w10:wrap anchory="page"/>
                    </v:group>
                  </w:pict>
                </mc:Fallback>
              </mc:AlternateContent>
            </w: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*専門範囲</w:t>
            </w:r>
          </w:p>
        </w:tc>
        <w:tc>
          <w:tcPr>
            <w:tcW w:w="3994" w:type="dxa"/>
            <w:gridSpan w:val="5"/>
            <w:tcBorders>
              <w:left w:val="nil"/>
              <w:bottom w:val="dotted" w:sz="4" w:space="0" w:color="auto"/>
            </w:tcBorders>
          </w:tcPr>
          <w:p w14:paraId="6999D657" w14:textId="77777777" w:rsidR="006E7DC1" w:rsidRPr="002D6EC0" w:rsidRDefault="006E7DC1" w:rsidP="006E7DC1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</w:rPr>
              <w:t>*専門テーマ</w:t>
            </w:r>
          </w:p>
        </w:tc>
      </w:tr>
      <w:tr w:rsidR="006E7DC1" w:rsidRPr="002D6EC0" w14:paraId="267045C7" w14:textId="77777777" w:rsidTr="00015CF0">
        <w:trPr>
          <w:cantSplit/>
          <w:trHeight w:val="467"/>
          <w:jc w:val="center"/>
        </w:trPr>
        <w:tc>
          <w:tcPr>
            <w:tcW w:w="1126" w:type="dxa"/>
            <w:gridSpan w:val="3"/>
            <w:vMerge/>
            <w:tcBorders>
              <w:bottom w:val="single" w:sz="6" w:space="0" w:color="auto"/>
            </w:tcBorders>
            <w:vAlign w:val="center"/>
          </w:tcPr>
          <w:p w14:paraId="7309B80E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left="57" w:right="57"/>
              <w:jc w:val="distribute"/>
              <w:rPr>
                <w:rFonts w:ascii="BIZ UDP明朝 Medium" w:eastAsia="BIZ UDP明朝 Medium" w:hAnsi="BIZ UDP明朝 Medium"/>
                <w:noProof/>
                <w:sz w:val="28"/>
              </w:rPr>
            </w:pPr>
          </w:p>
        </w:tc>
        <w:tc>
          <w:tcPr>
            <w:tcW w:w="4536" w:type="dxa"/>
            <w:gridSpan w:val="11"/>
            <w:vMerge/>
            <w:tcBorders>
              <w:bottom w:val="single" w:sz="6" w:space="0" w:color="auto"/>
              <w:right w:val="nil"/>
            </w:tcBorders>
          </w:tcPr>
          <w:p w14:paraId="56E6F136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left="163"/>
              <w:rPr>
                <w:rFonts w:ascii="BIZ UDP明朝 Medium" w:eastAsia="BIZ UDP明朝 Medium" w:hAnsi="BIZ UDP明朝 Medium"/>
                <w:sz w:val="16"/>
              </w:rPr>
            </w:pPr>
          </w:p>
        </w:tc>
        <w:tc>
          <w:tcPr>
            <w:tcW w:w="3994" w:type="dxa"/>
            <w:gridSpan w:val="5"/>
            <w:tcBorders>
              <w:top w:val="dotted" w:sz="4" w:space="0" w:color="auto"/>
              <w:left w:val="nil"/>
              <w:bottom w:val="single" w:sz="6" w:space="0" w:color="auto"/>
            </w:tcBorders>
          </w:tcPr>
          <w:p w14:paraId="74C095D5" w14:textId="77777777" w:rsidR="006E7DC1" w:rsidRPr="002D6EC0" w:rsidRDefault="006E7DC1" w:rsidP="006E7DC1">
            <w:pPr>
              <w:autoSpaceDE w:val="0"/>
              <w:autoSpaceDN w:val="0"/>
              <w:spacing w:line="200" w:lineRule="exact"/>
              <w:ind w:left="163"/>
              <w:rPr>
                <w:rFonts w:ascii="BIZ UDP明朝 Medium" w:eastAsia="BIZ UDP明朝 Medium" w:hAnsi="BIZ UDP明朝 Medium"/>
                <w:sz w:val="16"/>
                <w:u w:val="single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u w:val="single"/>
              </w:rPr>
              <w:t>補足事項</w:t>
            </w:r>
          </w:p>
          <w:p w14:paraId="1B40F7D4" w14:textId="77777777" w:rsidR="006E7DC1" w:rsidRPr="002D6EC0" w:rsidRDefault="006E7DC1" w:rsidP="006E7DC1">
            <w:pPr>
              <w:autoSpaceDE w:val="0"/>
              <w:autoSpaceDN w:val="0"/>
              <w:spacing w:line="240" w:lineRule="exact"/>
              <w:rPr>
                <w:rFonts w:ascii="BIZ UDP明朝 Medium" w:eastAsia="BIZ UDP明朝 Medium" w:hAnsi="BIZ UDP明朝 Medium"/>
                <w:sz w:val="16"/>
              </w:rPr>
            </w:pPr>
          </w:p>
        </w:tc>
      </w:tr>
    </w:tbl>
    <w:p w14:paraId="63676D29" w14:textId="77777777" w:rsidR="006E7DC1" w:rsidRPr="002D6EC0" w:rsidRDefault="006E7DC1" w:rsidP="006E7DC1">
      <w:pPr>
        <w:autoSpaceDE w:val="0"/>
        <w:autoSpaceDN w:val="0"/>
        <w:spacing w:line="240" w:lineRule="exact"/>
        <w:jc w:val="left"/>
        <w:rPr>
          <w:rFonts w:ascii="BIZ UDP明朝 Medium" w:eastAsia="BIZ UDP明朝 Medium" w:hAnsi="BIZ UDP明朝 Medium"/>
          <w:b/>
          <w:bCs/>
          <w:color w:val="FF0000"/>
          <w:sz w:val="16"/>
          <w:szCs w:val="18"/>
        </w:rPr>
      </w:pPr>
      <w:r w:rsidRPr="002D6EC0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>※以下必ずご記入ください</w:t>
      </w:r>
    </w:p>
    <w:p w14:paraId="3BF3AC72" w14:textId="44B4A12E" w:rsidR="006E7DC1" w:rsidRPr="002D6EC0" w:rsidRDefault="006E7DC1" w:rsidP="006E7DC1">
      <w:pPr>
        <w:autoSpaceDE w:val="0"/>
        <w:autoSpaceDN w:val="0"/>
        <w:spacing w:beforeLines="50" w:before="120" w:line="240" w:lineRule="exact"/>
        <w:jc w:val="left"/>
        <w:rPr>
          <w:rFonts w:ascii="BIZ UDP明朝 Medium" w:eastAsia="BIZ UDP明朝 Medium" w:hAnsi="BIZ UDP明朝 Medium"/>
          <w:b/>
          <w:bCs/>
        </w:rPr>
      </w:pPr>
      <w:r w:rsidRPr="002D6EC0">
        <w:rPr>
          <w:rFonts w:ascii="BIZ UDP明朝 Medium" w:eastAsia="BIZ UDP明朝 Medium" w:hAnsi="BIZ UDP明朝 Medium" w:hint="eastAsia"/>
          <w:b/>
          <w:bCs/>
          <w:sz w:val="16"/>
          <w:szCs w:val="18"/>
        </w:rPr>
        <w:t xml:space="preserve">　</w:t>
      </w:r>
      <w:r w:rsidRPr="002D6EC0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●連絡先：e-mail：　　　　　　　　　　　　　</w:t>
      </w:r>
      <w:r w:rsidR="00712798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　　　　　　　　　　　</w:t>
      </w:r>
      <w:r w:rsidRPr="002D6EC0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　　　TEL：</w:t>
      </w:r>
      <w:r w:rsidR="00BB61E3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　　　　　　　　　　</w:t>
      </w:r>
      <w:r w:rsidRPr="002D6EC0">
        <w:rPr>
          <w:rFonts w:ascii="BIZ UDP明朝 Medium" w:eastAsia="BIZ UDP明朝 Medium" w:hAnsi="BIZ UDP明朝 Medium" w:hint="eastAsia"/>
          <w:b/>
          <w:bCs/>
          <w:color w:val="FF0000"/>
          <w:sz w:val="16"/>
          <w:szCs w:val="18"/>
        </w:rPr>
        <w:t xml:space="preserve">　　　　●送付先：　□勤務先　/　□ご自宅</w:t>
      </w:r>
    </w:p>
    <w:p w14:paraId="3C319AE4" w14:textId="701A4C72" w:rsidR="00EC1B77" w:rsidRPr="002D6EC0" w:rsidRDefault="00FE44CC" w:rsidP="00EC1B77">
      <w:pPr>
        <w:spacing w:line="240" w:lineRule="exact"/>
        <w:rPr>
          <w:rFonts w:ascii="BIZ UDP明朝 Medium" w:eastAsia="BIZ UDP明朝 Medium" w:hAnsi="BIZ UDP明朝 Medium"/>
        </w:rPr>
      </w:pPr>
      <w:r w:rsidRPr="002D6EC0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55167" behindDoc="0" locked="1" layoutInCell="1" allowOverlap="1" wp14:anchorId="45C39100" wp14:editId="7A9E99A5">
                <wp:simplePos x="0" y="0"/>
                <wp:positionH relativeFrom="page">
                  <wp:align>center</wp:align>
                </wp:positionH>
                <wp:positionV relativeFrom="paragraph">
                  <wp:posOffset>69850</wp:posOffset>
                </wp:positionV>
                <wp:extent cx="7020000" cy="0"/>
                <wp:effectExtent l="0" t="0" r="9525" b="19050"/>
                <wp:wrapNone/>
                <wp:docPr id="1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00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10B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5" o:spid="_x0000_s1026" type="#_x0000_t32" style="position:absolute;left:0;text-align:left;margin-left:0;margin-top:5.5pt;width:552.75pt;height:0;z-index:251655167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" strokeweight=".5pt">
                <v:stroke dashstyle="1 1" startarrowwidth="narrow" startarrowlength="short" endarrowwidth="narrow" endarrowlength="short"/>
                <w10:wrap anchorx="page"/>
                <w10:anchorlock/>
              </v:shape>
            </w:pict>
          </mc:Fallback>
        </mc:AlternateConten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"/>
        <w:gridCol w:w="827"/>
        <w:gridCol w:w="1856"/>
        <w:gridCol w:w="1842"/>
        <w:gridCol w:w="305"/>
        <w:gridCol w:w="817"/>
        <w:gridCol w:w="1714"/>
        <w:gridCol w:w="1991"/>
      </w:tblGrid>
      <w:tr w:rsidR="00495C79" w:rsidRPr="002D6EC0" w14:paraId="73E3C5C9" w14:textId="77777777" w:rsidTr="009D7BAE">
        <w:trPr>
          <w:cantSplit/>
          <w:trHeight w:val="850"/>
          <w:jc w:val="center"/>
        </w:trPr>
        <w:tc>
          <w:tcPr>
            <w:tcW w:w="302" w:type="dxa"/>
            <w:vMerge w:val="restart"/>
            <w:shd w:val="clear" w:color="auto" w:fill="auto"/>
            <w:textDirection w:val="tbRlV"/>
            <w:vAlign w:val="center"/>
          </w:tcPr>
          <w:p w14:paraId="560FEE20" w14:textId="77777777" w:rsidR="00495C79" w:rsidRPr="002D6EC0" w:rsidRDefault="00495C79" w:rsidP="009D7BAE">
            <w:pPr>
              <w:autoSpaceDE w:val="0"/>
              <w:autoSpaceDN w:val="0"/>
              <w:spacing w:line="240" w:lineRule="auto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審</w:t>
            </w:r>
            <w:r w:rsidR="00DF662C"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 xml:space="preserve">　</w:t>
            </w: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査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2F1E89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知識技術</w:t>
            </w:r>
          </w:p>
          <w:p w14:paraId="76B35099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チェック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shd w:val="clear" w:color="auto" w:fill="auto"/>
            <w:tcMar>
              <w:left w:w="199" w:type="dxa"/>
              <w:right w:w="199" w:type="dxa"/>
            </w:tcMar>
          </w:tcPr>
          <w:p w14:paraId="5827EDD3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  <w:u w:val="single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  <w:u w:val="single"/>
              </w:rPr>
              <w:t>審査結果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EDB9564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（再審査など備考）</w:t>
            </w:r>
          </w:p>
        </w:tc>
        <w:tc>
          <w:tcPr>
            <w:tcW w:w="305" w:type="dxa"/>
            <w:vMerge w:val="restart"/>
            <w:shd w:val="clear" w:color="auto" w:fill="auto"/>
            <w:textDirection w:val="tbRlV"/>
            <w:vAlign w:val="center"/>
          </w:tcPr>
          <w:p w14:paraId="18FED9B9" w14:textId="77777777" w:rsidR="00495C79" w:rsidRPr="002D6EC0" w:rsidRDefault="009D7BAE" w:rsidP="009D7BAE">
            <w:pPr>
              <w:autoSpaceDE w:val="0"/>
              <w:autoSpaceDN w:val="0"/>
              <w:spacing w:line="240" w:lineRule="auto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審　査</w:t>
            </w:r>
          </w:p>
        </w:tc>
        <w:tc>
          <w:tcPr>
            <w:tcW w:w="817" w:type="dxa"/>
            <w:shd w:val="clear" w:color="auto" w:fill="auto"/>
            <w:textDirection w:val="tbRlV"/>
            <w:vAlign w:val="center"/>
          </w:tcPr>
          <w:p w14:paraId="03F3511F" w14:textId="77777777" w:rsidR="00495C79" w:rsidRPr="002D6EC0" w:rsidRDefault="009D7BAE" w:rsidP="009D7BAE">
            <w:pPr>
              <w:autoSpaceDE w:val="0"/>
              <w:autoSpaceDN w:val="0"/>
              <w:spacing w:line="240" w:lineRule="auto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業　歴</w:t>
            </w:r>
          </w:p>
        </w:tc>
        <w:tc>
          <w:tcPr>
            <w:tcW w:w="1714" w:type="dxa"/>
            <w:shd w:val="clear" w:color="auto" w:fill="auto"/>
          </w:tcPr>
          <w:p w14:paraId="287BCD9B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  <w:u w:val="single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  <w:u w:val="single"/>
              </w:rPr>
              <w:t>審査結果</w:t>
            </w:r>
          </w:p>
        </w:tc>
        <w:tc>
          <w:tcPr>
            <w:tcW w:w="1991" w:type="dxa"/>
            <w:shd w:val="clear" w:color="auto" w:fill="auto"/>
          </w:tcPr>
          <w:p w14:paraId="308B87C1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（再審査など備考）</w:t>
            </w:r>
          </w:p>
        </w:tc>
      </w:tr>
      <w:tr w:rsidR="00495C79" w:rsidRPr="002D6EC0" w14:paraId="357182E3" w14:textId="77777777" w:rsidTr="00AE4B65">
        <w:trPr>
          <w:cantSplit/>
          <w:trHeight w:val="850"/>
          <w:jc w:val="center"/>
        </w:trPr>
        <w:tc>
          <w:tcPr>
            <w:tcW w:w="3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27A596" w14:textId="77777777" w:rsidR="00495C79" w:rsidRPr="002D6EC0" w:rsidRDefault="00495C79" w:rsidP="00E657C8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4525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00081ED3" w14:textId="77777777" w:rsidR="00495C79" w:rsidRPr="002D6EC0" w:rsidRDefault="00495C79" w:rsidP="00796655">
            <w:pPr>
              <w:autoSpaceDE w:val="0"/>
              <w:autoSpaceDN w:val="0"/>
              <w:spacing w:line="3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3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932206" w14:textId="77777777" w:rsidR="00495C79" w:rsidRPr="002D6EC0" w:rsidRDefault="00495C79" w:rsidP="00796655">
            <w:pPr>
              <w:autoSpaceDE w:val="0"/>
              <w:autoSpaceDN w:val="0"/>
              <w:spacing w:line="3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718D21CF" w14:textId="77777777" w:rsidR="00495C79" w:rsidRPr="002D6EC0" w:rsidRDefault="009D7BAE" w:rsidP="009D7BAE">
            <w:pPr>
              <w:autoSpaceDE w:val="0"/>
              <w:autoSpaceDN w:val="0"/>
              <w:spacing w:line="240" w:lineRule="auto"/>
              <w:ind w:left="113" w:right="113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適　正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</w:tcPr>
          <w:p w14:paraId="4E5703AD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  <w:u w:val="single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  <w:u w:val="single"/>
              </w:rPr>
              <w:t>審査結果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auto"/>
          </w:tcPr>
          <w:p w14:paraId="7B34D8E3" w14:textId="77777777" w:rsidR="00495C79" w:rsidRPr="002D6EC0" w:rsidRDefault="00495C79" w:rsidP="007749A0">
            <w:pPr>
              <w:autoSpaceDE w:val="0"/>
              <w:autoSpaceDN w:val="0"/>
              <w:spacing w:line="200" w:lineRule="exact"/>
              <w:jc w:val="center"/>
              <w:rPr>
                <w:rFonts w:ascii="BIZ UDP明朝 Medium" w:eastAsia="BIZ UDP明朝 Medium" w:hAnsi="BIZ UDP明朝 Medium"/>
                <w:sz w:val="16"/>
                <w:szCs w:val="16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（再審査など備考）</w:t>
            </w:r>
          </w:p>
        </w:tc>
      </w:tr>
      <w:tr w:rsidR="00495C79" w:rsidRPr="002D6EC0" w14:paraId="5C9D5349" w14:textId="77777777" w:rsidTr="00B342FB">
        <w:trPr>
          <w:cantSplit/>
          <w:trHeight w:hRule="exact" w:val="567"/>
          <w:jc w:val="center"/>
        </w:trPr>
        <w:tc>
          <w:tcPr>
            <w:tcW w:w="4827" w:type="dxa"/>
            <w:gridSpan w:val="4"/>
            <w:shd w:val="clear" w:color="auto" w:fill="auto"/>
          </w:tcPr>
          <w:p w14:paraId="5EB71335" w14:textId="77777777" w:rsidR="00495C79" w:rsidRPr="002D6EC0" w:rsidRDefault="0005778B" w:rsidP="00495C79">
            <w:pPr>
              <w:autoSpaceDE w:val="0"/>
              <w:autoSpaceDN w:val="0"/>
              <w:spacing w:line="280" w:lineRule="exac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推薦</w:t>
            </w:r>
            <w:r w:rsidR="00495C79"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団体名</w:t>
            </w:r>
          </w:p>
        </w:tc>
        <w:tc>
          <w:tcPr>
            <w:tcW w:w="2836" w:type="dxa"/>
            <w:gridSpan w:val="3"/>
            <w:shd w:val="clear" w:color="auto" w:fill="auto"/>
          </w:tcPr>
          <w:p w14:paraId="3068C2CE" w14:textId="77777777" w:rsidR="00495C79" w:rsidRPr="002D6EC0" w:rsidRDefault="009D7BAE" w:rsidP="00495C79">
            <w:pPr>
              <w:autoSpaceDE w:val="0"/>
              <w:autoSpaceDN w:val="0"/>
              <w:spacing w:line="280" w:lineRule="exac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54142" behindDoc="0" locked="0" layoutInCell="1" allowOverlap="1" wp14:anchorId="31793751" wp14:editId="124BF95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25400</wp:posOffset>
                      </wp:positionV>
                      <wp:extent cx="228600" cy="25273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527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C63F84" w14:textId="77777777" w:rsidR="00297083" w:rsidRPr="00297083" w:rsidRDefault="00297083" w:rsidP="00297083">
                                  <w:pPr>
                                    <w:spacing w:line="240" w:lineRule="atLeas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97083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93751" id="_x0000_s1028" type="#_x0000_t202" style="position:absolute;left:0;text-align:left;margin-left:120.6pt;margin-top:2pt;width:18pt;height:19.9pt;z-index:2516541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" filled="f" stroked="f">
                      <v:textbox inset="1mm,1mm,1mm,1mm">
                        <w:txbxContent>
                          <w:p w14:paraId="71C63F84" w14:textId="77777777" w:rsidR="00297083" w:rsidRPr="00297083" w:rsidRDefault="00297083" w:rsidP="00297083">
                            <w:pPr>
                              <w:spacing w:line="24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9708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5C79"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審査員名</w:t>
            </w:r>
          </w:p>
          <w:p w14:paraId="3E06178D" w14:textId="77777777" w:rsidR="00495C79" w:rsidRPr="002D6EC0" w:rsidRDefault="00495C79" w:rsidP="00297083">
            <w:pPr>
              <w:autoSpaceDE w:val="0"/>
              <w:autoSpaceDN w:val="0"/>
              <w:spacing w:line="280" w:lineRule="exac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　　　　　　　　　　　　　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0AC25757" w14:textId="77777777" w:rsidR="00495C79" w:rsidRPr="002D6EC0" w:rsidRDefault="00495C79" w:rsidP="00796655">
            <w:pPr>
              <w:autoSpaceDE w:val="0"/>
              <w:autoSpaceDN w:val="0"/>
              <w:spacing w:line="280" w:lineRule="exact"/>
              <w:ind w:right="57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　年　　月　　日</w:t>
            </w:r>
          </w:p>
        </w:tc>
      </w:tr>
    </w:tbl>
    <w:p w14:paraId="1A90F795" w14:textId="77777777" w:rsidR="00796655" w:rsidRPr="002D6EC0" w:rsidRDefault="00796655" w:rsidP="00EC1B77">
      <w:pPr>
        <w:spacing w:line="240" w:lineRule="exact"/>
        <w:rPr>
          <w:rFonts w:ascii="BIZ UDP明朝 Medium" w:eastAsia="BIZ UDP明朝 Medium" w:hAnsi="BIZ UDP明朝 Medium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5"/>
        <w:gridCol w:w="3119"/>
        <w:gridCol w:w="1843"/>
        <w:gridCol w:w="4117"/>
      </w:tblGrid>
      <w:tr w:rsidR="00A32063" w:rsidRPr="002D6EC0" w14:paraId="02646E93" w14:textId="77777777" w:rsidTr="00EC1B77">
        <w:trPr>
          <w:cantSplit/>
          <w:trHeight w:hRule="exact" w:val="312"/>
          <w:jc w:val="center"/>
        </w:trPr>
        <w:tc>
          <w:tcPr>
            <w:tcW w:w="575" w:type="dxa"/>
            <w:vMerge w:val="restart"/>
            <w:shd w:val="clear" w:color="auto" w:fill="auto"/>
            <w:textDirection w:val="tbRlV"/>
          </w:tcPr>
          <w:p w14:paraId="2E9798F5" w14:textId="77777777" w:rsidR="004C4A17" w:rsidRPr="002D6EC0" w:rsidRDefault="004C4A17" w:rsidP="004C4A17">
            <w:pPr>
              <w:autoSpaceDE w:val="0"/>
              <w:autoSpaceDN w:val="0"/>
              <w:spacing w:line="240" w:lineRule="exact"/>
              <w:ind w:left="113" w:right="113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>審査会</w:t>
            </w:r>
          </w:p>
          <w:p w14:paraId="544B4F08" w14:textId="08D3C433" w:rsidR="00A32063" w:rsidRPr="002D6EC0" w:rsidRDefault="004C4A17" w:rsidP="004C4A17">
            <w:pPr>
              <w:autoSpaceDE w:val="0"/>
              <w:autoSpaceDN w:val="0"/>
              <w:spacing w:line="240" w:lineRule="exact"/>
              <w:ind w:left="113" w:right="113"/>
              <w:jc w:val="right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>記入欄</w:t>
            </w:r>
          </w:p>
        </w:tc>
        <w:tc>
          <w:tcPr>
            <w:tcW w:w="3119" w:type="dxa"/>
            <w:vMerge w:val="restart"/>
            <w:shd w:val="clear" w:color="auto" w:fill="auto"/>
            <w:noWrap/>
          </w:tcPr>
          <w:p w14:paraId="229EF9C8" w14:textId="15C00F42" w:rsidR="006E7DC1" w:rsidRPr="002D6EC0" w:rsidRDefault="00A32063" w:rsidP="0038567D">
            <w:pPr>
              <w:autoSpaceDE w:val="0"/>
              <w:autoSpaceDN w:val="0"/>
              <w:spacing w:afterLines="50" w:after="120" w:line="300" w:lineRule="exact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>最終審査結果</w:t>
            </w:r>
          </w:p>
          <w:p w14:paraId="416B326F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 xml:space="preserve">　　承認　　　保留　　　　否認</w:t>
            </w:r>
          </w:p>
        </w:tc>
        <w:tc>
          <w:tcPr>
            <w:tcW w:w="1843" w:type="dxa"/>
            <w:shd w:val="clear" w:color="auto" w:fill="auto"/>
            <w:tcMar>
              <w:left w:w="199" w:type="dxa"/>
              <w:right w:w="199" w:type="dxa"/>
            </w:tcMar>
          </w:tcPr>
          <w:p w14:paraId="487AA869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jc w:val="distribute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>審査年月日</w:t>
            </w:r>
          </w:p>
        </w:tc>
        <w:tc>
          <w:tcPr>
            <w:tcW w:w="4117" w:type="dxa"/>
            <w:shd w:val="clear" w:color="auto" w:fill="auto"/>
          </w:tcPr>
          <w:p w14:paraId="249BA70D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 xml:space="preserve">　　　　　　年　　　　月　　　　日</w:t>
            </w:r>
          </w:p>
        </w:tc>
      </w:tr>
      <w:tr w:rsidR="00A32063" w:rsidRPr="002D6EC0" w14:paraId="7E8E04F9" w14:textId="77777777" w:rsidTr="00EC1B77">
        <w:trPr>
          <w:cantSplit/>
          <w:trHeight w:hRule="exact" w:val="312"/>
          <w:jc w:val="center"/>
        </w:trPr>
        <w:tc>
          <w:tcPr>
            <w:tcW w:w="575" w:type="dxa"/>
            <w:vMerge/>
            <w:shd w:val="clear" w:color="auto" w:fill="auto"/>
          </w:tcPr>
          <w:p w14:paraId="61F2B080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366A1A0F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843" w:type="dxa"/>
            <w:shd w:val="clear" w:color="auto" w:fill="auto"/>
            <w:tcMar>
              <w:left w:w="199" w:type="dxa"/>
              <w:right w:w="199" w:type="dxa"/>
            </w:tcMar>
          </w:tcPr>
          <w:p w14:paraId="1F769016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jc w:val="distribute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>認定年月日</w:t>
            </w:r>
          </w:p>
        </w:tc>
        <w:tc>
          <w:tcPr>
            <w:tcW w:w="4117" w:type="dxa"/>
            <w:shd w:val="clear" w:color="auto" w:fill="auto"/>
          </w:tcPr>
          <w:p w14:paraId="22825F48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 xml:space="preserve">　　　　　　年　　　　月　　　　日</w:t>
            </w:r>
          </w:p>
        </w:tc>
      </w:tr>
      <w:tr w:rsidR="00A32063" w:rsidRPr="002D6EC0" w14:paraId="4690AB8E" w14:textId="77777777" w:rsidTr="00EC1B77">
        <w:trPr>
          <w:cantSplit/>
          <w:trHeight w:hRule="exact" w:val="312"/>
          <w:jc w:val="center"/>
        </w:trPr>
        <w:tc>
          <w:tcPr>
            <w:tcW w:w="575" w:type="dxa"/>
            <w:vMerge/>
            <w:shd w:val="clear" w:color="auto" w:fill="auto"/>
          </w:tcPr>
          <w:p w14:paraId="2961D106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89CA3BB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  <w:tc>
          <w:tcPr>
            <w:tcW w:w="1843" w:type="dxa"/>
            <w:shd w:val="clear" w:color="auto" w:fill="auto"/>
            <w:tcMar>
              <w:left w:w="199" w:type="dxa"/>
              <w:right w:w="199" w:type="dxa"/>
            </w:tcMar>
          </w:tcPr>
          <w:p w14:paraId="1C41FA87" w14:textId="77777777" w:rsidR="00A32063" w:rsidRPr="002D6EC0" w:rsidRDefault="00A32063" w:rsidP="0038567D">
            <w:pPr>
              <w:autoSpaceDE w:val="0"/>
              <w:autoSpaceDN w:val="0"/>
              <w:spacing w:line="300" w:lineRule="exact"/>
              <w:jc w:val="distribute"/>
              <w:rPr>
                <w:rFonts w:ascii="BIZ UDP明朝 Medium" w:eastAsia="BIZ UDP明朝 Medium" w:hAnsi="BIZ UDP明朝 Medium"/>
                <w:sz w:val="18"/>
              </w:rPr>
            </w:pPr>
            <w:r w:rsidRPr="002D6EC0">
              <w:rPr>
                <w:rFonts w:ascii="BIZ UDP明朝 Medium" w:eastAsia="BIZ UDP明朝 Medium" w:hAnsi="BIZ UDP明朝 Medium" w:hint="eastAsia"/>
                <w:sz w:val="18"/>
              </w:rPr>
              <w:t>認定№</w:t>
            </w:r>
          </w:p>
        </w:tc>
        <w:tc>
          <w:tcPr>
            <w:tcW w:w="4117" w:type="dxa"/>
            <w:shd w:val="clear" w:color="auto" w:fill="auto"/>
          </w:tcPr>
          <w:p w14:paraId="2A34CC5C" w14:textId="77777777" w:rsidR="0091068A" w:rsidRPr="002D6EC0" w:rsidRDefault="0091068A" w:rsidP="0038567D">
            <w:pPr>
              <w:autoSpaceDE w:val="0"/>
              <w:autoSpaceDN w:val="0"/>
              <w:spacing w:line="300" w:lineRule="exact"/>
              <w:rPr>
                <w:rFonts w:ascii="BIZ UDP明朝 Medium" w:eastAsia="BIZ UDP明朝 Medium" w:hAnsi="BIZ UDP明朝 Medium"/>
                <w:sz w:val="18"/>
              </w:rPr>
            </w:pPr>
          </w:p>
        </w:tc>
      </w:tr>
    </w:tbl>
    <w:p w14:paraId="37124106" w14:textId="77777777" w:rsidR="008B126F" w:rsidRPr="002D6EC0" w:rsidRDefault="008B126F" w:rsidP="00692B55">
      <w:pPr>
        <w:autoSpaceDE w:val="0"/>
        <w:autoSpaceDN w:val="0"/>
        <w:spacing w:line="20" w:lineRule="exact"/>
        <w:rPr>
          <w:rFonts w:ascii="BIZ UDP明朝 Medium" w:eastAsia="BIZ UDP明朝 Medium" w:hAnsi="BIZ UDP明朝 Medium"/>
          <w:sz w:val="18"/>
        </w:rPr>
      </w:pPr>
    </w:p>
    <w:sectPr w:rsidR="008B126F" w:rsidRPr="002D6EC0" w:rsidSect="004C4A17">
      <w:headerReference w:type="default" r:id="rId7"/>
      <w:type w:val="continuous"/>
      <w:pgSz w:w="11906" w:h="16838" w:code="9"/>
      <w:pgMar w:top="709" w:right="1134" w:bottom="426" w:left="1134" w:header="227" w:footer="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B2D3A" w14:textId="77777777" w:rsidR="002B213E" w:rsidRDefault="002B213E">
      <w:r>
        <w:separator/>
      </w:r>
    </w:p>
  </w:endnote>
  <w:endnote w:type="continuationSeparator" w:id="0">
    <w:p w14:paraId="63A67BE8" w14:textId="77777777" w:rsidR="002B213E" w:rsidRDefault="002B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7ADE0" w14:textId="77777777" w:rsidR="002B213E" w:rsidRDefault="002B213E">
      <w:r>
        <w:separator/>
      </w:r>
    </w:p>
  </w:footnote>
  <w:footnote w:type="continuationSeparator" w:id="0">
    <w:p w14:paraId="48926DB9" w14:textId="77777777" w:rsidR="002B213E" w:rsidRDefault="002B2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1C9C" w14:textId="77777777" w:rsidR="00A4079B" w:rsidRPr="0081208C" w:rsidRDefault="00A4079B" w:rsidP="00A4079B">
    <w:pPr>
      <w:pStyle w:val="a3"/>
      <w:ind w:rightChars="-203" w:right="-426"/>
      <w:jc w:val="right"/>
      <w:rPr>
        <w:rFonts w:asciiTheme="majorEastAsia" w:eastAsiaTheme="majorEastAsia" w:hAnsiTheme="major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538D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1" w15:restartNumberingAfterBreak="0">
    <w:nsid w:val="31373F6D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2" w15:restartNumberingAfterBreak="0">
    <w:nsid w:val="3C6F3073"/>
    <w:multiLevelType w:val="hybridMultilevel"/>
    <w:tmpl w:val="8CAACB68"/>
    <w:lvl w:ilvl="0" w:tplc="EE46B5F8">
      <w:start w:val="1"/>
      <w:numFmt w:val="decimalEnclosedCircle"/>
      <w:lvlText w:val="%1"/>
      <w:lvlJc w:val="left"/>
      <w:pPr>
        <w:ind w:left="4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7" w:hanging="420"/>
      </w:pPr>
    </w:lvl>
  </w:abstractNum>
  <w:abstractNum w:abstractNumId="3" w15:restartNumberingAfterBreak="0">
    <w:nsid w:val="55463434"/>
    <w:multiLevelType w:val="singleLevel"/>
    <w:tmpl w:val="C4B02086"/>
    <w:lvl w:ilvl="0">
      <w:start w:val="11"/>
      <w:numFmt w:val="decimalEnclosedCircle"/>
      <w:lvlText w:val="%1"/>
      <w:legacy w:legacy="1" w:legacySpace="0" w:legacyIndent="195"/>
      <w:lvlJc w:val="left"/>
      <w:pPr>
        <w:ind w:left="252" w:hanging="195"/>
      </w:pPr>
      <w:rPr>
        <w:rFonts w:ascii="ＭＳ 明朝" w:eastAsia="ＭＳ 明朝" w:hAnsi="ＭＳ 明朝" w:hint="eastAsia"/>
        <w:b w:val="0"/>
        <w:i w:val="0"/>
        <w:sz w:val="16"/>
        <w:u w:val="none"/>
      </w:rPr>
    </w:lvl>
  </w:abstractNum>
  <w:abstractNum w:abstractNumId="4" w15:restartNumberingAfterBreak="0">
    <w:nsid w:val="5BD37654"/>
    <w:multiLevelType w:val="singleLevel"/>
    <w:tmpl w:val="8D90339E"/>
    <w:lvl w:ilvl="0">
      <w:start w:val="2"/>
      <w:numFmt w:val="decimalEnclosedCircle"/>
      <w:lvlText w:val="%1"/>
      <w:legacy w:legacy="1" w:legacySpace="0" w:legacyIndent="165"/>
      <w:lvlJc w:val="left"/>
      <w:pPr>
        <w:ind w:left="165" w:hanging="165"/>
      </w:pPr>
      <w:rPr>
        <w:rFonts w:ascii="ＭＳ 明朝" w:eastAsia="ＭＳ 明朝" w:hAnsi="ＭＳ 明朝" w:hint="eastAsia"/>
        <w:b w:val="0"/>
        <w:i w:val="0"/>
        <w:sz w:val="16"/>
        <w:u w:val="none"/>
      </w:rPr>
    </w:lvl>
  </w:abstractNum>
  <w:abstractNum w:abstractNumId="5" w15:restartNumberingAfterBreak="0">
    <w:nsid w:val="66CC6E38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6" w15:restartNumberingAfterBreak="0">
    <w:nsid w:val="69E67701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abstractNum w:abstractNumId="7" w15:restartNumberingAfterBreak="0">
    <w:nsid w:val="7DB6012D"/>
    <w:multiLevelType w:val="singleLevel"/>
    <w:tmpl w:val="2E665FC2"/>
    <w:lvl w:ilvl="0">
      <w:start w:val="2"/>
      <w:numFmt w:val="decimalFullWidth"/>
      <w:lvlText w:val="%1．"/>
      <w:legacy w:legacy="1" w:legacySpace="0" w:legacyIndent="360"/>
      <w:lvlJc w:val="left"/>
      <w:pPr>
        <w:ind w:left="723" w:hanging="360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 style="mso-position-vertical-relative:page">
      <v:stroke dashstyle="1 1" startarrowwidth="narrow" startarrowlength="short" endarrowwidth="narrow" endarrowlength="short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5F6ABE"/>
    <w:rsid w:val="00015CF0"/>
    <w:rsid w:val="00021328"/>
    <w:rsid w:val="0004054C"/>
    <w:rsid w:val="0005778B"/>
    <w:rsid w:val="00084231"/>
    <w:rsid w:val="000A575A"/>
    <w:rsid w:val="000D2FFF"/>
    <w:rsid w:val="000F661B"/>
    <w:rsid w:val="001002BE"/>
    <w:rsid w:val="00122323"/>
    <w:rsid w:val="001236B1"/>
    <w:rsid w:val="00127B9D"/>
    <w:rsid w:val="00135001"/>
    <w:rsid w:val="0019584A"/>
    <w:rsid w:val="001A4BD6"/>
    <w:rsid w:val="001C208E"/>
    <w:rsid w:val="001F48D5"/>
    <w:rsid w:val="00210A4C"/>
    <w:rsid w:val="00224F8B"/>
    <w:rsid w:val="00231EBF"/>
    <w:rsid w:val="002340FD"/>
    <w:rsid w:val="00257E97"/>
    <w:rsid w:val="00266DEC"/>
    <w:rsid w:val="00273757"/>
    <w:rsid w:val="00274829"/>
    <w:rsid w:val="002930BB"/>
    <w:rsid w:val="00297083"/>
    <w:rsid w:val="002B213E"/>
    <w:rsid w:val="002D6EC0"/>
    <w:rsid w:val="002F4C9D"/>
    <w:rsid w:val="003111A2"/>
    <w:rsid w:val="0031614A"/>
    <w:rsid w:val="00337C35"/>
    <w:rsid w:val="00345C7B"/>
    <w:rsid w:val="003801E6"/>
    <w:rsid w:val="0038567D"/>
    <w:rsid w:val="003A453E"/>
    <w:rsid w:val="003C0CF6"/>
    <w:rsid w:val="003F148C"/>
    <w:rsid w:val="003F31E6"/>
    <w:rsid w:val="00406D83"/>
    <w:rsid w:val="00417BDC"/>
    <w:rsid w:val="00427698"/>
    <w:rsid w:val="004338D3"/>
    <w:rsid w:val="00471C1D"/>
    <w:rsid w:val="004778C4"/>
    <w:rsid w:val="00495C79"/>
    <w:rsid w:val="0049668F"/>
    <w:rsid w:val="004A52D0"/>
    <w:rsid w:val="004A6909"/>
    <w:rsid w:val="004C4A17"/>
    <w:rsid w:val="00512833"/>
    <w:rsid w:val="00527FD0"/>
    <w:rsid w:val="00542DCC"/>
    <w:rsid w:val="00573F9B"/>
    <w:rsid w:val="005941FF"/>
    <w:rsid w:val="005A7BD6"/>
    <w:rsid w:val="005B010B"/>
    <w:rsid w:val="005F34D2"/>
    <w:rsid w:val="005F6ABE"/>
    <w:rsid w:val="006127EF"/>
    <w:rsid w:val="006251D3"/>
    <w:rsid w:val="00662DCF"/>
    <w:rsid w:val="00692B55"/>
    <w:rsid w:val="006E7DC1"/>
    <w:rsid w:val="00712798"/>
    <w:rsid w:val="00714E35"/>
    <w:rsid w:val="007376E4"/>
    <w:rsid w:val="0074064F"/>
    <w:rsid w:val="00745662"/>
    <w:rsid w:val="0074698D"/>
    <w:rsid w:val="007749A0"/>
    <w:rsid w:val="0078125A"/>
    <w:rsid w:val="007933B4"/>
    <w:rsid w:val="00796655"/>
    <w:rsid w:val="007976B5"/>
    <w:rsid w:val="007A365D"/>
    <w:rsid w:val="007B01CD"/>
    <w:rsid w:val="007C5FE3"/>
    <w:rsid w:val="007D0A00"/>
    <w:rsid w:val="00807D73"/>
    <w:rsid w:val="0081208C"/>
    <w:rsid w:val="00823D09"/>
    <w:rsid w:val="00825F40"/>
    <w:rsid w:val="00827E8E"/>
    <w:rsid w:val="008316E9"/>
    <w:rsid w:val="00853EB2"/>
    <w:rsid w:val="00871196"/>
    <w:rsid w:val="008737B1"/>
    <w:rsid w:val="00874629"/>
    <w:rsid w:val="00880DC4"/>
    <w:rsid w:val="0088483B"/>
    <w:rsid w:val="008A162D"/>
    <w:rsid w:val="008A777E"/>
    <w:rsid w:val="008B126F"/>
    <w:rsid w:val="008E2010"/>
    <w:rsid w:val="008E2431"/>
    <w:rsid w:val="008F5600"/>
    <w:rsid w:val="00904B49"/>
    <w:rsid w:val="009051D5"/>
    <w:rsid w:val="00907C3C"/>
    <w:rsid w:val="0091068A"/>
    <w:rsid w:val="0092767C"/>
    <w:rsid w:val="00931754"/>
    <w:rsid w:val="00940D60"/>
    <w:rsid w:val="00950DF5"/>
    <w:rsid w:val="00951C33"/>
    <w:rsid w:val="00982190"/>
    <w:rsid w:val="009A2E79"/>
    <w:rsid w:val="009B5BC3"/>
    <w:rsid w:val="009C0718"/>
    <w:rsid w:val="009C592F"/>
    <w:rsid w:val="009C65B9"/>
    <w:rsid w:val="009C697F"/>
    <w:rsid w:val="009D7BAE"/>
    <w:rsid w:val="009E1B61"/>
    <w:rsid w:val="009E7849"/>
    <w:rsid w:val="009F02B6"/>
    <w:rsid w:val="00A32063"/>
    <w:rsid w:val="00A32EB2"/>
    <w:rsid w:val="00A35FA5"/>
    <w:rsid w:val="00A4079B"/>
    <w:rsid w:val="00A426A0"/>
    <w:rsid w:val="00A519EE"/>
    <w:rsid w:val="00A61897"/>
    <w:rsid w:val="00A85D73"/>
    <w:rsid w:val="00A86E0B"/>
    <w:rsid w:val="00AA04E1"/>
    <w:rsid w:val="00AE4B65"/>
    <w:rsid w:val="00AF4E2B"/>
    <w:rsid w:val="00B17111"/>
    <w:rsid w:val="00B342FB"/>
    <w:rsid w:val="00B4049D"/>
    <w:rsid w:val="00B45950"/>
    <w:rsid w:val="00B501CB"/>
    <w:rsid w:val="00B91997"/>
    <w:rsid w:val="00B9294F"/>
    <w:rsid w:val="00BB44D0"/>
    <w:rsid w:val="00BB61E3"/>
    <w:rsid w:val="00BD044F"/>
    <w:rsid w:val="00BF0450"/>
    <w:rsid w:val="00BF5B25"/>
    <w:rsid w:val="00BF6D6E"/>
    <w:rsid w:val="00C065DF"/>
    <w:rsid w:val="00C07753"/>
    <w:rsid w:val="00C33990"/>
    <w:rsid w:val="00C35F4C"/>
    <w:rsid w:val="00C47817"/>
    <w:rsid w:val="00C652B8"/>
    <w:rsid w:val="00C67B20"/>
    <w:rsid w:val="00C720AE"/>
    <w:rsid w:val="00C74D91"/>
    <w:rsid w:val="00CB0798"/>
    <w:rsid w:val="00CB07BD"/>
    <w:rsid w:val="00CD127A"/>
    <w:rsid w:val="00CD135E"/>
    <w:rsid w:val="00CD1E8A"/>
    <w:rsid w:val="00CD3E74"/>
    <w:rsid w:val="00CE056E"/>
    <w:rsid w:val="00CE4BD6"/>
    <w:rsid w:val="00CE717F"/>
    <w:rsid w:val="00CF6E31"/>
    <w:rsid w:val="00D017A8"/>
    <w:rsid w:val="00D37C4C"/>
    <w:rsid w:val="00D56225"/>
    <w:rsid w:val="00D64F57"/>
    <w:rsid w:val="00DF662C"/>
    <w:rsid w:val="00E142EB"/>
    <w:rsid w:val="00E31E21"/>
    <w:rsid w:val="00E36AB4"/>
    <w:rsid w:val="00E4461B"/>
    <w:rsid w:val="00E657C8"/>
    <w:rsid w:val="00E75149"/>
    <w:rsid w:val="00E97162"/>
    <w:rsid w:val="00EB2F52"/>
    <w:rsid w:val="00EC1B77"/>
    <w:rsid w:val="00EC5BC9"/>
    <w:rsid w:val="00ED66F9"/>
    <w:rsid w:val="00EE3634"/>
    <w:rsid w:val="00F17AAE"/>
    <w:rsid w:val="00F20C1B"/>
    <w:rsid w:val="00F361BD"/>
    <w:rsid w:val="00F61E1A"/>
    <w:rsid w:val="00F63210"/>
    <w:rsid w:val="00F74A91"/>
    <w:rsid w:val="00F85B71"/>
    <w:rsid w:val="00F922CE"/>
    <w:rsid w:val="00F97312"/>
    <w:rsid w:val="00FA26AF"/>
    <w:rsid w:val="00FB4796"/>
    <w:rsid w:val="00FC083F"/>
    <w:rsid w:val="00FE1218"/>
    <w:rsid w:val="00FE44CC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>
      <v:stroke dashstyle="1 1" startarrowwidth="narrow" startarrowlength="short" endarrowwidth="narrow" endarrowlength="short"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51112EA3"/>
  <w15:chartTrackingRefBased/>
  <w15:docId w15:val="{860B758F-834E-4925-B11F-122DD560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 w:semiHidden="1" w:unhideWhenUsed="1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paragraph" w:styleId="a6">
    <w:name w:val="Balloon Text"/>
    <w:basedOn w:val="a"/>
    <w:semiHidden/>
    <w:rsid w:val="00337C3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locked/>
    <w:rsid w:val="00D64F5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sucs">
    <w:name w:val="_lsucs"/>
    <w:locked/>
    <w:rsid w:val="00D017A8"/>
  </w:style>
  <w:style w:type="character" w:customStyle="1" w:styleId="a4">
    <w:name w:val="ヘッダー (文字)"/>
    <w:link w:val="a3"/>
    <w:rsid w:val="00F922CE"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07%20&#19968;&#33324;&#12467;&#12531;&#12469;&#12523;&#12479;&#12531;&#12488;&#29992;&#30003;&#35531;&#26360;&#65293;&#65297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07 一般コンサルタント用申請書－１</Template>
  <TotalTime>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一般コンサルタント用申請書</vt:lpstr>
      <vt:lpstr>一般コンサルタント用申請書</vt:lpstr>
    </vt:vector>
  </TitlesOfParts>
  <Company>（社）全日本能率連盟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一般コンサルタント用申請書</dc:title>
  <dc:subject/>
  <dc:creator>全日本能率連盟-2</dc:creator>
  <cp:keywords/>
  <cp:lastModifiedBy>全能連 宮野</cp:lastModifiedBy>
  <cp:revision>6</cp:revision>
  <cp:lastPrinted>2016-07-05T02:32:00Z</cp:lastPrinted>
  <dcterms:created xsi:type="dcterms:W3CDTF">2022-01-17T08:02:00Z</dcterms:created>
  <dcterms:modified xsi:type="dcterms:W3CDTF">2022-01-27T07:05:00Z</dcterms:modified>
</cp:coreProperties>
</file>