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B6386" w14:textId="4981B5FF" w:rsidR="00F61E1A" w:rsidRPr="004879EC" w:rsidRDefault="002F5EC5" w:rsidP="00A70B37">
      <w:pPr>
        <w:autoSpaceDE w:val="0"/>
        <w:autoSpaceDN w:val="0"/>
        <w:spacing w:afterLines="50" w:after="120" w:line="240" w:lineRule="auto"/>
        <w:jc w:val="center"/>
        <w:rPr>
          <w:rFonts w:ascii="BIZ UDP明朝 Medium" w:eastAsia="BIZ UDP明朝 Medium" w:hAnsi="BIZ UDP明朝 Medium"/>
          <w:kern w:val="28"/>
          <w:sz w:val="28"/>
        </w:rPr>
      </w:pPr>
      <w:r w:rsidRPr="004879EC">
        <w:rPr>
          <w:rFonts w:ascii="BIZ UDP明朝 Medium" w:eastAsia="BIZ UDP明朝 Medium" w:hAnsi="BIZ UDP明朝 Medium" w:hint="eastAsia"/>
          <w:noProof/>
          <w:sz w:val="28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8D8643" wp14:editId="21B7E8F5">
                <wp:simplePos x="0" y="0"/>
                <wp:positionH relativeFrom="rightMargin">
                  <wp:align>left</wp:align>
                </wp:positionH>
                <wp:positionV relativeFrom="paragraph">
                  <wp:posOffset>12065</wp:posOffset>
                </wp:positionV>
                <wp:extent cx="419735" cy="539750"/>
                <wp:effectExtent l="0" t="0" r="18415" b="127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73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4AF09FA" w14:textId="77777777" w:rsidR="002F5EC5" w:rsidRDefault="002F5EC5" w:rsidP="002F5EC5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HG明朝L-拡張ST" w:eastAsia="HG明朝L-拡張ST" w:hint="eastAsia"/>
                                <w:sz w:val="56"/>
                              </w:rPr>
                              <w:t>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D8643" id="正方形/長方形 1" o:spid="_x0000_s1026" style="position:absolute;left:0;text-align:left;margin-left:0;margin-top:.95pt;width:33.05pt;height:42.5pt;z-index:25165824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" filled="f" stroked="f">
                <v:textbox inset="0,0,0,0">
                  <w:txbxContent>
                    <w:p w14:paraId="54AF09FA" w14:textId="77777777" w:rsidR="002F5EC5" w:rsidRDefault="002F5EC5" w:rsidP="002F5EC5">
                      <w:pPr>
                        <w:pStyle w:val="a3"/>
                        <w:jc w:val="center"/>
                      </w:pPr>
                      <w:r>
                        <w:rPr>
                          <w:rFonts w:ascii="HG明朝L-拡張ST" w:eastAsia="HG明朝L-拡張ST" w:hint="eastAsia"/>
                          <w:sz w:val="56"/>
                        </w:rPr>
                        <w:t>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61E1A" w:rsidRPr="004879EC">
        <w:rPr>
          <w:rFonts w:ascii="BIZ UDP明朝 Medium" w:eastAsia="BIZ UDP明朝 Medium" w:hAnsi="BIZ UDP明朝 Medium" w:hint="eastAsia"/>
          <w:sz w:val="28"/>
        </w:rPr>
        <w:t>マネジメント・コンサルタント</w:t>
      </w:r>
      <w:r w:rsidR="002F4C9D" w:rsidRPr="004879EC">
        <w:rPr>
          <w:rFonts w:ascii="BIZ UDP明朝 Medium" w:eastAsia="BIZ UDP明朝 Medium" w:hAnsi="BIZ UDP明朝 Medium" w:hint="eastAsia"/>
          <w:kern w:val="28"/>
          <w:sz w:val="28"/>
        </w:rPr>
        <w:t>認定申請書</w:t>
      </w:r>
    </w:p>
    <w:p w14:paraId="2E05E91E" w14:textId="77777777" w:rsidR="00F61E1A" w:rsidRPr="004879EC" w:rsidRDefault="002F4C9D" w:rsidP="00716508">
      <w:pPr>
        <w:autoSpaceDE w:val="0"/>
        <w:autoSpaceDN w:val="0"/>
        <w:spacing w:line="320" w:lineRule="exact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4879EC">
        <w:rPr>
          <w:rFonts w:ascii="BIZ UDP明朝 Medium" w:eastAsia="BIZ UDP明朝 Medium" w:hAnsi="BIZ UDP明朝 Medium" w:hint="eastAsia"/>
          <w:sz w:val="22"/>
          <w:szCs w:val="22"/>
        </w:rPr>
        <w:t>（</w:t>
      </w:r>
      <w:r w:rsidRPr="004879EC">
        <w:rPr>
          <w:rFonts w:ascii="BIZ UDP明朝 Medium" w:eastAsia="BIZ UDP明朝 Medium" w:hAnsi="BIZ UDP明朝 Medium" w:hint="eastAsia"/>
          <w:b/>
          <w:sz w:val="22"/>
          <w:szCs w:val="22"/>
        </w:rPr>
        <w:t>Ｊ－ＭＣＭＣ申請</w:t>
      </w:r>
      <w:r w:rsidRPr="004879EC">
        <w:rPr>
          <w:rFonts w:ascii="BIZ UDP明朝 Medium" w:eastAsia="BIZ UDP明朝 Medium" w:hAnsi="BIZ UDP明朝 Medium" w:hint="eastAsia"/>
          <w:sz w:val="22"/>
          <w:szCs w:val="22"/>
        </w:rPr>
        <w:t>、</w:t>
      </w:r>
      <w:r w:rsidRPr="004879EC">
        <w:rPr>
          <w:rFonts w:ascii="BIZ UDP明朝 Medium" w:eastAsia="BIZ UDP明朝 Medium" w:hAnsi="BIZ UDP明朝 Medium" w:hint="eastAsia"/>
          <w:b/>
          <w:sz w:val="22"/>
          <w:szCs w:val="22"/>
        </w:rPr>
        <w:t>Ｊ－ＣＭＣ申請</w:t>
      </w:r>
      <w:r w:rsidRPr="004879EC">
        <w:rPr>
          <w:rFonts w:ascii="BIZ UDP明朝 Medium" w:eastAsia="BIZ UDP明朝 Medium" w:hAnsi="BIZ UDP明朝 Medium" w:hint="eastAsia"/>
          <w:sz w:val="22"/>
          <w:szCs w:val="22"/>
        </w:rPr>
        <w:t>）←いずれかに○をつけてください</w:t>
      </w:r>
    </w:p>
    <w:p w14:paraId="33CCEAC8" w14:textId="77777777" w:rsidR="00F61E1A" w:rsidRPr="004879EC" w:rsidRDefault="00B444F5" w:rsidP="005750B0">
      <w:pPr>
        <w:autoSpaceDE w:val="0"/>
        <w:autoSpaceDN w:val="0"/>
        <w:spacing w:beforeLines="50" w:before="120" w:afterLines="50" w:after="120" w:line="340" w:lineRule="atLeast"/>
        <w:rPr>
          <w:rFonts w:ascii="BIZ UDP明朝 Medium" w:eastAsia="BIZ UDP明朝 Medium" w:hAnsi="BIZ UDP明朝 Medium"/>
          <w:sz w:val="20"/>
        </w:rPr>
      </w:pPr>
      <w:r w:rsidRPr="004879EC">
        <w:rPr>
          <w:rFonts w:ascii="BIZ UDP明朝 Medium" w:eastAsia="BIZ UDP明朝 Medium" w:hAnsi="BIZ UDP明朝 Medium" w:hint="eastAsia"/>
          <w:sz w:val="20"/>
        </w:rPr>
        <w:t>公益社団法人全日本能率連盟 資格認証・認定審査会　御中</w:t>
      </w:r>
    </w:p>
    <w:tbl>
      <w:tblPr>
        <w:tblW w:w="968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1"/>
        <w:gridCol w:w="397"/>
        <w:gridCol w:w="306"/>
        <w:gridCol w:w="34"/>
        <w:gridCol w:w="284"/>
        <w:gridCol w:w="680"/>
        <w:gridCol w:w="170"/>
        <w:gridCol w:w="284"/>
        <w:gridCol w:w="253"/>
        <w:gridCol w:w="545"/>
        <w:gridCol w:w="448"/>
        <w:gridCol w:w="172"/>
        <w:gridCol w:w="111"/>
        <w:gridCol w:w="286"/>
        <w:gridCol w:w="423"/>
        <w:gridCol w:w="30"/>
        <w:gridCol w:w="681"/>
        <w:gridCol w:w="29"/>
        <w:gridCol w:w="368"/>
        <w:gridCol w:w="624"/>
        <w:gridCol w:w="283"/>
        <w:gridCol w:w="851"/>
        <w:gridCol w:w="266"/>
        <w:gridCol w:w="1719"/>
      </w:tblGrid>
      <w:tr w:rsidR="00A74E01" w:rsidRPr="004879EC" w14:paraId="09845DB0" w14:textId="77777777" w:rsidTr="00723CB6">
        <w:trPr>
          <w:cantSplit/>
          <w:trHeight w:hRule="exact" w:val="312"/>
          <w:jc w:val="center"/>
        </w:trPr>
        <w:tc>
          <w:tcPr>
            <w:tcW w:w="1144" w:type="dxa"/>
            <w:gridSpan w:val="3"/>
            <w:vAlign w:val="center"/>
          </w:tcPr>
          <w:p w14:paraId="5757CE0D" w14:textId="77777777" w:rsidR="00A74E01" w:rsidRPr="004879EC" w:rsidRDefault="00A74E01" w:rsidP="008B39BA">
            <w:pPr>
              <w:autoSpaceDE w:val="0"/>
              <w:autoSpaceDN w:val="0"/>
              <w:spacing w:before="40" w:after="40" w:line="240" w:lineRule="exact"/>
              <w:ind w:left="57" w:right="57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作成年月日</w:t>
            </w:r>
          </w:p>
        </w:tc>
        <w:tc>
          <w:tcPr>
            <w:tcW w:w="998" w:type="dxa"/>
            <w:gridSpan w:val="3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5E88A8EE" w14:textId="77777777" w:rsidR="00A74E01" w:rsidRPr="004879EC" w:rsidRDefault="00BB448A" w:rsidP="001E2E6B">
            <w:pPr>
              <w:autoSpaceDE w:val="0"/>
              <w:autoSpaceDN w:val="0"/>
              <w:spacing w:before="40" w:after="40" w:line="240" w:lineRule="exact"/>
              <w:ind w:right="180"/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（西暦）</w:t>
            </w:r>
          </w:p>
        </w:tc>
        <w:tc>
          <w:tcPr>
            <w:tcW w:w="707" w:type="dxa"/>
            <w:gridSpan w:val="3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3BC594FE" w14:textId="77777777" w:rsidR="00A74E01" w:rsidRPr="004879EC" w:rsidRDefault="00A74E01" w:rsidP="008B39BA">
            <w:pPr>
              <w:autoSpaceDE w:val="0"/>
              <w:autoSpaceDN w:val="0"/>
              <w:spacing w:before="40" w:after="40" w:line="240" w:lineRule="exact"/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545" w:type="dxa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25F1A8A5" w14:textId="77777777" w:rsidR="00A74E01" w:rsidRPr="004879EC" w:rsidRDefault="00A74E01" w:rsidP="008B39BA">
            <w:pPr>
              <w:autoSpaceDE w:val="0"/>
              <w:autoSpaceDN w:val="0"/>
              <w:spacing w:before="40" w:after="40" w:line="240" w:lineRule="exact"/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年</w:t>
            </w:r>
          </w:p>
        </w:tc>
        <w:tc>
          <w:tcPr>
            <w:tcW w:w="448" w:type="dxa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42DF89A6" w14:textId="77777777" w:rsidR="00A74E01" w:rsidRPr="004879EC" w:rsidRDefault="00A74E01" w:rsidP="008B39BA">
            <w:pPr>
              <w:autoSpaceDE w:val="0"/>
              <w:autoSpaceDN w:val="0"/>
              <w:spacing w:before="40" w:after="40" w:line="240" w:lineRule="exact"/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4B078A1" w14:textId="77777777" w:rsidR="00A74E01" w:rsidRPr="004879EC" w:rsidRDefault="00A74E01" w:rsidP="008B39BA">
            <w:pPr>
              <w:autoSpaceDE w:val="0"/>
              <w:autoSpaceDN w:val="0"/>
              <w:spacing w:before="40" w:after="40" w:line="240" w:lineRule="exact"/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51106B5D" w14:textId="77777777" w:rsidR="00A74E01" w:rsidRPr="004879EC" w:rsidRDefault="00A74E01" w:rsidP="008B39BA">
            <w:pPr>
              <w:autoSpaceDE w:val="0"/>
              <w:autoSpaceDN w:val="0"/>
              <w:spacing w:before="40" w:after="40" w:line="240" w:lineRule="exact"/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4851" w:type="dxa"/>
            <w:gridSpan w:val="9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7DF3B56F" w14:textId="77777777" w:rsidR="00A74E01" w:rsidRPr="004879EC" w:rsidRDefault="00A74E01" w:rsidP="008B39BA">
            <w:pPr>
              <w:autoSpaceDE w:val="0"/>
              <w:autoSpaceDN w:val="0"/>
              <w:spacing w:before="40" w:after="40" w:line="240" w:lineRule="exac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日</w:t>
            </w:r>
          </w:p>
        </w:tc>
      </w:tr>
      <w:tr w:rsidR="005C68FA" w:rsidRPr="004879EC" w14:paraId="22E690C7" w14:textId="77777777" w:rsidTr="00723CB6">
        <w:trPr>
          <w:cantSplit/>
          <w:trHeight w:val="280"/>
          <w:jc w:val="center"/>
        </w:trPr>
        <w:tc>
          <w:tcPr>
            <w:tcW w:w="44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360ACDE1" w14:textId="77777777" w:rsidR="005C68FA" w:rsidRPr="004879EC" w:rsidRDefault="005C68FA" w:rsidP="00E6274B">
            <w:pPr>
              <w:autoSpaceDE w:val="0"/>
              <w:autoSpaceDN w:val="0"/>
              <w:spacing w:line="200" w:lineRule="exact"/>
              <w:ind w:left="57" w:right="57" w:firstLineChars="100" w:firstLine="160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①申請者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5788F945" w14:textId="77777777" w:rsidR="005C68FA" w:rsidRPr="004879EC" w:rsidRDefault="005C68FA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氏　名</w:t>
            </w:r>
          </w:p>
        </w:tc>
        <w:tc>
          <w:tcPr>
            <w:tcW w:w="2556" w:type="dxa"/>
            <w:gridSpan w:val="8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CCF9F50" w14:textId="77777777" w:rsidR="005C68FA" w:rsidRPr="004879EC" w:rsidRDefault="005C68FA" w:rsidP="003C785F">
            <w:pPr>
              <w:autoSpaceDE w:val="0"/>
              <w:autoSpaceDN w:val="0"/>
              <w:spacing w:line="240" w:lineRule="auto"/>
              <w:rPr>
                <w:rFonts w:ascii="BIZ UDP明朝 Medium" w:eastAsia="BIZ UDP明朝 Medium" w:hAnsi="BIZ UDP明朝 Medium"/>
                <w:spacing w:val="-20"/>
                <w:sz w:val="14"/>
                <w:szCs w:val="14"/>
              </w:rPr>
            </w:pPr>
            <w:r w:rsidRPr="004879EC">
              <w:rPr>
                <w:rFonts w:ascii="BIZ UDP明朝 Medium" w:eastAsia="BIZ UDP明朝 Medium" w:hAnsi="BIZ UDP明朝 Medium" w:hint="eastAsia"/>
                <w:spacing w:val="-20"/>
                <w:sz w:val="14"/>
                <w:szCs w:val="14"/>
              </w:rPr>
              <w:t>フリガナ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041F9256" w14:textId="77777777" w:rsidR="005C68FA" w:rsidRPr="004879EC" w:rsidRDefault="00C13CF8" w:rsidP="00731713">
            <w:pPr>
              <w:autoSpaceDE w:val="0"/>
              <w:autoSpaceDN w:val="0"/>
              <w:spacing w:line="200" w:lineRule="exact"/>
              <w:ind w:right="170"/>
              <w:rPr>
                <w:rFonts w:ascii="BIZ UDP明朝 Medium" w:eastAsia="BIZ UDP明朝 Medium" w:hAnsi="BIZ UDP明朝 Medium"/>
                <w:sz w:val="4"/>
                <w:szCs w:val="4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生年月日</w:t>
            </w:r>
          </w:p>
        </w:tc>
        <w:tc>
          <w:tcPr>
            <w:tcW w:w="397" w:type="dxa"/>
            <w:gridSpan w:val="2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4A3DB1A7" w14:textId="60F321C0" w:rsidR="005C68FA" w:rsidRPr="004879EC" w:rsidRDefault="00063F41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自宅</w:t>
            </w:r>
            <w:r w:rsidR="005C68FA" w:rsidRPr="004879EC">
              <w:rPr>
                <w:rFonts w:ascii="BIZ UDP明朝 Medium" w:eastAsia="BIZ UDP明朝 Medium" w:hAnsi="BIZ UDP明朝 Medium" w:hint="eastAsia"/>
                <w:sz w:val="16"/>
              </w:rPr>
              <w:t>住所</w:t>
            </w:r>
          </w:p>
        </w:tc>
        <w:tc>
          <w:tcPr>
            <w:tcW w:w="3743" w:type="dxa"/>
            <w:gridSpan w:val="5"/>
            <w:vMerge w:val="restart"/>
            <w:tcBorders>
              <w:top w:val="single" w:sz="4" w:space="0" w:color="auto"/>
            </w:tcBorders>
          </w:tcPr>
          <w:p w14:paraId="3BD5274A" w14:textId="079B2A1F" w:rsidR="005C68FA" w:rsidRPr="004879EC" w:rsidRDefault="00580DF0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  <w:r w:rsidRPr="00580DF0">
              <w:rPr>
                <w:rFonts w:ascii="BIZ UDP明朝 Medium" w:eastAsia="BIZ UDP明朝 Medium" w:hAnsi="BIZ UDP明朝 Medium" w:hint="eastAsia"/>
                <w:sz w:val="16"/>
              </w:rPr>
              <w:t>〒　　　　　　　TEL</w:t>
            </w:r>
            <w:r w:rsidR="005C68FA" w:rsidRPr="004879EC">
              <w:rPr>
                <w:rFonts w:ascii="BIZ UDP明朝 Medium" w:eastAsia="BIZ UDP明朝 Medium" w:hAnsi="BIZ UDP明朝 Medium" w:hint="eastAsia"/>
                <w:sz w:val="16"/>
              </w:rPr>
              <w:t xml:space="preserve">　</w:t>
            </w:r>
          </w:p>
          <w:p w14:paraId="7B5110A1" w14:textId="77777777" w:rsidR="005C68FA" w:rsidRPr="004879EC" w:rsidRDefault="005C68FA" w:rsidP="00A426A0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20"/>
              </w:rPr>
            </w:pPr>
          </w:p>
          <w:p w14:paraId="6FF7ED04" w14:textId="77777777" w:rsidR="005C68FA" w:rsidRPr="004879EC" w:rsidRDefault="005C68FA" w:rsidP="00A426A0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20"/>
              </w:rPr>
            </w:pPr>
          </w:p>
          <w:p w14:paraId="154CAE76" w14:textId="1BA75402" w:rsidR="005C68FA" w:rsidRPr="004879EC" w:rsidRDefault="005C68FA" w:rsidP="00417BDC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color w:val="FF0000"/>
                <w:sz w:val="16"/>
                <w:szCs w:val="16"/>
              </w:rPr>
            </w:pPr>
          </w:p>
          <w:p w14:paraId="39CDB005" w14:textId="77777777" w:rsidR="00D96268" w:rsidRPr="004879EC" w:rsidRDefault="00D96268" w:rsidP="00417BDC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20"/>
              </w:rPr>
            </w:pPr>
          </w:p>
        </w:tc>
      </w:tr>
      <w:tr w:rsidR="005C68FA" w:rsidRPr="004879EC" w14:paraId="66A9AA21" w14:textId="77777777" w:rsidTr="00723CB6">
        <w:trPr>
          <w:cantSplit/>
          <w:trHeight w:hRule="exact" w:val="586"/>
          <w:jc w:val="center"/>
        </w:trPr>
        <w:tc>
          <w:tcPr>
            <w:tcW w:w="441" w:type="dxa"/>
            <w:vMerge/>
            <w:textDirection w:val="tbRlV"/>
            <w:vAlign w:val="center"/>
          </w:tcPr>
          <w:p w14:paraId="024CD76C" w14:textId="77777777" w:rsidR="005C68FA" w:rsidRPr="004879EC" w:rsidRDefault="005C68FA" w:rsidP="00E6274B">
            <w:pPr>
              <w:autoSpaceDE w:val="0"/>
              <w:autoSpaceDN w:val="0"/>
              <w:spacing w:line="200" w:lineRule="exact"/>
              <w:ind w:left="57" w:right="57" w:firstLineChars="100" w:firstLine="160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397" w:type="dxa"/>
            <w:vMerge/>
            <w:textDirection w:val="tbRlV"/>
            <w:vAlign w:val="center"/>
          </w:tcPr>
          <w:p w14:paraId="58F0F564" w14:textId="77777777" w:rsidR="005C68FA" w:rsidRPr="004879EC" w:rsidRDefault="005C68FA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6" w:type="dxa"/>
            <w:gridSpan w:val="8"/>
            <w:tcBorders>
              <w:top w:val="nil"/>
              <w:bottom w:val="single" w:sz="6" w:space="0" w:color="auto"/>
            </w:tcBorders>
            <w:vAlign w:val="center"/>
          </w:tcPr>
          <w:p w14:paraId="2F02EF26" w14:textId="77777777" w:rsidR="005C68FA" w:rsidRPr="004879EC" w:rsidRDefault="005C68FA" w:rsidP="003C785F">
            <w:pPr>
              <w:autoSpaceDE w:val="0"/>
              <w:autoSpaceDN w:val="0"/>
              <w:spacing w:line="24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151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14:paraId="1E9D4BEA" w14:textId="5BFA8A4E" w:rsidR="005C68FA" w:rsidRPr="004879EC" w:rsidRDefault="00A07A45" w:rsidP="00BB448A">
            <w:pPr>
              <w:autoSpaceDE w:val="0"/>
              <w:autoSpaceDN w:val="0"/>
              <w:spacing w:line="200" w:lineRule="exact"/>
              <w:ind w:right="170" w:firstLineChars="250" w:firstLine="400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 xml:space="preserve">　年　　月　　日生</w:t>
            </w:r>
          </w:p>
        </w:tc>
        <w:tc>
          <w:tcPr>
            <w:tcW w:w="397" w:type="dxa"/>
            <w:gridSpan w:val="2"/>
            <w:vMerge/>
            <w:textDirection w:val="tbRlV"/>
            <w:vAlign w:val="center"/>
          </w:tcPr>
          <w:p w14:paraId="137611F3" w14:textId="77777777" w:rsidR="005C68FA" w:rsidRPr="004879EC" w:rsidRDefault="005C68FA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3743" w:type="dxa"/>
            <w:gridSpan w:val="5"/>
            <w:vMerge/>
          </w:tcPr>
          <w:p w14:paraId="339B44C3" w14:textId="77777777" w:rsidR="005C68FA" w:rsidRPr="004879EC" w:rsidRDefault="005C68F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5B3FCE" w:rsidRPr="004879EC" w14:paraId="2748274A" w14:textId="77777777" w:rsidTr="00B66E10">
        <w:trPr>
          <w:cantSplit/>
          <w:trHeight w:hRule="exact" w:val="696"/>
          <w:jc w:val="center"/>
        </w:trPr>
        <w:tc>
          <w:tcPr>
            <w:tcW w:w="441" w:type="dxa"/>
            <w:vMerge/>
            <w:textDirection w:val="tbRlV"/>
            <w:vAlign w:val="center"/>
          </w:tcPr>
          <w:p w14:paraId="15F0A429" w14:textId="77777777" w:rsidR="005B3FCE" w:rsidRPr="004879EC" w:rsidRDefault="005B3FCE" w:rsidP="003C785F">
            <w:pPr>
              <w:numPr>
                <w:ilvl w:val="0"/>
                <w:numId w:val="22"/>
              </w:numPr>
              <w:autoSpaceDE w:val="0"/>
              <w:autoSpaceDN w:val="0"/>
              <w:spacing w:line="200" w:lineRule="exact"/>
              <w:ind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397" w:type="dxa"/>
            <w:vMerge/>
            <w:textDirection w:val="tbRlV"/>
            <w:vAlign w:val="center"/>
          </w:tcPr>
          <w:p w14:paraId="4BD66926" w14:textId="77777777" w:rsidR="005B3FCE" w:rsidRPr="004879EC" w:rsidRDefault="005B3FCE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6" w:type="dxa"/>
            <w:gridSpan w:val="8"/>
            <w:tcBorders>
              <w:top w:val="single" w:sz="6" w:space="0" w:color="auto"/>
            </w:tcBorders>
          </w:tcPr>
          <w:p w14:paraId="7B8CAFBE" w14:textId="77777777" w:rsidR="00A74E01" w:rsidRPr="004879EC" w:rsidRDefault="005B3FCE" w:rsidP="00A70B37">
            <w:pPr>
              <w:autoSpaceDE w:val="0"/>
              <w:autoSpaceDN w:val="0"/>
              <w:spacing w:line="140" w:lineRule="exact"/>
              <w:rPr>
                <w:rFonts w:ascii="BIZ UDP明朝 Medium" w:eastAsia="BIZ UDP明朝 Medium" w:hAnsi="BIZ UDP明朝 Medium"/>
                <w:sz w:val="14"/>
                <w:szCs w:val="14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4"/>
                <w:szCs w:val="14"/>
              </w:rPr>
              <w:t>ローマ字</w:t>
            </w:r>
          </w:p>
        </w:tc>
        <w:tc>
          <w:tcPr>
            <w:tcW w:w="2151" w:type="dxa"/>
            <w:gridSpan w:val="7"/>
            <w:tcBorders>
              <w:top w:val="single" w:sz="4" w:space="0" w:color="auto"/>
            </w:tcBorders>
          </w:tcPr>
          <w:p w14:paraId="5F3EFD2A" w14:textId="25C36D37" w:rsidR="005B3FCE" w:rsidRPr="004879EC" w:rsidRDefault="005B3FCE" w:rsidP="005B3FCE">
            <w:pPr>
              <w:autoSpaceDE w:val="0"/>
              <w:autoSpaceDN w:val="0"/>
              <w:spacing w:line="180" w:lineRule="exact"/>
              <w:ind w:right="170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性別</w:t>
            </w:r>
          </w:p>
          <w:p w14:paraId="56EC4E5B" w14:textId="77777777" w:rsidR="00B66E10" w:rsidRPr="00B66E10" w:rsidRDefault="00B66E10" w:rsidP="005B3FCE">
            <w:pPr>
              <w:autoSpaceDE w:val="0"/>
              <w:autoSpaceDN w:val="0"/>
              <w:spacing w:line="180" w:lineRule="exact"/>
              <w:ind w:right="170"/>
              <w:rPr>
                <w:rFonts w:ascii="BIZ UDP明朝 Medium" w:eastAsia="BIZ UDP明朝 Medium" w:hAnsi="BIZ UDP明朝 Medium"/>
                <w:sz w:val="8"/>
                <w:szCs w:val="8"/>
              </w:rPr>
            </w:pPr>
          </w:p>
          <w:p w14:paraId="0E8318E4" w14:textId="62C266BD" w:rsidR="005B3FCE" w:rsidRPr="004879EC" w:rsidRDefault="005B3FCE" w:rsidP="005B3FCE">
            <w:pPr>
              <w:autoSpaceDE w:val="0"/>
              <w:autoSpaceDN w:val="0"/>
              <w:spacing w:line="180" w:lineRule="exact"/>
              <w:ind w:right="170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 xml:space="preserve">　　　　</w:t>
            </w:r>
            <w:r w:rsidRPr="004879E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男性　・　女性</w:t>
            </w:r>
          </w:p>
        </w:tc>
        <w:tc>
          <w:tcPr>
            <w:tcW w:w="397" w:type="dxa"/>
            <w:gridSpan w:val="2"/>
            <w:vMerge/>
            <w:textDirection w:val="tbRlV"/>
            <w:vAlign w:val="center"/>
          </w:tcPr>
          <w:p w14:paraId="565E9421" w14:textId="77777777" w:rsidR="005B3FCE" w:rsidRPr="004879EC" w:rsidRDefault="005B3FCE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3743" w:type="dxa"/>
            <w:gridSpan w:val="5"/>
            <w:vMerge/>
          </w:tcPr>
          <w:p w14:paraId="0565A3C3" w14:textId="77777777" w:rsidR="005B3FCE" w:rsidRPr="004879EC" w:rsidRDefault="005B3FCE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61E1A" w:rsidRPr="004879EC" w14:paraId="2199E5BA" w14:textId="77777777" w:rsidTr="005750B0">
        <w:trPr>
          <w:cantSplit/>
          <w:trHeight w:hRule="exact" w:val="284"/>
          <w:jc w:val="center"/>
        </w:trPr>
        <w:tc>
          <w:tcPr>
            <w:tcW w:w="1462" w:type="dxa"/>
            <w:gridSpan w:val="5"/>
            <w:vMerge w:val="restart"/>
            <w:vAlign w:val="center"/>
          </w:tcPr>
          <w:p w14:paraId="1618053F" w14:textId="77777777" w:rsidR="00F61E1A" w:rsidRPr="004879EC" w:rsidRDefault="00F61E1A">
            <w:pPr>
              <w:numPr>
                <w:ilvl w:val="0"/>
                <w:numId w:val="1"/>
              </w:num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w w:val="90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w w:val="90"/>
                <w:sz w:val="16"/>
              </w:rPr>
              <w:t>自営している</w:t>
            </w:r>
          </w:p>
          <w:p w14:paraId="328E00AE" w14:textId="77777777" w:rsidR="00F61E1A" w:rsidRPr="004879EC" w:rsidRDefault="00F61E1A" w:rsidP="005750B0">
            <w:pPr>
              <w:autoSpaceDE w:val="0"/>
              <w:autoSpaceDN w:val="0"/>
              <w:spacing w:line="200" w:lineRule="exact"/>
              <w:ind w:leftChars="200" w:left="420"/>
              <w:rPr>
                <w:rFonts w:ascii="BIZ UDP明朝 Medium" w:eastAsia="BIZ UDP明朝 Medium" w:hAnsi="BIZ UDP明朝 Medium"/>
                <w:w w:val="90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w w:val="90"/>
                <w:sz w:val="16"/>
              </w:rPr>
              <w:t>組織</w:t>
            </w:r>
          </w:p>
          <w:p w14:paraId="0CBCCEEF" w14:textId="77777777" w:rsidR="00F61E1A" w:rsidRPr="004879EC" w:rsidRDefault="00F61E1A" w:rsidP="005750B0">
            <w:pPr>
              <w:autoSpaceDE w:val="0"/>
              <w:autoSpaceDN w:val="0"/>
              <w:spacing w:line="200" w:lineRule="exact"/>
              <w:ind w:leftChars="200" w:left="420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又は勤務先</w:t>
            </w:r>
          </w:p>
        </w:tc>
        <w:tc>
          <w:tcPr>
            <w:tcW w:w="2552" w:type="dxa"/>
            <w:gridSpan w:val="7"/>
            <w:tcBorders>
              <w:bottom w:val="nil"/>
            </w:tcBorders>
          </w:tcPr>
          <w:p w14:paraId="425B5162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/>
                <w:sz w:val="16"/>
              </w:rPr>
              <w:t>(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自営</w:t>
            </w:r>
            <w:r w:rsidRPr="004879EC">
              <w:rPr>
                <w:rFonts w:ascii="BIZ UDP明朝 Medium" w:eastAsia="BIZ UDP明朝 Medium" w:hAnsi="BIZ UDP明朝 Medium"/>
                <w:sz w:val="16"/>
              </w:rPr>
              <w:t>)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の場合その名称・役職</w:t>
            </w:r>
          </w:p>
        </w:tc>
        <w:tc>
          <w:tcPr>
            <w:tcW w:w="397" w:type="dxa"/>
            <w:gridSpan w:val="2"/>
            <w:vMerge w:val="restart"/>
            <w:textDirection w:val="tbRlV"/>
            <w:vAlign w:val="center"/>
          </w:tcPr>
          <w:p w14:paraId="444DFD09" w14:textId="36428459" w:rsidR="00063F41" w:rsidRPr="004879EC" w:rsidRDefault="00F61E1A" w:rsidP="00063F41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勤</w:t>
            </w:r>
            <w:r w:rsidRPr="004879EC">
              <w:rPr>
                <w:rFonts w:ascii="BIZ UDP明朝 Medium" w:eastAsia="BIZ UDP明朝 Medium" w:hAnsi="BIZ UDP明朝 Medium"/>
                <w:sz w:val="16"/>
              </w:rPr>
              <w:t xml:space="preserve"> 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務</w:t>
            </w:r>
            <w:r w:rsidRPr="004879EC">
              <w:rPr>
                <w:rFonts w:ascii="BIZ UDP明朝 Medium" w:eastAsia="BIZ UDP明朝 Medium" w:hAnsi="BIZ UDP明朝 Medium"/>
                <w:sz w:val="16"/>
              </w:rPr>
              <w:t xml:space="preserve"> 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先</w:t>
            </w:r>
          </w:p>
        </w:tc>
        <w:tc>
          <w:tcPr>
            <w:tcW w:w="1134" w:type="dxa"/>
            <w:gridSpan w:val="3"/>
          </w:tcPr>
          <w:p w14:paraId="7EF11357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組　織　名</w:t>
            </w:r>
          </w:p>
        </w:tc>
        <w:tc>
          <w:tcPr>
            <w:tcW w:w="4140" w:type="dxa"/>
            <w:gridSpan w:val="7"/>
            <w:vAlign w:val="center"/>
          </w:tcPr>
          <w:p w14:paraId="017FDEFB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61E1A" w:rsidRPr="004879EC" w14:paraId="780EBA09" w14:textId="77777777" w:rsidTr="005750B0">
        <w:trPr>
          <w:cantSplit/>
          <w:trHeight w:hRule="exact" w:val="284"/>
          <w:jc w:val="center"/>
        </w:trPr>
        <w:tc>
          <w:tcPr>
            <w:tcW w:w="1462" w:type="dxa"/>
            <w:gridSpan w:val="5"/>
            <w:vMerge/>
          </w:tcPr>
          <w:p w14:paraId="280EE04C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2" w:type="dxa"/>
            <w:gridSpan w:val="7"/>
            <w:tcBorders>
              <w:top w:val="nil"/>
              <w:bottom w:val="nil"/>
            </w:tcBorders>
            <w:vAlign w:val="center"/>
          </w:tcPr>
          <w:p w14:paraId="5DBF8CC6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397" w:type="dxa"/>
            <w:gridSpan w:val="2"/>
            <w:vMerge/>
          </w:tcPr>
          <w:p w14:paraId="1888833A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481F0A75" w14:textId="77777777" w:rsidR="00F61E1A" w:rsidRPr="004879EC" w:rsidRDefault="00457AC7" w:rsidP="00457AC7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所属・</w:t>
            </w:r>
            <w:r w:rsidR="00F61E1A" w:rsidRPr="004879EC">
              <w:rPr>
                <w:rFonts w:ascii="BIZ UDP明朝 Medium" w:eastAsia="BIZ UDP明朝 Medium" w:hAnsi="BIZ UDP明朝 Medium" w:hint="eastAsia"/>
                <w:sz w:val="16"/>
              </w:rPr>
              <w:t>役職</w:t>
            </w:r>
          </w:p>
        </w:tc>
        <w:tc>
          <w:tcPr>
            <w:tcW w:w="4140" w:type="dxa"/>
            <w:gridSpan w:val="7"/>
            <w:vAlign w:val="center"/>
          </w:tcPr>
          <w:p w14:paraId="69E101CB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61E1A" w:rsidRPr="004879EC" w14:paraId="4A7EFA5F" w14:textId="77777777" w:rsidTr="005750B0">
        <w:trPr>
          <w:cantSplit/>
          <w:trHeight w:hRule="exact" w:val="680"/>
          <w:jc w:val="center"/>
        </w:trPr>
        <w:tc>
          <w:tcPr>
            <w:tcW w:w="1462" w:type="dxa"/>
            <w:gridSpan w:val="5"/>
            <w:vMerge/>
          </w:tcPr>
          <w:p w14:paraId="6803DDAF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2" w:type="dxa"/>
            <w:gridSpan w:val="7"/>
            <w:tcBorders>
              <w:top w:val="nil"/>
            </w:tcBorders>
            <w:vAlign w:val="center"/>
          </w:tcPr>
          <w:p w14:paraId="69418BC0" w14:textId="77777777" w:rsidR="00F61E1A" w:rsidRPr="004879EC" w:rsidRDefault="00A426A0" w:rsidP="00A426A0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20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20"/>
              </w:rPr>
              <w:t xml:space="preserve"> </w:t>
            </w:r>
          </w:p>
          <w:p w14:paraId="68274807" w14:textId="77777777" w:rsidR="00063F41" w:rsidRPr="004879EC" w:rsidRDefault="00063F41" w:rsidP="00A426A0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20"/>
              </w:rPr>
            </w:pPr>
          </w:p>
          <w:p w14:paraId="775C6A7F" w14:textId="129B3AB1" w:rsidR="00063F41" w:rsidRPr="004879EC" w:rsidRDefault="00063F41" w:rsidP="00A426A0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20"/>
              </w:rPr>
            </w:pPr>
          </w:p>
        </w:tc>
        <w:tc>
          <w:tcPr>
            <w:tcW w:w="397" w:type="dxa"/>
            <w:gridSpan w:val="2"/>
            <w:vMerge/>
          </w:tcPr>
          <w:p w14:paraId="2F6E87DE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E5F21B2" w14:textId="77777777" w:rsidR="00F61E1A" w:rsidRPr="004879EC" w:rsidRDefault="00F61E1A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所　在　地</w:t>
            </w:r>
          </w:p>
        </w:tc>
        <w:tc>
          <w:tcPr>
            <w:tcW w:w="4140" w:type="dxa"/>
            <w:gridSpan w:val="7"/>
          </w:tcPr>
          <w:p w14:paraId="629C7F88" w14:textId="42FE5C80" w:rsidR="00F61E1A" w:rsidRPr="004879EC" w:rsidRDefault="00417BDC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 xml:space="preserve">〒　　　　　　　　　　</w:t>
            </w:r>
            <w:r w:rsidR="00045945" w:rsidRPr="004879EC">
              <w:rPr>
                <w:rFonts w:ascii="BIZ UDP明朝 Medium" w:eastAsia="BIZ UDP明朝 Medium" w:hAnsi="BIZ UDP明朝 Medium" w:hint="eastAsia"/>
                <w:sz w:val="16"/>
              </w:rPr>
              <w:t xml:space="preserve">　　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 xml:space="preserve"> </w:t>
            </w:r>
            <w:r w:rsidR="00045945" w:rsidRPr="004879EC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TEL</w:t>
            </w:r>
          </w:p>
          <w:p w14:paraId="28D56464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  <w:p w14:paraId="3EE8EE45" w14:textId="6F03843B" w:rsidR="00063F41" w:rsidRPr="004879EC" w:rsidRDefault="00723CB6" w:rsidP="00063F41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color w:val="FF0000"/>
                <w:sz w:val="16"/>
                <w:szCs w:val="16"/>
              </w:rPr>
            </w:pPr>
            <w:r w:rsidRPr="004879EC">
              <w:rPr>
                <w:rFonts w:ascii="BIZ UDP明朝 Medium" w:eastAsia="BIZ UDP明朝 Medium" w:hAnsi="BIZ UDP明朝 Medium"/>
                <w:color w:val="FF0000"/>
                <w:sz w:val="16"/>
                <w:szCs w:val="16"/>
              </w:rPr>
              <w:t xml:space="preserve"> </w:t>
            </w:r>
          </w:p>
          <w:p w14:paraId="2A55D6A9" w14:textId="77777777" w:rsidR="00907C3C" w:rsidRPr="004879EC" w:rsidRDefault="00907C3C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  <w:p w14:paraId="1D791DF5" w14:textId="48F99855" w:rsidR="00063F41" w:rsidRPr="004879EC" w:rsidRDefault="00063F4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61E1A" w:rsidRPr="004879EC" w14:paraId="3177422E" w14:textId="77777777" w:rsidTr="00A74E01">
        <w:trPr>
          <w:cantSplit/>
          <w:trHeight w:hRule="exact" w:val="255"/>
          <w:jc w:val="center"/>
        </w:trPr>
        <w:tc>
          <w:tcPr>
            <w:tcW w:w="1462" w:type="dxa"/>
            <w:gridSpan w:val="5"/>
            <w:vMerge w:val="restart"/>
            <w:vAlign w:val="center"/>
          </w:tcPr>
          <w:p w14:paraId="0457FB76" w14:textId="77777777" w:rsidR="00F61E1A" w:rsidRPr="004879EC" w:rsidRDefault="00F61E1A">
            <w:pPr>
              <w:autoSpaceDE w:val="0"/>
              <w:autoSpaceDN w:val="0"/>
              <w:spacing w:line="200" w:lineRule="exact"/>
              <w:ind w:left="57" w:right="57"/>
              <w:jc w:val="distribute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③加盟団体名</w:t>
            </w:r>
          </w:p>
        </w:tc>
        <w:tc>
          <w:tcPr>
            <w:tcW w:w="1134" w:type="dxa"/>
            <w:gridSpan w:val="3"/>
          </w:tcPr>
          <w:p w14:paraId="3E569564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加</w:t>
            </w:r>
            <w:r w:rsidRPr="004879EC">
              <w:rPr>
                <w:rFonts w:ascii="BIZ UDP明朝 Medium" w:eastAsia="BIZ UDP明朝 Medium" w:hAnsi="BIZ UDP明朝 Medium"/>
                <w:sz w:val="16"/>
              </w:rPr>
              <w:t xml:space="preserve"> 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入</w:t>
            </w:r>
            <w:r w:rsidRPr="004879EC">
              <w:rPr>
                <w:rFonts w:ascii="BIZ UDP明朝 Medium" w:eastAsia="BIZ UDP明朝 Medium" w:hAnsi="BIZ UDP明朝 Medium"/>
                <w:sz w:val="16"/>
              </w:rPr>
              <w:t xml:space="preserve"> 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年</w:t>
            </w:r>
            <w:r w:rsidRPr="004879EC">
              <w:rPr>
                <w:rFonts w:ascii="BIZ UDP明朝 Medium" w:eastAsia="BIZ UDP明朝 Medium" w:hAnsi="BIZ UDP明朝 Medium"/>
                <w:sz w:val="16"/>
              </w:rPr>
              <w:t xml:space="preserve"> 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月</w:t>
            </w:r>
          </w:p>
        </w:tc>
        <w:tc>
          <w:tcPr>
            <w:tcW w:w="2268" w:type="dxa"/>
            <w:gridSpan w:val="8"/>
          </w:tcPr>
          <w:p w14:paraId="1AADE7A9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加入学会・協会等名</w:t>
            </w:r>
          </w:p>
        </w:tc>
        <w:tc>
          <w:tcPr>
            <w:tcW w:w="681" w:type="dxa"/>
            <w:vMerge w:val="restart"/>
            <w:textDirection w:val="tbRlV"/>
            <w:vAlign w:val="center"/>
          </w:tcPr>
          <w:p w14:paraId="1C9CF911" w14:textId="77777777" w:rsidR="00F61E1A" w:rsidRPr="004879EC" w:rsidRDefault="00F61E1A">
            <w:pPr>
              <w:autoSpaceDE w:val="0"/>
              <w:autoSpaceDN w:val="0"/>
              <w:spacing w:line="200" w:lineRule="exact"/>
              <w:ind w:left="163" w:right="113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④取得資格</w:t>
            </w:r>
          </w:p>
        </w:tc>
        <w:tc>
          <w:tcPr>
            <w:tcW w:w="1021" w:type="dxa"/>
            <w:gridSpan w:val="3"/>
            <w:tcBorders>
              <w:bottom w:val="nil"/>
            </w:tcBorders>
          </w:tcPr>
          <w:p w14:paraId="4D0BBD45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2"/>
          </w:tcPr>
          <w:p w14:paraId="5668CD77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取得年月日</w:t>
            </w:r>
          </w:p>
        </w:tc>
        <w:tc>
          <w:tcPr>
            <w:tcW w:w="1985" w:type="dxa"/>
            <w:gridSpan w:val="2"/>
          </w:tcPr>
          <w:p w14:paraId="0D9F406D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名　　　　　称</w:t>
            </w:r>
          </w:p>
        </w:tc>
      </w:tr>
      <w:tr w:rsidR="00D64F57" w:rsidRPr="004879EC" w14:paraId="1F78A31C" w14:textId="77777777" w:rsidTr="00A74E01">
        <w:trPr>
          <w:cantSplit/>
          <w:trHeight w:hRule="exact" w:val="255"/>
          <w:jc w:val="center"/>
        </w:trPr>
        <w:tc>
          <w:tcPr>
            <w:tcW w:w="1462" w:type="dxa"/>
            <w:gridSpan w:val="5"/>
            <w:vMerge/>
            <w:vAlign w:val="center"/>
          </w:tcPr>
          <w:p w14:paraId="4732BB79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004EE5DB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pacing w:val="-4"/>
                <w:sz w:val="16"/>
              </w:rPr>
            </w:pPr>
          </w:p>
        </w:tc>
        <w:tc>
          <w:tcPr>
            <w:tcW w:w="2268" w:type="dxa"/>
            <w:gridSpan w:val="8"/>
          </w:tcPr>
          <w:p w14:paraId="6DD4AE50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pacing w:val="-4"/>
                <w:sz w:val="16"/>
              </w:rPr>
            </w:pPr>
          </w:p>
        </w:tc>
        <w:tc>
          <w:tcPr>
            <w:tcW w:w="681" w:type="dxa"/>
            <w:vMerge/>
            <w:vAlign w:val="center"/>
          </w:tcPr>
          <w:p w14:paraId="13303644" w14:textId="77777777" w:rsidR="00D64F57" w:rsidRPr="004879EC" w:rsidRDefault="00D64F57">
            <w:pPr>
              <w:autoSpaceDE w:val="0"/>
              <w:autoSpaceDN w:val="0"/>
              <w:spacing w:line="200" w:lineRule="exact"/>
              <w:ind w:left="227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021" w:type="dxa"/>
            <w:gridSpan w:val="3"/>
            <w:vMerge w:val="restart"/>
            <w:vAlign w:val="center"/>
          </w:tcPr>
          <w:p w14:paraId="3B9E92AA" w14:textId="77777777" w:rsidR="00D64F57" w:rsidRPr="004879EC" w:rsidRDefault="00D64F57" w:rsidP="00D64F57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法定資格</w:t>
            </w:r>
          </w:p>
        </w:tc>
        <w:tc>
          <w:tcPr>
            <w:tcW w:w="1134" w:type="dxa"/>
            <w:gridSpan w:val="2"/>
          </w:tcPr>
          <w:p w14:paraId="4D6D53EE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985" w:type="dxa"/>
            <w:gridSpan w:val="2"/>
          </w:tcPr>
          <w:p w14:paraId="7639B8EF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D64F57" w:rsidRPr="004879EC" w14:paraId="301B959D" w14:textId="77777777" w:rsidTr="00A74E01">
        <w:trPr>
          <w:cantSplit/>
          <w:trHeight w:hRule="exact" w:val="255"/>
          <w:jc w:val="center"/>
        </w:trPr>
        <w:tc>
          <w:tcPr>
            <w:tcW w:w="1462" w:type="dxa"/>
            <w:gridSpan w:val="5"/>
            <w:vMerge/>
            <w:vAlign w:val="center"/>
          </w:tcPr>
          <w:p w14:paraId="72162D6E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57D9C102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pacing w:val="-4"/>
                <w:sz w:val="16"/>
              </w:rPr>
            </w:pPr>
          </w:p>
        </w:tc>
        <w:tc>
          <w:tcPr>
            <w:tcW w:w="2268" w:type="dxa"/>
            <w:gridSpan w:val="8"/>
          </w:tcPr>
          <w:p w14:paraId="57CE40DE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pacing w:val="-4"/>
                <w:sz w:val="16"/>
              </w:rPr>
            </w:pPr>
          </w:p>
        </w:tc>
        <w:tc>
          <w:tcPr>
            <w:tcW w:w="681" w:type="dxa"/>
            <w:vMerge/>
            <w:vAlign w:val="center"/>
          </w:tcPr>
          <w:p w14:paraId="1E9B6801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021" w:type="dxa"/>
            <w:gridSpan w:val="3"/>
            <w:vMerge/>
          </w:tcPr>
          <w:p w14:paraId="4AF1C2A8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2"/>
          </w:tcPr>
          <w:p w14:paraId="37C58E22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985" w:type="dxa"/>
            <w:gridSpan w:val="2"/>
          </w:tcPr>
          <w:p w14:paraId="30EA85CB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D64F57" w:rsidRPr="004879EC" w14:paraId="3DE15D64" w14:textId="77777777" w:rsidTr="00A74E01">
        <w:trPr>
          <w:cantSplit/>
          <w:trHeight w:hRule="exact" w:val="255"/>
          <w:jc w:val="center"/>
        </w:trPr>
        <w:tc>
          <w:tcPr>
            <w:tcW w:w="1462" w:type="dxa"/>
            <w:gridSpan w:val="5"/>
            <w:vMerge/>
            <w:vAlign w:val="center"/>
          </w:tcPr>
          <w:p w14:paraId="2D476BD9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28012612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pacing w:val="-4"/>
                <w:sz w:val="16"/>
              </w:rPr>
            </w:pPr>
          </w:p>
        </w:tc>
        <w:tc>
          <w:tcPr>
            <w:tcW w:w="2268" w:type="dxa"/>
            <w:gridSpan w:val="8"/>
          </w:tcPr>
          <w:p w14:paraId="4F1E49E5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pacing w:val="-4"/>
                <w:sz w:val="16"/>
              </w:rPr>
            </w:pPr>
          </w:p>
        </w:tc>
        <w:tc>
          <w:tcPr>
            <w:tcW w:w="681" w:type="dxa"/>
            <w:vMerge/>
            <w:vAlign w:val="center"/>
          </w:tcPr>
          <w:p w14:paraId="5805A95C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021" w:type="dxa"/>
            <w:gridSpan w:val="3"/>
            <w:vMerge/>
            <w:tcBorders>
              <w:bottom w:val="nil"/>
            </w:tcBorders>
          </w:tcPr>
          <w:p w14:paraId="6C3F2016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2"/>
          </w:tcPr>
          <w:p w14:paraId="4CBEDAE3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985" w:type="dxa"/>
            <w:gridSpan w:val="2"/>
          </w:tcPr>
          <w:p w14:paraId="50E009B6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D64F57" w:rsidRPr="004879EC" w14:paraId="3424082B" w14:textId="77777777" w:rsidTr="00A74E01">
        <w:trPr>
          <w:cantSplit/>
          <w:trHeight w:hRule="exact" w:val="255"/>
          <w:jc w:val="center"/>
        </w:trPr>
        <w:tc>
          <w:tcPr>
            <w:tcW w:w="1462" w:type="dxa"/>
            <w:gridSpan w:val="5"/>
            <w:vMerge/>
            <w:vAlign w:val="center"/>
          </w:tcPr>
          <w:p w14:paraId="09C889BE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6D58EB47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pacing w:val="-4"/>
                <w:sz w:val="16"/>
              </w:rPr>
            </w:pPr>
          </w:p>
        </w:tc>
        <w:tc>
          <w:tcPr>
            <w:tcW w:w="2268" w:type="dxa"/>
            <w:gridSpan w:val="8"/>
          </w:tcPr>
          <w:p w14:paraId="0746F7E9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pacing w:val="-4"/>
                <w:sz w:val="16"/>
              </w:rPr>
            </w:pPr>
          </w:p>
        </w:tc>
        <w:tc>
          <w:tcPr>
            <w:tcW w:w="681" w:type="dxa"/>
            <w:vMerge/>
            <w:vAlign w:val="center"/>
          </w:tcPr>
          <w:p w14:paraId="48A15586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021" w:type="dxa"/>
            <w:gridSpan w:val="3"/>
            <w:vMerge w:val="restart"/>
            <w:vAlign w:val="center"/>
          </w:tcPr>
          <w:p w14:paraId="705AD223" w14:textId="77777777" w:rsidR="00D64F57" w:rsidRPr="004879EC" w:rsidRDefault="00D64F57" w:rsidP="00D64F57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そ</w:t>
            </w:r>
            <w:r w:rsidRPr="004879EC">
              <w:rPr>
                <w:rFonts w:ascii="BIZ UDP明朝 Medium" w:eastAsia="BIZ UDP明朝 Medium" w:hAnsi="BIZ UDP明朝 Medium"/>
                <w:sz w:val="16"/>
              </w:rPr>
              <w:t xml:space="preserve"> 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の</w:t>
            </w:r>
            <w:r w:rsidRPr="004879EC">
              <w:rPr>
                <w:rFonts w:ascii="BIZ UDP明朝 Medium" w:eastAsia="BIZ UDP明朝 Medium" w:hAnsi="BIZ UDP明朝 Medium"/>
                <w:sz w:val="16"/>
              </w:rPr>
              <w:t xml:space="preserve"> 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他</w:t>
            </w:r>
          </w:p>
        </w:tc>
        <w:tc>
          <w:tcPr>
            <w:tcW w:w="1134" w:type="dxa"/>
            <w:gridSpan w:val="2"/>
          </w:tcPr>
          <w:p w14:paraId="673C8E76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985" w:type="dxa"/>
            <w:gridSpan w:val="2"/>
          </w:tcPr>
          <w:p w14:paraId="1932278D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D64F57" w:rsidRPr="004879EC" w14:paraId="6BAA0B27" w14:textId="77777777" w:rsidTr="00A74E01">
        <w:trPr>
          <w:cantSplit/>
          <w:trHeight w:hRule="exact" w:val="255"/>
          <w:jc w:val="center"/>
        </w:trPr>
        <w:tc>
          <w:tcPr>
            <w:tcW w:w="1462" w:type="dxa"/>
            <w:gridSpan w:val="5"/>
            <w:vMerge/>
            <w:vAlign w:val="center"/>
          </w:tcPr>
          <w:p w14:paraId="655A1915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4C813510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pacing w:val="-4"/>
                <w:sz w:val="16"/>
              </w:rPr>
            </w:pPr>
          </w:p>
        </w:tc>
        <w:tc>
          <w:tcPr>
            <w:tcW w:w="2268" w:type="dxa"/>
            <w:gridSpan w:val="8"/>
          </w:tcPr>
          <w:p w14:paraId="13DD7903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pacing w:val="-4"/>
                <w:sz w:val="16"/>
              </w:rPr>
            </w:pPr>
          </w:p>
        </w:tc>
        <w:tc>
          <w:tcPr>
            <w:tcW w:w="681" w:type="dxa"/>
            <w:vMerge/>
            <w:vAlign w:val="center"/>
          </w:tcPr>
          <w:p w14:paraId="32782588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021" w:type="dxa"/>
            <w:gridSpan w:val="3"/>
            <w:vMerge/>
          </w:tcPr>
          <w:p w14:paraId="4644AA26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2"/>
          </w:tcPr>
          <w:p w14:paraId="5340422E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985" w:type="dxa"/>
            <w:gridSpan w:val="2"/>
          </w:tcPr>
          <w:p w14:paraId="6337B866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D64F57" w:rsidRPr="004879EC" w14:paraId="4BFC121E" w14:textId="77777777" w:rsidTr="00A74E01">
        <w:trPr>
          <w:cantSplit/>
          <w:trHeight w:hRule="exact" w:val="255"/>
          <w:jc w:val="center"/>
        </w:trPr>
        <w:tc>
          <w:tcPr>
            <w:tcW w:w="1462" w:type="dxa"/>
            <w:gridSpan w:val="5"/>
            <w:vMerge/>
            <w:vAlign w:val="center"/>
          </w:tcPr>
          <w:p w14:paraId="757AB8CC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00105E07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pacing w:val="-4"/>
                <w:sz w:val="16"/>
              </w:rPr>
            </w:pPr>
          </w:p>
        </w:tc>
        <w:tc>
          <w:tcPr>
            <w:tcW w:w="2268" w:type="dxa"/>
            <w:gridSpan w:val="8"/>
          </w:tcPr>
          <w:p w14:paraId="0EF3E606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pacing w:val="-4"/>
                <w:sz w:val="16"/>
              </w:rPr>
            </w:pPr>
          </w:p>
        </w:tc>
        <w:tc>
          <w:tcPr>
            <w:tcW w:w="681" w:type="dxa"/>
            <w:vMerge/>
            <w:vAlign w:val="center"/>
          </w:tcPr>
          <w:p w14:paraId="3DCC1F7D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021" w:type="dxa"/>
            <w:gridSpan w:val="3"/>
            <w:vMerge/>
          </w:tcPr>
          <w:p w14:paraId="5AE0E574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2"/>
          </w:tcPr>
          <w:p w14:paraId="00CF821D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985" w:type="dxa"/>
            <w:gridSpan w:val="2"/>
          </w:tcPr>
          <w:p w14:paraId="33BF4663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D64F57" w:rsidRPr="004879EC" w14:paraId="6E8F3692" w14:textId="77777777" w:rsidTr="00DE765D">
        <w:trPr>
          <w:cantSplit/>
          <w:trHeight w:hRule="exact" w:val="283"/>
          <w:jc w:val="center"/>
        </w:trPr>
        <w:tc>
          <w:tcPr>
            <w:tcW w:w="1178" w:type="dxa"/>
            <w:gridSpan w:val="4"/>
            <w:vMerge w:val="restart"/>
            <w:vAlign w:val="center"/>
          </w:tcPr>
          <w:p w14:paraId="204FD930" w14:textId="77777777" w:rsidR="00D64F57" w:rsidRPr="004879EC" w:rsidRDefault="00D64F57" w:rsidP="00D64F57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⑤最終学歴</w:t>
            </w:r>
          </w:p>
        </w:tc>
        <w:tc>
          <w:tcPr>
            <w:tcW w:w="1134" w:type="dxa"/>
            <w:gridSpan w:val="3"/>
            <w:tcBorders>
              <w:bottom w:val="single" w:sz="6" w:space="0" w:color="auto"/>
            </w:tcBorders>
          </w:tcPr>
          <w:p w14:paraId="324BBEC9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卒　業　年</w:t>
            </w:r>
          </w:p>
        </w:tc>
        <w:tc>
          <w:tcPr>
            <w:tcW w:w="2552" w:type="dxa"/>
            <w:gridSpan w:val="9"/>
            <w:tcBorders>
              <w:bottom w:val="single" w:sz="6" w:space="0" w:color="auto"/>
            </w:tcBorders>
          </w:tcPr>
          <w:p w14:paraId="1EE2EF47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学校名・学部学科名</w:t>
            </w:r>
          </w:p>
        </w:tc>
        <w:tc>
          <w:tcPr>
            <w:tcW w:w="681" w:type="dxa"/>
            <w:vMerge w:val="restart"/>
            <w:textDirection w:val="tbRlV"/>
            <w:vAlign w:val="center"/>
          </w:tcPr>
          <w:p w14:paraId="03022A7F" w14:textId="77777777" w:rsidR="00D64F57" w:rsidRPr="004879EC" w:rsidRDefault="00D64F57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⑥主要著書論文</w:t>
            </w:r>
          </w:p>
        </w:tc>
        <w:tc>
          <w:tcPr>
            <w:tcW w:w="1304" w:type="dxa"/>
            <w:gridSpan w:val="4"/>
          </w:tcPr>
          <w:p w14:paraId="05250A5B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刊行、発表場所名</w:t>
            </w:r>
          </w:p>
        </w:tc>
        <w:tc>
          <w:tcPr>
            <w:tcW w:w="1117" w:type="dxa"/>
            <w:gridSpan w:val="2"/>
          </w:tcPr>
          <w:p w14:paraId="790AEBB9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刊行発表月日</w:t>
            </w:r>
          </w:p>
        </w:tc>
        <w:tc>
          <w:tcPr>
            <w:tcW w:w="1719" w:type="dxa"/>
          </w:tcPr>
          <w:p w14:paraId="3301FE8D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名称・テーマ名</w:t>
            </w:r>
          </w:p>
        </w:tc>
      </w:tr>
      <w:tr w:rsidR="00D64F57" w:rsidRPr="004879EC" w14:paraId="05C86CEF" w14:textId="77777777" w:rsidTr="00DE765D">
        <w:trPr>
          <w:cantSplit/>
          <w:trHeight w:hRule="exact" w:val="283"/>
          <w:jc w:val="center"/>
        </w:trPr>
        <w:tc>
          <w:tcPr>
            <w:tcW w:w="1178" w:type="dxa"/>
            <w:gridSpan w:val="4"/>
            <w:vMerge/>
          </w:tcPr>
          <w:p w14:paraId="072D6698" w14:textId="77777777" w:rsidR="00D64F57" w:rsidRPr="004879EC" w:rsidRDefault="00D64F57">
            <w:pPr>
              <w:autoSpaceDE w:val="0"/>
              <w:autoSpaceDN w:val="0"/>
              <w:spacing w:line="200" w:lineRule="exact"/>
              <w:ind w:left="57" w:right="57"/>
              <w:jc w:val="distribute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  <w:tcBorders>
              <w:bottom w:val="single" w:sz="6" w:space="0" w:color="auto"/>
            </w:tcBorders>
          </w:tcPr>
          <w:p w14:paraId="73C589E4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2" w:type="dxa"/>
            <w:gridSpan w:val="9"/>
            <w:tcBorders>
              <w:bottom w:val="single" w:sz="6" w:space="0" w:color="auto"/>
            </w:tcBorders>
          </w:tcPr>
          <w:p w14:paraId="7C47E443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681" w:type="dxa"/>
            <w:vMerge/>
          </w:tcPr>
          <w:p w14:paraId="6D0CE908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304" w:type="dxa"/>
            <w:gridSpan w:val="4"/>
          </w:tcPr>
          <w:p w14:paraId="2354BA24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17" w:type="dxa"/>
            <w:gridSpan w:val="2"/>
          </w:tcPr>
          <w:p w14:paraId="0475AFA7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719" w:type="dxa"/>
          </w:tcPr>
          <w:p w14:paraId="31E05277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D64F57" w:rsidRPr="004879EC" w14:paraId="5A24F07A" w14:textId="77777777" w:rsidTr="00DE765D">
        <w:trPr>
          <w:cantSplit/>
          <w:trHeight w:hRule="exact" w:val="283"/>
          <w:jc w:val="center"/>
        </w:trPr>
        <w:tc>
          <w:tcPr>
            <w:tcW w:w="1178" w:type="dxa"/>
            <w:gridSpan w:val="4"/>
            <w:vMerge/>
          </w:tcPr>
          <w:p w14:paraId="7507CE29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</w:tcBorders>
          </w:tcPr>
          <w:p w14:paraId="477CE3B8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2" w:type="dxa"/>
            <w:gridSpan w:val="9"/>
            <w:tcBorders>
              <w:top w:val="single" w:sz="6" w:space="0" w:color="auto"/>
            </w:tcBorders>
          </w:tcPr>
          <w:p w14:paraId="1D38E82E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681" w:type="dxa"/>
            <w:vMerge/>
          </w:tcPr>
          <w:p w14:paraId="2B2FFA7D" w14:textId="77777777" w:rsidR="00D64F57" w:rsidRPr="004879EC" w:rsidRDefault="00D64F57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304" w:type="dxa"/>
            <w:gridSpan w:val="4"/>
          </w:tcPr>
          <w:p w14:paraId="6AA955B7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17" w:type="dxa"/>
            <w:gridSpan w:val="2"/>
          </w:tcPr>
          <w:p w14:paraId="7D4A322E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719" w:type="dxa"/>
          </w:tcPr>
          <w:p w14:paraId="227413B6" w14:textId="77777777" w:rsidR="00D64F57" w:rsidRPr="004879EC" w:rsidRDefault="00D64F57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61E1A" w:rsidRPr="004879EC" w14:paraId="66829128" w14:textId="77777777" w:rsidTr="007015B8">
        <w:trPr>
          <w:cantSplit/>
          <w:trHeight w:hRule="exact" w:val="283"/>
          <w:jc w:val="center"/>
        </w:trPr>
        <w:tc>
          <w:tcPr>
            <w:tcW w:w="1178" w:type="dxa"/>
            <w:gridSpan w:val="4"/>
            <w:vMerge w:val="restart"/>
            <w:vAlign w:val="center"/>
          </w:tcPr>
          <w:p w14:paraId="562A5D79" w14:textId="77777777" w:rsidR="00F61E1A" w:rsidRPr="004879EC" w:rsidRDefault="00F61E1A">
            <w:pPr>
              <w:autoSpaceDE w:val="0"/>
              <w:autoSpaceDN w:val="0"/>
              <w:spacing w:line="200" w:lineRule="exact"/>
              <w:ind w:left="57" w:right="57"/>
              <w:jc w:val="distribute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⑦主要職歴</w:t>
            </w:r>
          </w:p>
        </w:tc>
        <w:tc>
          <w:tcPr>
            <w:tcW w:w="1134" w:type="dxa"/>
            <w:gridSpan w:val="3"/>
          </w:tcPr>
          <w:p w14:paraId="3250CD0A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期　　　間</w:t>
            </w:r>
          </w:p>
        </w:tc>
        <w:tc>
          <w:tcPr>
            <w:tcW w:w="2552" w:type="dxa"/>
            <w:gridSpan w:val="9"/>
          </w:tcPr>
          <w:p w14:paraId="60D6C98E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pacing w:val="20"/>
                <w:sz w:val="16"/>
              </w:rPr>
              <w:t>部所名・役職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等</w:t>
            </w:r>
          </w:p>
        </w:tc>
        <w:tc>
          <w:tcPr>
            <w:tcW w:w="681" w:type="dxa"/>
            <w:vMerge/>
          </w:tcPr>
          <w:p w14:paraId="2AFF2D05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304" w:type="dxa"/>
            <w:gridSpan w:val="4"/>
          </w:tcPr>
          <w:p w14:paraId="1A6EE9E4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17" w:type="dxa"/>
            <w:gridSpan w:val="2"/>
          </w:tcPr>
          <w:p w14:paraId="2C0F97D6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719" w:type="dxa"/>
          </w:tcPr>
          <w:p w14:paraId="6D40B592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61E1A" w:rsidRPr="004879EC" w14:paraId="20F82070" w14:textId="77777777" w:rsidTr="007015B8">
        <w:trPr>
          <w:cantSplit/>
          <w:trHeight w:hRule="exact" w:val="283"/>
          <w:jc w:val="center"/>
        </w:trPr>
        <w:tc>
          <w:tcPr>
            <w:tcW w:w="1178" w:type="dxa"/>
            <w:gridSpan w:val="4"/>
            <w:vMerge/>
            <w:vAlign w:val="center"/>
          </w:tcPr>
          <w:p w14:paraId="3A0793C2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4FBC465A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2" w:type="dxa"/>
            <w:gridSpan w:val="9"/>
          </w:tcPr>
          <w:p w14:paraId="04E3D27A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681" w:type="dxa"/>
            <w:vMerge/>
          </w:tcPr>
          <w:p w14:paraId="330E3563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304" w:type="dxa"/>
            <w:gridSpan w:val="4"/>
          </w:tcPr>
          <w:p w14:paraId="4322F11B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17" w:type="dxa"/>
            <w:gridSpan w:val="2"/>
          </w:tcPr>
          <w:p w14:paraId="2E885FFE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719" w:type="dxa"/>
          </w:tcPr>
          <w:p w14:paraId="40D75C2E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61E1A" w:rsidRPr="004879EC" w14:paraId="130C5065" w14:textId="77777777" w:rsidTr="007015B8">
        <w:trPr>
          <w:cantSplit/>
          <w:trHeight w:hRule="exact" w:val="283"/>
          <w:jc w:val="center"/>
        </w:trPr>
        <w:tc>
          <w:tcPr>
            <w:tcW w:w="1178" w:type="dxa"/>
            <w:gridSpan w:val="4"/>
            <w:vMerge/>
            <w:vAlign w:val="center"/>
          </w:tcPr>
          <w:p w14:paraId="6A01265A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49293757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2" w:type="dxa"/>
            <w:gridSpan w:val="9"/>
          </w:tcPr>
          <w:p w14:paraId="4D3CECFB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681" w:type="dxa"/>
            <w:vMerge/>
          </w:tcPr>
          <w:p w14:paraId="355C33FF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304" w:type="dxa"/>
            <w:gridSpan w:val="4"/>
          </w:tcPr>
          <w:p w14:paraId="2D439D2C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17" w:type="dxa"/>
            <w:gridSpan w:val="2"/>
          </w:tcPr>
          <w:p w14:paraId="15F16B2B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719" w:type="dxa"/>
          </w:tcPr>
          <w:p w14:paraId="69A8FD5A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61E1A" w:rsidRPr="004879EC" w14:paraId="43E7B3FD" w14:textId="77777777" w:rsidTr="007015B8">
        <w:trPr>
          <w:cantSplit/>
          <w:trHeight w:hRule="exact" w:val="283"/>
          <w:jc w:val="center"/>
        </w:trPr>
        <w:tc>
          <w:tcPr>
            <w:tcW w:w="1178" w:type="dxa"/>
            <w:gridSpan w:val="4"/>
            <w:vMerge/>
            <w:vAlign w:val="center"/>
          </w:tcPr>
          <w:p w14:paraId="5A74FF57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5574A5D7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2" w:type="dxa"/>
            <w:gridSpan w:val="9"/>
          </w:tcPr>
          <w:p w14:paraId="770AFEE5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681" w:type="dxa"/>
            <w:vMerge/>
            <w:tcBorders>
              <w:bottom w:val="nil"/>
            </w:tcBorders>
          </w:tcPr>
          <w:p w14:paraId="7BE19691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304" w:type="dxa"/>
            <w:gridSpan w:val="4"/>
            <w:tcBorders>
              <w:bottom w:val="nil"/>
            </w:tcBorders>
          </w:tcPr>
          <w:p w14:paraId="185A30CA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17" w:type="dxa"/>
            <w:gridSpan w:val="2"/>
            <w:tcBorders>
              <w:bottom w:val="nil"/>
            </w:tcBorders>
          </w:tcPr>
          <w:p w14:paraId="570E6F73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719" w:type="dxa"/>
            <w:tcBorders>
              <w:bottom w:val="nil"/>
            </w:tcBorders>
          </w:tcPr>
          <w:p w14:paraId="5FD68636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61E1A" w:rsidRPr="004879EC" w14:paraId="67E3DC6D" w14:textId="77777777" w:rsidTr="007015B8">
        <w:trPr>
          <w:cantSplit/>
          <w:trHeight w:hRule="exact" w:val="283"/>
          <w:jc w:val="center"/>
        </w:trPr>
        <w:tc>
          <w:tcPr>
            <w:tcW w:w="1178" w:type="dxa"/>
            <w:gridSpan w:val="4"/>
            <w:vMerge/>
            <w:vAlign w:val="center"/>
          </w:tcPr>
          <w:p w14:paraId="2AF0B9BE" w14:textId="77777777" w:rsidR="00F61E1A" w:rsidRPr="004879EC" w:rsidRDefault="00F61E1A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701276C7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2" w:type="dxa"/>
            <w:gridSpan w:val="9"/>
          </w:tcPr>
          <w:p w14:paraId="0F639872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821" w:type="dxa"/>
            <w:gridSpan w:val="8"/>
            <w:tcBorders>
              <w:bottom w:val="nil"/>
            </w:tcBorders>
          </w:tcPr>
          <w:p w14:paraId="7ADC1378" w14:textId="77777777" w:rsidR="00F61E1A" w:rsidRPr="004879EC" w:rsidRDefault="00F61E1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⑧公的委員等、業歴補足事項</w:t>
            </w:r>
          </w:p>
        </w:tc>
      </w:tr>
      <w:tr w:rsidR="004A3C8D" w:rsidRPr="004879EC" w14:paraId="5BD8338E" w14:textId="77777777" w:rsidTr="007015B8">
        <w:trPr>
          <w:cantSplit/>
          <w:trHeight w:hRule="exact" w:val="283"/>
          <w:jc w:val="center"/>
        </w:trPr>
        <w:tc>
          <w:tcPr>
            <w:tcW w:w="1178" w:type="dxa"/>
            <w:gridSpan w:val="4"/>
            <w:vMerge/>
            <w:vAlign w:val="center"/>
          </w:tcPr>
          <w:p w14:paraId="2B8C28ED" w14:textId="77777777" w:rsidR="004A3C8D" w:rsidRPr="004879EC" w:rsidRDefault="004A3C8D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3B0AD215" w14:textId="77777777" w:rsidR="004A3C8D" w:rsidRPr="004879EC" w:rsidRDefault="004A3C8D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2" w:type="dxa"/>
            <w:gridSpan w:val="9"/>
          </w:tcPr>
          <w:p w14:paraId="292A3C22" w14:textId="77777777" w:rsidR="004A3C8D" w:rsidRPr="004879EC" w:rsidRDefault="004A3C8D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821" w:type="dxa"/>
            <w:gridSpan w:val="8"/>
            <w:tcBorders>
              <w:top w:val="nil"/>
              <w:bottom w:val="nil"/>
            </w:tcBorders>
          </w:tcPr>
          <w:p w14:paraId="5451A949" w14:textId="77777777" w:rsidR="004A3C8D" w:rsidRPr="004879EC" w:rsidRDefault="004A3C8D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4A3C8D" w:rsidRPr="004879EC" w14:paraId="0A2DFFF1" w14:textId="77777777" w:rsidTr="007015B8">
        <w:trPr>
          <w:cantSplit/>
          <w:trHeight w:hRule="exact" w:val="283"/>
          <w:jc w:val="center"/>
        </w:trPr>
        <w:tc>
          <w:tcPr>
            <w:tcW w:w="1178" w:type="dxa"/>
            <w:gridSpan w:val="4"/>
            <w:vMerge/>
            <w:vAlign w:val="center"/>
          </w:tcPr>
          <w:p w14:paraId="103EA6DB" w14:textId="77777777" w:rsidR="004A3C8D" w:rsidRPr="004879EC" w:rsidRDefault="004A3C8D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4E93D1FC" w14:textId="77777777" w:rsidR="004A3C8D" w:rsidRPr="004879EC" w:rsidRDefault="004A3C8D" w:rsidP="007015B8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2" w:type="dxa"/>
            <w:gridSpan w:val="9"/>
          </w:tcPr>
          <w:p w14:paraId="17EB93C1" w14:textId="77777777" w:rsidR="004A3C8D" w:rsidRPr="004879EC" w:rsidRDefault="004A3C8D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821" w:type="dxa"/>
            <w:gridSpan w:val="8"/>
            <w:tcBorders>
              <w:top w:val="nil"/>
              <w:bottom w:val="nil"/>
            </w:tcBorders>
          </w:tcPr>
          <w:p w14:paraId="43901979" w14:textId="77777777" w:rsidR="004A3C8D" w:rsidRPr="004879EC" w:rsidRDefault="004A3C8D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907C3C" w:rsidRPr="004879EC" w14:paraId="332163C9" w14:textId="77777777" w:rsidTr="007015B8">
        <w:trPr>
          <w:cantSplit/>
          <w:trHeight w:hRule="exact" w:val="283"/>
          <w:jc w:val="center"/>
        </w:trPr>
        <w:tc>
          <w:tcPr>
            <w:tcW w:w="1178" w:type="dxa"/>
            <w:gridSpan w:val="4"/>
            <w:vMerge/>
            <w:vAlign w:val="center"/>
          </w:tcPr>
          <w:p w14:paraId="21C070E2" w14:textId="77777777" w:rsidR="00907C3C" w:rsidRPr="004879EC" w:rsidRDefault="00907C3C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6EB747A5" w14:textId="77777777" w:rsidR="00907C3C" w:rsidRPr="004879EC" w:rsidRDefault="00907C3C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2" w:type="dxa"/>
            <w:gridSpan w:val="9"/>
          </w:tcPr>
          <w:p w14:paraId="084471F7" w14:textId="77777777" w:rsidR="00907C3C" w:rsidRPr="004879EC" w:rsidRDefault="00907C3C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821" w:type="dxa"/>
            <w:gridSpan w:val="8"/>
            <w:tcBorders>
              <w:top w:val="nil"/>
              <w:bottom w:val="nil"/>
            </w:tcBorders>
          </w:tcPr>
          <w:p w14:paraId="44D4CF4C" w14:textId="77777777" w:rsidR="00907C3C" w:rsidRPr="004879EC" w:rsidRDefault="00907C3C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907C3C" w:rsidRPr="004879EC" w14:paraId="178D5849" w14:textId="77777777" w:rsidTr="007015B8">
        <w:trPr>
          <w:cantSplit/>
          <w:trHeight w:hRule="exact" w:val="283"/>
          <w:jc w:val="center"/>
        </w:trPr>
        <w:tc>
          <w:tcPr>
            <w:tcW w:w="1178" w:type="dxa"/>
            <w:gridSpan w:val="4"/>
            <w:vMerge/>
            <w:vAlign w:val="center"/>
          </w:tcPr>
          <w:p w14:paraId="22FDF34F" w14:textId="77777777" w:rsidR="00907C3C" w:rsidRPr="004879EC" w:rsidRDefault="00907C3C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34" w:type="dxa"/>
            <w:gridSpan w:val="3"/>
          </w:tcPr>
          <w:p w14:paraId="036BD6A6" w14:textId="77777777" w:rsidR="00907C3C" w:rsidRPr="004879EC" w:rsidRDefault="00907C3C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2" w:type="dxa"/>
            <w:gridSpan w:val="9"/>
          </w:tcPr>
          <w:p w14:paraId="5B165394" w14:textId="77777777" w:rsidR="00907C3C" w:rsidRPr="004879EC" w:rsidRDefault="00907C3C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821" w:type="dxa"/>
            <w:gridSpan w:val="8"/>
            <w:tcBorders>
              <w:top w:val="nil"/>
            </w:tcBorders>
          </w:tcPr>
          <w:p w14:paraId="0291343A" w14:textId="77777777" w:rsidR="00907C3C" w:rsidRPr="004879EC" w:rsidRDefault="00907C3C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907C3C" w:rsidRPr="004879EC" w14:paraId="2000DF17" w14:textId="77777777" w:rsidTr="00A74E01">
        <w:trPr>
          <w:cantSplit/>
          <w:trHeight w:hRule="exact" w:val="398"/>
          <w:jc w:val="center"/>
        </w:trPr>
        <w:tc>
          <w:tcPr>
            <w:tcW w:w="1178" w:type="dxa"/>
            <w:gridSpan w:val="4"/>
            <w:vMerge w:val="restart"/>
            <w:vAlign w:val="center"/>
          </w:tcPr>
          <w:p w14:paraId="24809961" w14:textId="77777777" w:rsidR="00907C3C" w:rsidRPr="004879EC" w:rsidRDefault="00907C3C">
            <w:pPr>
              <w:autoSpaceDE w:val="0"/>
              <w:autoSpaceDN w:val="0"/>
              <w:spacing w:line="200" w:lineRule="exact"/>
              <w:ind w:left="57" w:right="57"/>
              <w:jc w:val="distribute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⑨専門分野</w:t>
            </w:r>
          </w:p>
          <w:p w14:paraId="7488D2D6" w14:textId="77777777" w:rsidR="00907C3C" w:rsidRPr="004879EC" w:rsidRDefault="00907C3C">
            <w:pPr>
              <w:autoSpaceDE w:val="0"/>
              <w:autoSpaceDN w:val="0"/>
              <w:spacing w:line="200" w:lineRule="exact"/>
              <w:jc w:val="distribute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396" w:type="dxa"/>
            <w:gridSpan w:val="14"/>
            <w:vMerge w:val="restart"/>
            <w:tcBorders>
              <w:right w:val="nil"/>
            </w:tcBorders>
          </w:tcPr>
          <w:p w14:paraId="400D4936" w14:textId="77777777" w:rsidR="00907C3C" w:rsidRPr="004879EC" w:rsidRDefault="00895ABE" w:rsidP="00D64F57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276100FF" wp14:editId="4F700516">
                      <wp:simplePos x="0" y="0"/>
                      <wp:positionH relativeFrom="column">
                        <wp:posOffset>2755265</wp:posOffset>
                      </wp:positionH>
                      <wp:positionV relativeFrom="page">
                        <wp:posOffset>393700</wp:posOffset>
                      </wp:positionV>
                      <wp:extent cx="2606675" cy="175260"/>
                      <wp:effectExtent l="0" t="0" r="0" b="0"/>
                      <wp:wrapNone/>
                      <wp:docPr id="7" name="Group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06675" cy="175260"/>
                                <a:chOff x="0" y="-4"/>
                                <a:chExt cx="19970" cy="20004"/>
                              </a:xfrm>
                            </wpg:grpSpPr>
                            <wpg:grpSp>
                              <wpg:cNvPr id="8" name="Group 8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-4"/>
                                  <a:ext cx="180" cy="20004"/>
                                  <a:chOff x="0" y="-4"/>
                                  <a:chExt cx="20000" cy="20004"/>
                                </a:xfrm>
                              </wpg:grpSpPr>
                              <wps:wsp>
                                <wps:cNvPr id="9" name="Arc 90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0" y="18333"/>
                                    <a:ext cx="20000" cy="166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Line 91"/>
                                <wps:cNvCnPr/>
                                <wps:spPr bwMode="auto">
                                  <a:xfrm>
                                    <a:off x="0" y="1663"/>
                                    <a:ext cx="556" cy="1674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med"/>
                                    <a:tailEnd type="none" w="sm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Arc 92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0" y="-4"/>
                                    <a:ext cx="20000" cy="166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" name="Group 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790" y="-4"/>
                                  <a:ext cx="180" cy="20004"/>
                                  <a:chOff x="0" y="-4"/>
                                  <a:chExt cx="20000" cy="20004"/>
                                </a:xfrm>
                              </wpg:grpSpPr>
                              <wps:wsp>
                                <wps:cNvPr id="13" name="Arc 94"/>
                                <wps:cNvSpPr>
                                  <a:spLocks/>
                                </wps:cNvSpPr>
                                <wps:spPr bwMode="auto">
                                  <a:xfrm flipV="1">
                                    <a:off x="0" y="18333"/>
                                    <a:ext cx="20000" cy="166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Line 95"/>
                                <wps:cNvCnPr/>
                                <wps:spPr bwMode="auto">
                                  <a:xfrm>
                                    <a:off x="19444" y="1663"/>
                                    <a:ext cx="556" cy="1674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med"/>
                                    <a:tailEnd type="none" w="sm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Arc 9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-4"/>
                                    <a:ext cx="20000" cy="166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F49384" id="Group 88" o:spid="_x0000_s1026" style="position:absolute;left:0;text-align:left;margin-left:216.95pt;margin-top:31pt;width:205.25pt;height:13.8pt;z-index:251655680;mso-position-vertical-relative:page" coordorigin=",-4" coordsize="19970,20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">
                      <v:group id="Group 89" o:spid="_x0000_s1027" style="position:absolute;top:-4;width:180;height:20004" coordorigin=",-4" coordsize="20000,20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shape id="Arc 90" o:spid="_x0000_s1028" style="position:absolute;top:18333;width:20000;height:166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J4LMQA&#10;AADaAAAADwAAAGRycy9kb3ducmV2LnhtbESPQWvCQBSE74X+h+UJXkQ39aBtdJW0KNiCh1pLr4/s&#10;Mwlm34bsM6b99d2C0OMwM98wy3XvatVRGyrPBh4mCSji3NuKCwPHj+34EVQQZIu1ZzLwTQHWq/u7&#10;JabWX/mduoMUKkI4pGigFGlSrUNeksMw8Q1x9E6+dShRtoW2LV4j3NV6miQz7bDiuFBiQy8l5efD&#10;xRkYfb2OrHsTef6cYRa6H8nmm70xw0GfLUAJ9fIfvrV31sAT/F2JN0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ieCzEAAAA2gAAAA8AAAAAAAAAAAAAAAAAmAIAAGRycy9k&#10;b3ducmV2LnhtbFBLBQYAAAAABAAEAPUAAACJAwAAAAA=&#10;" path="m-1,nfc11929,,21600,9670,21600,21600em-1,nsc11929,,21600,9670,21600,21600l,21600,-1,xe" filled="f" strokeweight=".5pt">
                          <v:path arrowok="t" o:extrusionok="f" o:connecttype="custom" o:connectlocs="0,0;20000,1667;0,1667" o:connectangles="0,0,0"/>
                        </v:shape>
                        <v:line id="Line 91" o:spid="_x0000_s1029" style="position:absolute;visibility:visible;mso-wrap-style:square" from="0,1663" to="556,18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dC6MMAAADbAAAADwAAAGRycy9kb3ducmV2LnhtbESPQW/CMAyF75P2HyIjcRspHNDUERBC&#10;gnGjoww4Wo1pKxqnagJ0/34+IHGz9Z7f+zxb9K5Rd+pC7dnAeJSAIi68rbk0cMjXH5+gQkS22Hgm&#10;A38UYDF/f5thav2Df+i+j6WSEA4pGqhibFOtQ1GRwzDyLbFoF985jLJ2pbYdPiTcNXqSJFPtsGZp&#10;qLClVUXFdX9zBn6Pp1WbZ5u82HxPy/PumNlkkhkzHPTLL1CR+vgyP6+3VvCFXn6RAfT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HQujDAAAA2wAAAA8AAAAAAAAAAAAA&#10;AAAAoQIAAGRycy9kb3ducmV2LnhtbFBLBQYAAAAABAAEAPkAAACRAwAAAAA=&#10;" strokeweight=".5pt">
                          <v:stroke startarrowwidth="narrow" endarrowwidth="narrow"/>
                        </v:line>
                        <v:shape id="Arc 92" o:spid="_x0000_s1030" style="position:absolute;top:-4;width:20000;height:1667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AvL8QA&#10;AADbAAAADwAAAGRycy9kb3ducmV2LnhtbERPTWvCQBC9F/wPywje6saCIqmbUARBCiKNHtrbkJ1u&#10;0mZnk+waU3+9Wyj0No/3OZt8tI0YqPe1YwWLeQKCuHS6ZqPgfNo9rkH4gKyxcUwKfshDnk0eNphq&#10;d+U3GopgRAxhn6KCKoQ2ldKXFVn0c9cSR+7T9RZDhL2RusdrDLeNfEqSlbRYc2yosKVtReV3cbEK&#10;zNd6WN527eHWHU7n47v+uLx2S6Vm0/HlGUSgMfyL/9x7Hecv4PeXeI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ALy/EAAAA2wAAAA8AAAAAAAAAAAAAAAAAmAIAAGRycy9k&#10;b3ducmV2LnhtbFBLBQYAAAAABAAEAPUAAACJAwAAAAA=&#10;" path="m-1,nfc11929,,21600,9670,21600,21600em-1,nsc11929,,21600,9670,21600,21600l,21600,-1,xe" filled="f" strokeweight=".5pt">
                          <v:path arrowok="t" o:extrusionok="f" o:connecttype="custom" o:connectlocs="0,0;20000,1667;0,1667" o:connectangles="0,0,0"/>
                        </v:shape>
                      </v:group>
                      <v:group id="Group 93" o:spid="_x0000_s1031" style="position:absolute;left:19790;top:-4;width:180;height:20004" coordorigin=",-4" coordsize="20000,20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 id="Arc 94" o:spid="_x0000_s1032" style="position:absolute;top:18333;width:20000;height:1667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4Uw8QA&#10;AADbAAAADwAAAGRycy9kb3ducmV2LnhtbERPTWvCQBC9F/wPywje6kbFElJXEUEoBZEmHvQ2ZKdJ&#10;2uxskl1j9Nd3C4Xe5vE+Z7UZTC166lxlWcFsGoEgzq2uuFBwyvbPMQjnkTXWlknBnRxs1qOnFSba&#10;3viD+tQXIoSwS1BB6X2TSOnykgy6qW2IA/dpO4M+wK6QusNbCDe1nEfRizRYcWgosaFdSfl3ejUK&#10;iq+4Xz72zeHRHrLT8awv1/d2qdRkPGxfQXga/L/4z/2mw/wF/P4SDp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eFMPEAAAA2wAAAA8AAAAAAAAAAAAAAAAAmAIAAGRycy9k&#10;b3ducmV2LnhtbFBLBQYAAAAABAAEAPUAAACJAwAAAAA=&#10;" path="m-1,nfc11929,,21600,9670,21600,21600em-1,nsc11929,,21600,9670,21600,21600l,21600,-1,xe" filled="f" strokeweight=".5pt">
                          <v:path arrowok="t" o:extrusionok="f" o:connecttype="custom" o:connectlocs="0,0;20000,1667;0,1667" o:connectangles="0,0,0"/>
                        </v:shape>
                        <v:line id="Line 95" o:spid="_x0000_s1033" style="position:absolute;visibility:visible;mso-wrap-style:square" from="19444,1663" to="20000,18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xE68IAAADbAAAADwAAAGRycy9kb3ducmV2LnhtbERPS2vCQBC+F/wPywi91Y1BQkldRQI+&#10;bk2N2h6H7DQJZmdDdjXpv+8WCt7m43vOcj2aVtypd41lBfNZBIK4tLrhSsGp2L68gnAeWWNrmRT8&#10;kIP1avK0xFTbgT/ofvSVCCHsUlRQe9+lUrqyJoNuZjviwH3b3qAPsK+k7nEI4aaVcRQl0mDDoaHG&#10;jrKayuvxZhScL59ZV+S7otztk+rr/ZLrKM6Vep6OmzcQnkb/EP+7DzrMX8DfL+EAuf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xE68IAAADbAAAADwAAAAAAAAAAAAAA&#10;AAChAgAAZHJzL2Rvd25yZXYueG1sUEsFBgAAAAAEAAQA+QAAAJADAAAAAA==&#10;" strokeweight=".5pt">
                          <v:stroke startarrowwidth="narrow" endarrowwidth="narrow"/>
                        </v:line>
                        <v:shape id="Arc 96" o:spid="_x0000_s1034" style="position:absolute;top:-4;width:20000;height:1667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pgcEA&#10;AADbAAAADwAAAGRycy9kb3ducmV2LnhtbERPS4vCMBC+L/gfwgjetqmCItUouuDi3lwfB29DM7bV&#10;ZlKSqF1//UYQvM3H95zpvDW1uJHzlWUF/SQFQZxbXXGhYL9bfY5B+ICssbZMCv7Iw3zW+Zhipu2d&#10;f+m2DYWIIewzVFCG0GRS+rwkgz6xDXHkTtYZDBG6QmqH9xhuajlI05E0WHFsKLGhr5Lyy/ZqFOzG&#10;P4elaavFcRO0/3ar86YePJTqddvFBESgNrzFL/dax/lDeP4SD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RaYHBAAAA2wAAAA8AAAAAAAAAAAAAAAAAmAIAAGRycy9kb3du&#10;cmV2LnhtbFBLBQYAAAAABAAEAPUAAACGAwAAAAA=&#10;" path="m-1,nfc11929,,21600,9670,21600,21600em-1,nsc11929,,21600,9670,21600,21600l,21600,-1,xe" filled="f" strokeweight=".5pt">
                          <v:path arrowok="t" o:extrusionok="f" o:connecttype="custom" o:connectlocs="0,0;20000,1667;0,1667" o:connectangles="0,0,0"/>
                        </v:shape>
                      </v:group>
                      <w10:wrap anchory="page"/>
                    </v:group>
                  </w:pict>
                </mc:Fallback>
              </mc:AlternateContent>
            </w:r>
          </w:p>
        </w:tc>
        <w:tc>
          <w:tcPr>
            <w:tcW w:w="4111" w:type="dxa"/>
            <w:gridSpan w:val="6"/>
            <w:tcBorders>
              <w:left w:val="nil"/>
            </w:tcBorders>
          </w:tcPr>
          <w:p w14:paraId="58BE84FE" w14:textId="77777777" w:rsidR="00907C3C" w:rsidRPr="004879EC" w:rsidRDefault="00907C3C" w:rsidP="00BF5B25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907C3C" w:rsidRPr="004879EC" w14:paraId="23312782" w14:textId="77777777" w:rsidTr="00393021">
        <w:trPr>
          <w:cantSplit/>
          <w:trHeight w:hRule="exact" w:val="548"/>
          <w:jc w:val="center"/>
        </w:trPr>
        <w:tc>
          <w:tcPr>
            <w:tcW w:w="1178" w:type="dxa"/>
            <w:gridSpan w:val="4"/>
            <w:vMerge/>
            <w:tcBorders>
              <w:bottom w:val="single" w:sz="6" w:space="0" w:color="auto"/>
            </w:tcBorders>
            <w:vAlign w:val="center"/>
          </w:tcPr>
          <w:p w14:paraId="5C7B2E86" w14:textId="77777777" w:rsidR="00907C3C" w:rsidRPr="004879EC" w:rsidRDefault="00907C3C">
            <w:pPr>
              <w:autoSpaceDE w:val="0"/>
              <w:autoSpaceDN w:val="0"/>
              <w:spacing w:line="200" w:lineRule="exact"/>
              <w:ind w:left="57" w:right="57"/>
              <w:jc w:val="distribute"/>
              <w:rPr>
                <w:rFonts w:ascii="BIZ UDP明朝 Medium" w:eastAsia="BIZ UDP明朝 Medium" w:hAnsi="BIZ UDP明朝 Medium"/>
                <w:noProof/>
                <w:sz w:val="28"/>
              </w:rPr>
            </w:pPr>
          </w:p>
        </w:tc>
        <w:tc>
          <w:tcPr>
            <w:tcW w:w="4396" w:type="dxa"/>
            <w:gridSpan w:val="14"/>
            <w:vMerge/>
            <w:tcBorders>
              <w:bottom w:val="single" w:sz="6" w:space="0" w:color="auto"/>
              <w:right w:val="nil"/>
            </w:tcBorders>
          </w:tcPr>
          <w:p w14:paraId="7CB4BB38" w14:textId="77777777" w:rsidR="00907C3C" w:rsidRPr="004879EC" w:rsidRDefault="00907C3C">
            <w:pPr>
              <w:autoSpaceDE w:val="0"/>
              <w:autoSpaceDN w:val="0"/>
              <w:spacing w:line="200" w:lineRule="exact"/>
              <w:ind w:left="163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111" w:type="dxa"/>
            <w:gridSpan w:val="6"/>
            <w:tcBorders>
              <w:left w:val="nil"/>
              <w:bottom w:val="single" w:sz="6" w:space="0" w:color="auto"/>
            </w:tcBorders>
          </w:tcPr>
          <w:p w14:paraId="3C7F4CCE" w14:textId="77777777" w:rsidR="00907C3C" w:rsidRPr="004879EC" w:rsidRDefault="00907C3C" w:rsidP="00907C3C">
            <w:pPr>
              <w:autoSpaceDE w:val="0"/>
              <w:autoSpaceDN w:val="0"/>
              <w:spacing w:line="200" w:lineRule="exact"/>
              <w:ind w:left="163"/>
              <w:rPr>
                <w:rFonts w:ascii="BIZ UDP明朝 Medium" w:eastAsia="BIZ UDP明朝 Medium" w:hAnsi="BIZ UDP明朝 Medium"/>
                <w:sz w:val="16"/>
                <w:u w:val="single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  <w:u w:val="single"/>
              </w:rPr>
              <w:t>補足事項</w:t>
            </w:r>
          </w:p>
          <w:p w14:paraId="7AB23F3E" w14:textId="77777777" w:rsidR="00907C3C" w:rsidRPr="004879EC" w:rsidRDefault="00907C3C" w:rsidP="00907C3C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61E1A" w:rsidRPr="004879EC" w14:paraId="22AF5298" w14:textId="77777777" w:rsidTr="00393021">
        <w:trPr>
          <w:cantSplit/>
          <w:trHeight w:hRule="exact" w:val="652"/>
          <w:jc w:val="center"/>
        </w:trPr>
        <w:tc>
          <w:tcPr>
            <w:tcW w:w="1178" w:type="dxa"/>
            <w:gridSpan w:val="4"/>
            <w:tcBorders>
              <w:bottom w:val="single" w:sz="6" w:space="0" w:color="auto"/>
            </w:tcBorders>
            <w:vAlign w:val="center"/>
          </w:tcPr>
          <w:p w14:paraId="2FC574FA" w14:textId="77777777" w:rsidR="00F61E1A" w:rsidRPr="004879EC" w:rsidRDefault="00F61E1A">
            <w:pPr>
              <w:autoSpaceDE w:val="0"/>
              <w:autoSpaceDN w:val="0"/>
              <w:spacing w:line="200" w:lineRule="exact"/>
              <w:ind w:left="57" w:right="57"/>
              <w:jc w:val="distribute"/>
              <w:rPr>
                <w:rFonts w:ascii="BIZ UDP明朝 Medium" w:eastAsia="BIZ UDP明朝 Medium" w:hAnsi="BIZ UDP明朝 Medium"/>
                <w:w w:val="90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⑩</w:t>
            </w:r>
            <w:r w:rsidRPr="004879EC">
              <w:rPr>
                <w:rFonts w:ascii="BIZ UDP明朝 Medium" w:eastAsia="BIZ UDP明朝 Medium" w:hAnsi="BIZ UDP明朝 Medium" w:hint="eastAsia"/>
                <w:w w:val="90"/>
                <w:sz w:val="16"/>
              </w:rPr>
              <w:t>外国語で</w:t>
            </w:r>
          </w:p>
          <w:p w14:paraId="452570FD" w14:textId="77777777" w:rsidR="00F61E1A" w:rsidRPr="004879EC" w:rsidRDefault="00F61E1A">
            <w:pPr>
              <w:autoSpaceDE w:val="0"/>
              <w:autoSpaceDN w:val="0"/>
              <w:spacing w:line="200" w:lineRule="exact"/>
              <w:ind w:left="257" w:right="57"/>
              <w:jc w:val="distribute"/>
              <w:rPr>
                <w:rFonts w:ascii="BIZ UDP明朝 Medium" w:eastAsia="BIZ UDP明朝 Medium" w:hAnsi="BIZ UDP明朝 Medium"/>
                <w:w w:val="90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w w:val="90"/>
                <w:sz w:val="16"/>
              </w:rPr>
              <w:t>仕事が</w:t>
            </w:r>
          </w:p>
          <w:p w14:paraId="486C6F67" w14:textId="77777777" w:rsidR="00F61E1A" w:rsidRPr="004879EC" w:rsidRDefault="00F61E1A">
            <w:pPr>
              <w:autoSpaceDE w:val="0"/>
              <w:autoSpaceDN w:val="0"/>
              <w:spacing w:line="200" w:lineRule="exact"/>
              <w:ind w:left="257" w:right="57"/>
              <w:jc w:val="distribute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w w:val="90"/>
                <w:sz w:val="16"/>
              </w:rPr>
              <w:t>可能</w:t>
            </w:r>
          </w:p>
        </w:tc>
        <w:tc>
          <w:tcPr>
            <w:tcW w:w="8507" w:type="dxa"/>
            <w:gridSpan w:val="20"/>
            <w:tcBorders>
              <w:bottom w:val="single" w:sz="6" w:space="0" w:color="auto"/>
            </w:tcBorders>
          </w:tcPr>
          <w:p w14:paraId="02FAA5ED" w14:textId="77777777" w:rsidR="00F61E1A" w:rsidRPr="004879EC" w:rsidRDefault="00F61E1A">
            <w:pPr>
              <w:autoSpaceDE w:val="0"/>
              <w:autoSpaceDN w:val="0"/>
              <w:spacing w:before="80" w:after="80" w:line="200" w:lineRule="exact"/>
              <w:ind w:left="164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 xml:space="preserve">　</w:t>
            </w:r>
            <w:r w:rsidR="00A74E01" w:rsidRPr="004879EC">
              <w:rPr>
                <w:rFonts w:ascii="BIZ UDP明朝 Medium" w:eastAsia="BIZ UDP明朝 Medium" w:hAnsi="BIZ UDP明朝 Medium" w:hint="eastAsia"/>
                <w:sz w:val="16"/>
                <w:u w:val="single"/>
              </w:rPr>
              <w:t xml:space="preserve">　　　　　</w:t>
            </w:r>
            <w:r w:rsidRPr="004879EC">
              <w:rPr>
                <w:rFonts w:ascii="BIZ UDP明朝 Medium" w:eastAsia="BIZ UDP明朝 Medium" w:hAnsi="BIZ UDP明朝 Medium" w:hint="eastAsia"/>
                <w:sz w:val="16"/>
                <w:u w:val="single"/>
              </w:rPr>
              <w:t xml:space="preserve">　　　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 xml:space="preserve">語　　　　　</w:t>
            </w:r>
            <w:r w:rsidR="00A74E01" w:rsidRPr="004879EC">
              <w:rPr>
                <w:rFonts w:ascii="BIZ UDP明朝 Medium" w:eastAsia="BIZ UDP明朝 Medium" w:hAnsi="BIZ UDP明朝 Medium" w:hint="eastAsia"/>
                <w:sz w:val="16"/>
                <w:u w:val="single"/>
              </w:rPr>
              <w:t xml:space="preserve">　　　</w:t>
            </w:r>
            <w:r w:rsidRPr="004879EC">
              <w:rPr>
                <w:rFonts w:ascii="BIZ UDP明朝 Medium" w:eastAsia="BIZ UDP明朝 Medium" w:hAnsi="BIZ UDP明朝 Medium" w:hint="eastAsia"/>
                <w:sz w:val="16"/>
                <w:u w:val="single"/>
              </w:rPr>
              <w:t xml:space="preserve">　　　　　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語</w:t>
            </w:r>
          </w:p>
          <w:p w14:paraId="64BC30F7" w14:textId="77777777" w:rsidR="00F61E1A" w:rsidRPr="004879EC" w:rsidRDefault="00F61E1A">
            <w:pPr>
              <w:autoSpaceDE w:val="0"/>
              <w:autoSpaceDN w:val="0"/>
              <w:spacing w:after="80" w:line="200" w:lineRule="exact"/>
              <w:ind w:left="164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 xml:space="preserve">　</w:t>
            </w:r>
            <w:r w:rsidR="00A74E01" w:rsidRPr="004879EC">
              <w:rPr>
                <w:rFonts w:ascii="BIZ UDP明朝 Medium" w:eastAsia="BIZ UDP明朝 Medium" w:hAnsi="BIZ UDP明朝 Medium" w:hint="eastAsia"/>
                <w:sz w:val="16"/>
                <w:u w:val="single"/>
              </w:rPr>
              <w:t xml:space="preserve">　　　　　　　</w:t>
            </w:r>
            <w:r w:rsidRPr="004879EC">
              <w:rPr>
                <w:rFonts w:ascii="BIZ UDP明朝 Medium" w:eastAsia="BIZ UDP明朝 Medium" w:hAnsi="BIZ UDP明朝 Medium" w:hint="eastAsia"/>
                <w:sz w:val="16"/>
                <w:u w:val="single"/>
              </w:rPr>
              <w:t xml:space="preserve">　</w:t>
            </w:r>
            <w:r w:rsidR="00A74E01" w:rsidRPr="004879EC">
              <w:rPr>
                <w:rFonts w:ascii="BIZ UDP明朝 Medium" w:eastAsia="BIZ UDP明朝 Medium" w:hAnsi="BIZ UDP明朝 Medium" w:hint="eastAsia"/>
                <w:sz w:val="16"/>
              </w:rPr>
              <w:t xml:space="preserve">語　　　　　　　　　　　　　　　（補足事項　　　　　　　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 xml:space="preserve">　　　　　　　　　）</w:t>
            </w:r>
          </w:p>
        </w:tc>
      </w:tr>
    </w:tbl>
    <w:p w14:paraId="1707DCFC" w14:textId="0766422D" w:rsidR="00063F41" w:rsidRPr="00B964FA" w:rsidRDefault="001631DA" w:rsidP="007015B8">
      <w:pPr>
        <w:autoSpaceDE w:val="0"/>
        <w:autoSpaceDN w:val="0"/>
        <w:spacing w:line="240" w:lineRule="exact"/>
        <w:jc w:val="left"/>
        <w:rPr>
          <w:rFonts w:ascii="BIZ UDP明朝 Medium" w:eastAsia="BIZ UDP明朝 Medium" w:hAnsi="BIZ UDP明朝 Medium"/>
          <w:b/>
          <w:bCs/>
          <w:color w:val="FF0000"/>
          <w:sz w:val="16"/>
          <w:szCs w:val="18"/>
        </w:rPr>
      </w:pPr>
      <w:r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>※</w:t>
      </w:r>
      <w:r w:rsidR="00723CB6"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>以下必ずご記入ください</w:t>
      </w:r>
    </w:p>
    <w:p w14:paraId="02201DC9" w14:textId="3AC797F8" w:rsidR="00063F41" w:rsidRPr="00B964FA" w:rsidRDefault="00723CB6" w:rsidP="007015B8">
      <w:pPr>
        <w:autoSpaceDE w:val="0"/>
        <w:autoSpaceDN w:val="0"/>
        <w:spacing w:line="240" w:lineRule="exact"/>
        <w:jc w:val="left"/>
        <w:rPr>
          <w:rFonts w:ascii="BIZ UDP明朝 Medium" w:eastAsia="BIZ UDP明朝 Medium" w:hAnsi="BIZ UDP明朝 Medium"/>
          <w:b/>
          <w:bCs/>
          <w:sz w:val="16"/>
          <w:szCs w:val="18"/>
        </w:rPr>
      </w:pPr>
      <w:r w:rsidRPr="004879EC">
        <w:rPr>
          <w:rFonts w:ascii="BIZ UDP明朝 Medium" w:eastAsia="BIZ UDP明朝 Medium" w:hAnsi="BIZ UDP明朝 Medium" w:hint="eastAsia"/>
          <w:color w:val="FF0000"/>
          <w:sz w:val="16"/>
          <w:szCs w:val="18"/>
        </w:rPr>
        <w:t xml:space="preserve">　</w:t>
      </w:r>
      <w:r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>●連絡先</w:t>
      </w:r>
      <w:r w:rsidR="006E74F1"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>：</w:t>
      </w:r>
      <w:r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e-mail：　　　　　　　　　　　　</w:t>
      </w:r>
      <w:r w:rsidR="003F3DD7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　　　　　　　　</w:t>
      </w:r>
      <w:r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</w:t>
      </w:r>
      <w:r w:rsidR="006E74F1"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</w:t>
      </w:r>
      <w:r w:rsidR="003F3DD7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　　</w:t>
      </w:r>
      <w:r w:rsidR="006E74F1"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　</w:t>
      </w:r>
      <w:r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</w:t>
      </w:r>
      <w:r w:rsidR="006E74F1"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　</w:t>
      </w:r>
      <w:r w:rsidR="00021D69"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>TEL</w:t>
      </w:r>
      <w:r w:rsidR="006E74F1"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>：</w:t>
      </w:r>
      <w:r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　　　　　　</w:t>
      </w:r>
      <w:r w:rsidR="006E74F1"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</w:t>
      </w:r>
      <w:r w:rsidR="003F3DD7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　　　　　　　</w:t>
      </w:r>
      <w:r w:rsidR="006E74F1"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　　</w:t>
      </w:r>
      <w:r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●送付先：　□勤務先　</w:t>
      </w:r>
      <w:r w:rsidR="006E74F1"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>/</w:t>
      </w:r>
      <w:r w:rsidRPr="00B964FA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□ご自宅</w:t>
      </w:r>
      <w:r w:rsidRPr="00B964FA">
        <w:rPr>
          <w:rFonts w:ascii="BIZ UDP明朝 Medium" w:eastAsia="BIZ UDP明朝 Medium" w:hAnsi="BIZ UDP明朝 Medium" w:hint="eastAsia"/>
          <w:b/>
          <w:bCs/>
          <w:sz w:val="16"/>
          <w:szCs w:val="18"/>
        </w:rPr>
        <w:t xml:space="preserve">　</w:t>
      </w:r>
    </w:p>
    <w:p w14:paraId="3B005A0D" w14:textId="23B56CEA" w:rsidR="00F61E1A" w:rsidRPr="004879EC" w:rsidRDefault="00895ABE" w:rsidP="007015B8">
      <w:pPr>
        <w:autoSpaceDE w:val="0"/>
        <w:autoSpaceDN w:val="0"/>
        <w:spacing w:line="240" w:lineRule="exact"/>
        <w:jc w:val="left"/>
        <w:rPr>
          <w:rFonts w:ascii="BIZ UDP明朝 Medium" w:eastAsia="BIZ UDP明朝 Medium" w:hAnsi="BIZ UDP明朝 Medium"/>
          <w:sz w:val="18"/>
        </w:rPr>
      </w:pPr>
      <w:r w:rsidRPr="004879EC">
        <w:rPr>
          <w:rFonts w:ascii="BIZ UDP明朝 Medium" w:eastAsia="BIZ UDP明朝 Medium" w:hAnsi="BIZ UDP明朝 Medium"/>
          <w:noProof/>
          <w:sz w:val="18"/>
        </w:rPr>
        <mc:AlternateContent>
          <mc:Choice Requires="wps">
            <w:drawing>
              <wp:anchor distT="0" distB="0" distL="114300" distR="114300" simplePos="0" relativeHeight="251654656" behindDoc="1" locked="1" layoutInCell="1" allowOverlap="1" wp14:anchorId="177FFDA7" wp14:editId="2432AF49">
                <wp:simplePos x="0" y="0"/>
                <wp:positionH relativeFrom="page">
                  <wp:posOffset>265430</wp:posOffset>
                </wp:positionH>
                <wp:positionV relativeFrom="paragraph">
                  <wp:posOffset>75565</wp:posOffset>
                </wp:positionV>
                <wp:extent cx="7019925" cy="0"/>
                <wp:effectExtent l="0" t="0" r="9525" b="19050"/>
                <wp:wrapNone/>
                <wp:docPr id="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99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352AA" id="Line 11" o:spid="_x0000_s1026" style="position:absolute;left:0;text-align:lef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.9pt,5.95pt" to="573.6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" strokeweight=".5pt">
                <v:stroke dashstyle="1 1" startarrowwidth="narrow" endarrowwidth="narrow"/>
                <w10:wrap anchorx="page"/>
                <w10:anchorlock/>
              </v:line>
            </w:pict>
          </mc:Fallback>
        </mc:AlternateConten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0"/>
        <w:gridCol w:w="854"/>
        <w:gridCol w:w="756"/>
        <w:gridCol w:w="853"/>
        <w:gridCol w:w="1805"/>
        <w:gridCol w:w="425"/>
        <w:gridCol w:w="704"/>
        <w:gridCol w:w="1829"/>
        <w:gridCol w:w="175"/>
        <w:gridCol w:w="284"/>
        <w:gridCol w:w="1537"/>
      </w:tblGrid>
      <w:tr w:rsidR="00250B01" w:rsidRPr="004879EC" w14:paraId="41BAA6BF" w14:textId="77777777" w:rsidTr="007015B8">
        <w:trPr>
          <w:cantSplit/>
          <w:trHeight w:hRule="exact" w:val="1134"/>
          <w:jc w:val="center"/>
        </w:trPr>
        <w:tc>
          <w:tcPr>
            <w:tcW w:w="400" w:type="dxa"/>
            <w:vMerge w:val="restart"/>
            <w:textDirection w:val="tbRlV"/>
            <w:vAlign w:val="center"/>
          </w:tcPr>
          <w:p w14:paraId="178B6D7B" w14:textId="77777777" w:rsidR="00250B01" w:rsidRPr="004879EC" w:rsidRDefault="00250B01">
            <w:pPr>
              <w:autoSpaceDE w:val="0"/>
              <w:autoSpaceDN w:val="0"/>
              <w:spacing w:line="160" w:lineRule="exact"/>
              <w:ind w:left="113" w:right="113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pacing w:val="80"/>
                <w:sz w:val="16"/>
                <w:fitText w:val="1120" w:id="649884160"/>
              </w:rPr>
              <w:t>書類審</w:t>
            </w:r>
            <w:r w:rsidRPr="004879EC">
              <w:rPr>
                <w:rFonts w:ascii="BIZ UDP明朝 Medium" w:eastAsia="BIZ UDP明朝 Medium" w:hAnsi="BIZ UDP明朝 Medium" w:hint="eastAsia"/>
                <w:sz w:val="16"/>
                <w:fitText w:val="1120" w:id="649884160"/>
              </w:rPr>
              <w:t>査</w:t>
            </w:r>
          </w:p>
        </w:tc>
        <w:tc>
          <w:tcPr>
            <w:tcW w:w="854" w:type="dxa"/>
            <w:vAlign w:val="center"/>
          </w:tcPr>
          <w:p w14:paraId="5AF3C978" w14:textId="77777777" w:rsidR="00250B01" w:rsidRPr="004879EC" w:rsidRDefault="00250B01" w:rsidP="00F32A7D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学　　識</w:t>
            </w:r>
          </w:p>
          <w:p w14:paraId="5584ECDD" w14:textId="77777777" w:rsidR="00250B01" w:rsidRPr="004879EC" w:rsidRDefault="00250B01" w:rsidP="00F32A7D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チェック</w:t>
            </w:r>
          </w:p>
        </w:tc>
        <w:tc>
          <w:tcPr>
            <w:tcW w:w="1609" w:type="dxa"/>
            <w:gridSpan w:val="2"/>
            <w:tcBorders>
              <w:bottom w:val="single" w:sz="6" w:space="0" w:color="auto"/>
            </w:tcBorders>
          </w:tcPr>
          <w:p w14:paraId="677FC62E" w14:textId="77777777" w:rsidR="00250B01" w:rsidRPr="004879EC" w:rsidRDefault="00250B01" w:rsidP="00F32A7D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  <w:u w:val="single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  <w:u w:val="single"/>
              </w:rPr>
              <w:t>審査結果</w:t>
            </w:r>
          </w:p>
          <w:p w14:paraId="2BE2C221" w14:textId="77777777" w:rsidR="00250B01" w:rsidRPr="004879EC" w:rsidRDefault="00250B01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  <w:u w:val="single"/>
              </w:rPr>
            </w:pPr>
          </w:p>
        </w:tc>
        <w:tc>
          <w:tcPr>
            <w:tcW w:w="1805" w:type="dxa"/>
            <w:tcBorders>
              <w:bottom w:val="single" w:sz="6" w:space="0" w:color="auto"/>
            </w:tcBorders>
          </w:tcPr>
          <w:p w14:paraId="353E49A6" w14:textId="77777777" w:rsidR="00250B01" w:rsidRPr="004879EC" w:rsidRDefault="00250B01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/>
                <w:sz w:val="16"/>
              </w:rPr>
              <w:t>(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再審査など備考</w:t>
            </w:r>
            <w:r w:rsidRPr="004879EC">
              <w:rPr>
                <w:rFonts w:ascii="BIZ UDP明朝 Medium" w:eastAsia="BIZ UDP明朝 Medium" w:hAnsi="BIZ UDP明朝 Medium"/>
                <w:sz w:val="16"/>
              </w:rPr>
              <w:t>)</w:t>
            </w: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319C4118" w14:textId="77777777" w:rsidR="00250B01" w:rsidRPr="004879EC" w:rsidRDefault="00250B01">
            <w:pPr>
              <w:autoSpaceDE w:val="0"/>
              <w:autoSpaceDN w:val="0"/>
              <w:spacing w:line="160" w:lineRule="exact"/>
              <w:ind w:left="113" w:right="113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pacing w:val="80"/>
                <w:sz w:val="16"/>
                <w:fitText w:val="1120" w:id="649884416"/>
              </w:rPr>
              <w:t>面接審</w:t>
            </w:r>
            <w:r w:rsidRPr="004879EC">
              <w:rPr>
                <w:rFonts w:ascii="BIZ UDP明朝 Medium" w:eastAsia="BIZ UDP明朝 Medium" w:hAnsi="BIZ UDP明朝 Medium" w:hint="eastAsia"/>
                <w:sz w:val="16"/>
                <w:fitText w:val="1120" w:id="649884416"/>
              </w:rPr>
              <w:t>査</w:t>
            </w:r>
          </w:p>
        </w:tc>
        <w:tc>
          <w:tcPr>
            <w:tcW w:w="704" w:type="dxa"/>
            <w:textDirection w:val="tbRlV"/>
            <w:vAlign w:val="center"/>
          </w:tcPr>
          <w:p w14:paraId="5279FCC0" w14:textId="77777777" w:rsidR="00250B01" w:rsidRPr="004879EC" w:rsidRDefault="00250B01" w:rsidP="00250B01">
            <w:pPr>
              <w:autoSpaceDE w:val="0"/>
              <w:autoSpaceDN w:val="0"/>
              <w:spacing w:line="16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pacing w:val="160"/>
                <w:sz w:val="16"/>
                <w:fitText w:val="640" w:id="649884928"/>
              </w:rPr>
              <w:t>業</w:t>
            </w:r>
            <w:r w:rsidRPr="004879EC">
              <w:rPr>
                <w:rFonts w:ascii="BIZ UDP明朝 Medium" w:eastAsia="BIZ UDP明朝 Medium" w:hAnsi="BIZ UDP明朝 Medium" w:hint="eastAsia"/>
                <w:sz w:val="16"/>
                <w:fitText w:val="640" w:id="649884928"/>
              </w:rPr>
              <w:t>歴</w:t>
            </w:r>
          </w:p>
        </w:tc>
        <w:tc>
          <w:tcPr>
            <w:tcW w:w="1829" w:type="dxa"/>
          </w:tcPr>
          <w:p w14:paraId="2CE23315" w14:textId="77777777" w:rsidR="00250B01" w:rsidRPr="004879EC" w:rsidRDefault="00250B01" w:rsidP="00F32A7D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  <w:u w:val="single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  <w:u w:val="single"/>
              </w:rPr>
              <w:t>審査結果</w:t>
            </w:r>
          </w:p>
          <w:p w14:paraId="7CCE8497" w14:textId="77777777" w:rsidR="00250B01" w:rsidRPr="004879EC" w:rsidRDefault="00250B01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  <w:u w:val="single"/>
              </w:rPr>
            </w:pPr>
          </w:p>
        </w:tc>
        <w:tc>
          <w:tcPr>
            <w:tcW w:w="1996" w:type="dxa"/>
            <w:gridSpan w:val="3"/>
          </w:tcPr>
          <w:p w14:paraId="19C19E80" w14:textId="77777777" w:rsidR="00250B01" w:rsidRPr="004879EC" w:rsidRDefault="00250B01" w:rsidP="00F32A7D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/>
                <w:sz w:val="16"/>
              </w:rPr>
              <w:t>(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再審査など備考</w:t>
            </w:r>
            <w:r w:rsidRPr="004879EC">
              <w:rPr>
                <w:rFonts w:ascii="BIZ UDP明朝 Medium" w:eastAsia="BIZ UDP明朝 Medium" w:hAnsi="BIZ UDP明朝 Medium"/>
                <w:sz w:val="16"/>
              </w:rPr>
              <w:t>)</w:t>
            </w:r>
          </w:p>
          <w:p w14:paraId="33EA61E7" w14:textId="77777777" w:rsidR="00250B01" w:rsidRPr="004879EC" w:rsidRDefault="00250B01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250B01" w:rsidRPr="004879EC" w14:paraId="6A799042" w14:textId="77777777" w:rsidTr="007015B8">
        <w:trPr>
          <w:cantSplit/>
          <w:trHeight w:hRule="exact" w:val="1134"/>
          <w:jc w:val="center"/>
        </w:trPr>
        <w:tc>
          <w:tcPr>
            <w:tcW w:w="400" w:type="dxa"/>
            <w:vMerge/>
            <w:tcBorders>
              <w:bottom w:val="single" w:sz="6" w:space="0" w:color="auto"/>
            </w:tcBorders>
            <w:textDirection w:val="tbRlV"/>
            <w:vAlign w:val="center"/>
          </w:tcPr>
          <w:p w14:paraId="309BC055" w14:textId="77777777" w:rsidR="00250B01" w:rsidRPr="004879EC" w:rsidRDefault="00250B01">
            <w:pPr>
              <w:autoSpaceDE w:val="0"/>
              <w:autoSpaceDN w:val="0"/>
              <w:spacing w:line="160" w:lineRule="exact"/>
              <w:ind w:left="113" w:right="113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  <w:vAlign w:val="center"/>
          </w:tcPr>
          <w:p w14:paraId="622E59A3" w14:textId="77777777" w:rsidR="00250B01" w:rsidRPr="004879EC" w:rsidRDefault="00250B01" w:rsidP="00F32A7D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知識技術</w:t>
            </w:r>
          </w:p>
          <w:p w14:paraId="2731BD79" w14:textId="77777777" w:rsidR="00250B01" w:rsidRPr="004879EC" w:rsidRDefault="00250B01" w:rsidP="00F32A7D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チェック</w:t>
            </w:r>
          </w:p>
        </w:tc>
        <w:tc>
          <w:tcPr>
            <w:tcW w:w="1609" w:type="dxa"/>
            <w:gridSpan w:val="2"/>
            <w:tcBorders>
              <w:bottom w:val="single" w:sz="6" w:space="0" w:color="auto"/>
            </w:tcBorders>
          </w:tcPr>
          <w:p w14:paraId="3A3E9D14" w14:textId="77777777" w:rsidR="00250B01" w:rsidRPr="004879EC" w:rsidRDefault="00250B01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  <w:u w:val="single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  <w:u w:val="single"/>
              </w:rPr>
              <w:t>審査結果</w:t>
            </w:r>
          </w:p>
        </w:tc>
        <w:tc>
          <w:tcPr>
            <w:tcW w:w="1805" w:type="dxa"/>
            <w:tcBorders>
              <w:bottom w:val="single" w:sz="6" w:space="0" w:color="auto"/>
            </w:tcBorders>
          </w:tcPr>
          <w:p w14:paraId="0F1CE51B" w14:textId="77777777" w:rsidR="00250B01" w:rsidRPr="004879EC" w:rsidRDefault="00250B01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/>
                <w:sz w:val="16"/>
              </w:rPr>
              <w:t>(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再審査など備考</w:t>
            </w:r>
            <w:r w:rsidRPr="004879EC">
              <w:rPr>
                <w:rFonts w:ascii="BIZ UDP明朝 Medium" w:eastAsia="BIZ UDP明朝 Medium" w:hAnsi="BIZ UDP明朝 Medium"/>
                <w:sz w:val="16"/>
              </w:rPr>
              <w:t>)</w:t>
            </w:r>
          </w:p>
        </w:tc>
        <w:tc>
          <w:tcPr>
            <w:tcW w:w="425" w:type="dxa"/>
            <w:vMerge/>
            <w:textDirection w:val="tbRlV"/>
            <w:vAlign w:val="center"/>
          </w:tcPr>
          <w:p w14:paraId="628DF24E" w14:textId="77777777" w:rsidR="00250B01" w:rsidRPr="004879EC" w:rsidRDefault="00250B01">
            <w:pPr>
              <w:autoSpaceDE w:val="0"/>
              <w:autoSpaceDN w:val="0"/>
              <w:spacing w:line="160" w:lineRule="exact"/>
              <w:ind w:left="113" w:right="113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704" w:type="dxa"/>
            <w:textDirection w:val="tbRlV"/>
            <w:vAlign w:val="center"/>
          </w:tcPr>
          <w:p w14:paraId="7A958EB2" w14:textId="77777777" w:rsidR="00250B01" w:rsidRPr="004879EC" w:rsidRDefault="00250B01" w:rsidP="00250B01">
            <w:pPr>
              <w:autoSpaceDE w:val="0"/>
              <w:autoSpaceDN w:val="0"/>
              <w:spacing w:line="16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pacing w:val="160"/>
                <w:sz w:val="16"/>
                <w:fitText w:val="640" w:id="649884929"/>
              </w:rPr>
              <w:t>適</w:t>
            </w:r>
            <w:r w:rsidRPr="004879EC">
              <w:rPr>
                <w:rFonts w:ascii="BIZ UDP明朝 Medium" w:eastAsia="BIZ UDP明朝 Medium" w:hAnsi="BIZ UDP明朝 Medium" w:hint="eastAsia"/>
                <w:sz w:val="16"/>
                <w:fitText w:val="640" w:id="649884929"/>
              </w:rPr>
              <w:t>性</w:t>
            </w:r>
          </w:p>
        </w:tc>
        <w:tc>
          <w:tcPr>
            <w:tcW w:w="1829" w:type="dxa"/>
          </w:tcPr>
          <w:p w14:paraId="5690463D" w14:textId="77777777" w:rsidR="00250B01" w:rsidRPr="004879EC" w:rsidRDefault="00250B01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  <w:u w:val="single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  <w:u w:val="single"/>
              </w:rPr>
              <w:t>審査結果</w:t>
            </w:r>
          </w:p>
        </w:tc>
        <w:tc>
          <w:tcPr>
            <w:tcW w:w="1996" w:type="dxa"/>
            <w:gridSpan w:val="3"/>
          </w:tcPr>
          <w:p w14:paraId="77E36A7F" w14:textId="77777777" w:rsidR="00250B01" w:rsidRPr="004879EC" w:rsidRDefault="00250B01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/>
                <w:sz w:val="16"/>
              </w:rPr>
              <w:t>(</w:t>
            </w: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再審査など備考</w:t>
            </w:r>
            <w:r w:rsidRPr="004879EC">
              <w:rPr>
                <w:rFonts w:ascii="BIZ UDP明朝 Medium" w:eastAsia="BIZ UDP明朝 Medium" w:hAnsi="BIZ UDP明朝 Medium"/>
                <w:sz w:val="16"/>
              </w:rPr>
              <w:t>)</w:t>
            </w:r>
          </w:p>
        </w:tc>
      </w:tr>
      <w:tr w:rsidR="001A239C" w:rsidRPr="004879EC" w14:paraId="117F0CC3" w14:textId="77777777" w:rsidTr="007015B8">
        <w:trPr>
          <w:cantSplit/>
          <w:trHeight w:hRule="exact" w:val="454"/>
          <w:jc w:val="center"/>
        </w:trPr>
        <w:tc>
          <w:tcPr>
            <w:tcW w:w="466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54A01336" w14:textId="77777777" w:rsidR="001A239C" w:rsidRPr="004879EC" w:rsidRDefault="001A239C">
            <w:pPr>
              <w:autoSpaceDE w:val="0"/>
              <w:autoSpaceDN w:val="0"/>
              <w:spacing w:line="220" w:lineRule="exact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審査団体名</w:t>
            </w:r>
          </w:p>
        </w:tc>
        <w:tc>
          <w:tcPr>
            <w:tcW w:w="3133" w:type="dxa"/>
            <w:gridSpan w:val="4"/>
            <w:tcBorders>
              <w:bottom w:val="single" w:sz="6" w:space="0" w:color="auto"/>
            </w:tcBorders>
          </w:tcPr>
          <w:p w14:paraId="1C0DD34A" w14:textId="77777777" w:rsidR="001A239C" w:rsidRPr="004879EC" w:rsidRDefault="001A239C">
            <w:pPr>
              <w:autoSpaceDE w:val="0"/>
              <w:autoSpaceDN w:val="0"/>
              <w:spacing w:line="220" w:lineRule="exact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審査員名</w:t>
            </w:r>
          </w:p>
          <w:p w14:paraId="596F7B19" w14:textId="77777777" w:rsidR="001A239C" w:rsidRPr="004879EC" w:rsidRDefault="001A239C">
            <w:pPr>
              <w:autoSpaceDE w:val="0"/>
              <w:autoSpaceDN w:val="0"/>
              <w:spacing w:line="220" w:lineRule="exact"/>
              <w:ind w:right="114"/>
              <w:jc w:val="right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印</w:t>
            </w:r>
          </w:p>
        </w:tc>
        <w:tc>
          <w:tcPr>
            <w:tcW w:w="284" w:type="dxa"/>
            <w:tcBorders>
              <w:bottom w:val="single" w:sz="6" w:space="0" w:color="auto"/>
            </w:tcBorders>
            <w:textDirection w:val="tbRlV"/>
            <w:vAlign w:val="center"/>
          </w:tcPr>
          <w:p w14:paraId="24D25749" w14:textId="77777777" w:rsidR="001A239C" w:rsidRPr="004879EC" w:rsidRDefault="001A239C">
            <w:pPr>
              <w:autoSpaceDE w:val="0"/>
              <w:autoSpaceDN w:val="0"/>
              <w:spacing w:line="160" w:lineRule="exact"/>
              <w:ind w:left="57" w:right="57"/>
              <w:jc w:val="center"/>
              <w:rPr>
                <w:rFonts w:ascii="BIZ UDP明朝 Medium" w:eastAsia="BIZ UDP明朝 Medium" w:hAnsi="BIZ UDP明朝 Medium"/>
                <w:w w:val="90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w w:val="90"/>
                <w:sz w:val="16"/>
              </w:rPr>
              <w:t>月日</w:t>
            </w:r>
          </w:p>
        </w:tc>
        <w:tc>
          <w:tcPr>
            <w:tcW w:w="1537" w:type="dxa"/>
            <w:tcBorders>
              <w:bottom w:val="single" w:sz="6" w:space="0" w:color="auto"/>
            </w:tcBorders>
            <w:vAlign w:val="center"/>
          </w:tcPr>
          <w:p w14:paraId="346B3FE5" w14:textId="77777777" w:rsidR="001A239C" w:rsidRPr="004879EC" w:rsidRDefault="001A239C">
            <w:pPr>
              <w:autoSpaceDE w:val="0"/>
              <w:autoSpaceDN w:val="0"/>
              <w:spacing w:line="22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 xml:space="preserve">　　年　　月　　日</w:t>
            </w:r>
          </w:p>
        </w:tc>
      </w:tr>
      <w:tr w:rsidR="00F16671" w:rsidRPr="004879EC" w14:paraId="20EF6101" w14:textId="77777777" w:rsidTr="007015B8">
        <w:trPr>
          <w:cantSplit/>
          <w:trHeight w:val="168"/>
          <w:jc w:val="center"/>
        </w:trPr>
        <w:tc>
          <w:tcPr>
            <w:tcW w:w="400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2193CC7" w14:textId="77777777" w:rsidR="00F16671" w:rsidRPr="004879EC" w:rsidRDefault="00F16671" w:rsidP="00F16671">
            <w:pPr>
              <w:autoSpaceDE w:val="0"/>
              <w:autoSpaceDN w:val="0"/>
              <w:spacing w:line="240" w:lineRule="auto"/>
              <w:ind w:left="57" w:right="57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610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2D3D7104" w14:textId="77777777" w:rsidR="00F16671" w:rsidRPr="004879EC" w:rsidRDefault="00F16671" w:rsidP="00F16671">
            <w:pPr>
              <w:autoSpaceDE w:val="0"/>
              <w:autoSpaceDN w:val="0"/>
              <w:spacing w:line="240" w:lineRule="auto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658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29256E50" w14:textId="77777777" w:rsidR="00F16671" w:rsidRPr="004879EC" w:rsidRDefault="00F16671" w:rsidP="00F16671">
            <w:pPr>
              <w:autoSpaceDE w:val="0"/>
              <w:autoSpaceDN w:val="0"/>
              <w:spacing w:line="240" w:lineRule="auto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954" w:type="dxa"/>
            <w:gridSpan w:val="6"/>
            <w:tcBorders>
              <w:left w:val="nil"/>
              <w:right w:val="nil"/>
            </w:tcBorders>
            <w:vAlign w:val="center"/>
          </w:tcPr>
          <w:p w14:paraId="1C05ADF5" w14:textId="77777777" w:rsidR="00F16671" w:rsidRPr="004879EC" w:rsidRDefault="00F16671" w:rsidP="00F16671">
            <w:pPr>
              <w:autoSpaceDE w:val="0"/>
              <w:autoSpaceDN w:val="0"/>
              <w:spacing w:line="240" w:lineRule="auto"/>
              <w:ind w:left="815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61E1A" w:rsidRPr="004879EC" w14:paraId="68D5030B" w14:textId="77777777" w:rsidTr="007015B8">
        <w:trPr>
          <w:cantSplit/>
          <w:trHeight w:val="255"/>
          <w:jc w:val="center"/>
        </w:trPr>
        <w:tc>
          <w:tcPr>
            <w:tcW w:w="400" w:type="dxa"/>
            <w:vMerge w:val="restart"/>
            <w:textDirection w:val="tbRlV"/>
            <w:vAlign w:val="center"/>
          </w:tcPr>
          <w:p w14:paraId="1A692467" w14:textId="77777777" w:rsidR="00F61E1A" w:rsidRPr="004879EC" w:rsidRDefault="00F61E1A">
            <w:pPr>
              <w:autoSpaceDE w:val="0"/>
              <w:autoSpaceDN w:val="0"/>
              <w:spacing w:line="160" w:lineRule="exact"/>
              <w:ind w:left="57" w:right="57"/>
              <w:jc w:val="center"/>
              <w:rPr>
                <w:rFonts w:ascii="BIZ UDP明朝 Medium" w:eastAsia="BIZ UDP明朝 Medium" w:hAnsi="BIZ UDP明朝 Medium"/>
                <w:w w:val="80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w w:val="80"/>
                <w:sz w:val="16"/>
              </w:rPr>
              <w:t>審査会</w:t>
            </w:r>
          </w:p>
          <w:p w14:paraId="4EA6505E" w14:textId="77777777" w:rsidR="00F61E1A" w:rsidRPr="004879EC" w:rsidRDefault="00F61E1A">
            <w:pPr>
              <w:autoSpaceDE w:val="0"/>
              <w:autoSpaceDN w:val="0"/>
              <w:spacing w:line="160" w:lineRule="exact"/>
              <w:ind w:left="57" w:right="57"/>
              <w:jc w:val="center"/>
              <w:rPr>
                <w:rFonts w:ascii="BIZ UDP明朝 Medium" w:eastAsia="BIZ UDP明朝 Medium" w:hAnsi="BIZ UDP明朝 Medium"/>
                <w:w w:val="80"/>
                <w:sz w:val="16"/>
              </w:rPr>
            </w:pPr>
            <w:r w:rsidRPr="004879EC">
              <w:rPr>
                <w:rFonts w:ascii="BIZ UDP明朝 Medium" w:eastAsia="BIZ UDP明朝 Medium" w:hAnsi="BIZ UDP明朝 Medium"/>
                <w:w w:val="80"/>
                <w:sz w:val="16"/>
              </w:rPr>
              <w:t xml:space="preserve">   </w:t>
            </w:r>
            <w:r w:rsidRPr="004879EC">
              <w:rPr>
                <w:rFonts w:ascii="BIZ UDP明朝 Medium" w:eastAsia="BIZ UDP明朝 Medium" w:hAnsi="BIZ UDP明朝 Medium" w:hint="eastAsia"/>
                <w:w w:val="80"/>
                <w:sz w:val="16"/>
              </w:rPr>
              <w:t>記入欄</w:t>
            </w:r>
          </w:p>
        </w:tc>
        <w:tc>
          <w:tcPr>
            <w:tcW w:w="1610" w:type="dxa"/>
            <w:gridSpan w:val="2"/>
            <w:vMerge w:val="restart"/>
            <w:vAlign w:val="center"/>
          </w:tcPr>
          <w:p w14:paraId="5D6614E4" w14:textId="77777777" w:rsidR="00F61E1A" w:rsidRPr="004879EC" w:rsidRDefault="00F61E1A" w:rsidP="007015B8">
            <w:pPr>
              <w:autoSpaceDE w:val="0"/>
              <w:autoSpaceDN w:val="0"/>
              <w:spacing w:line="180" w:lineRule="exact"/>
              <w:jc w:val="left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最終審査結果</w:t>
            </w:r>
          </w:p>
          <w:p w14:paraId="303C5A80" w14:textId="77777777" w:rsidR="00F61E1A" w:rsidRPr="004879EC" w:rsidRDefault="00F61E1A" w:rsidP="007015B8">
            <w:pPr>
              <w:autoSpaceDE w:val="0"/>
              <w:autoSpaceDN w:val="0"/>
              <w:spacing w:line="18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承　認</w:t>
            </w:r>
          </w:p>
          <w:p w14:paraId="1668BB04" w14:textId="77777777" w:rsidR="00F61E1A" w:rsidRPr="004879EC" w:rsidRDefault="00F61E1A" w:rsidP="007015B8">
            <w:pPr>
              <w:autoSpaceDE w:val="0"/>
              <w:autoSpaceDN w:val="0"/>
              <w:spacing w:line="18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保　留</w:t>
            </w:r>
          </w:p>
          <w:p w14:paraId="4ADB4C1D" w14:textId="77777777" w:rsidR="00F61E1A" w:rsidRPr="004879EC" w:rsidRDefault="00F61E1A" w:rsidP="007015B8">
            <w:pPr>
              <w:autoSpaceDE w:val="0"/>
              <w:autoSpaceDN w:val="0"/>
              <w:spacing w:line="18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否</w:t>
            </w:r>
          </w:p>
        </w:tc>
        <w:tc>
          <w:tcPr>
            <w:tcW w:w="2658" w:type="dxa"/>
            <w:gridSpan w:val="2"/>
            <w:vAlign w:val="center"/>
          </w:tcPr>
          <w:p w14:paraId="5A03CF32" w14:textId="77777777" w:rsidR="00F61E1A" w:rsidRPr="004879EC" w:rsidRDefault="00F61E1A" w:rsidP="00895ABE">
            <w:pPr>
              <w:autoSpaceDE w:val="0"/>
              <w:autoSpaceDN w:val="0"/>
              <w:spacing w:line="18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審　査　年　月　日</w:t>
            </w:r>
          </w:p>
        </w:tc>
        <w:tc>
          <w:tcPr>
            <w:tcW w:w="4954" w:type="dxa"/>
            <w:gridSpan w:val="6"/>
            <w:vAlign w:val="center"/>
          </w:tcPr>
          <w:p w14:paraId="5F30A91F" w14:textId="77777777" w:rsidR="00F61E1A" w:rsidRPr="004879EC" w:rsidRDefault="00F61E1A" w:rsidP="00895ABE">
            <w:pPr>
              <w:autoSpaceDE w:val="0"/>
              <w:autoSpaceDN w:val="0"/>
              <w:spacing w:line="180" w:lineRule="exact"/>
              <w:ind w:left="815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年　　　月　　　日</w:t>
            </w:r>
          </w:p>
        </w:tc>
      </w:tr>
      <w:tr w:rsidR="00F61E1A" w:rsidRPr="004879EC" w14:paraId="329C2970" w14:textId="77777777" w:rsidTr="007015B8">
        <w:trPr>
          <w:cantSplit/>
          <w:trHeight w:val="255"/>
          <w:jc w:val="center"/>
        </w:trPr>
        <w:tc>
          <w:tcPr>
            <w:tcW w:w="400" w:type="dxa"/>
            <w:vMerge/>
            <w:textDirection w:val="tbRlV"/>
            <w:vAlign w:val="center"/>
          </w:tcPr>
          <w:p w14:paraId="4EE2B5B4" w14:textId="77777777" w:rsidR="00F61E1A" w:rsidRPr="004879EC" w:rsidRDefault="00F61E1A">
            <w:pPr>
              <w:autoSpaceDE w:val="0"/>
              <w:autoSpaceDN w:val="0"/>
              <w:spacing w:line="16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610" w:type="dxa"/>
            <w:gridSpan w:val="2"/>
            <w:vMerge/>
          </w:tcPr>
          <w:p w14:paraId="6A61AC21" w14:textId="77777777" w:rsidR="00F61E1A" w:rsidRPr="004879EC" w:rsidRDefault="00F61E1A">
            <w:pPr>
              <w:autoSpaceDE w:val="0"/>
              <w:autoSpaceDN w:val="0"/>
              <w:spacing w:line="22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658" w:type="dxa"/>
            <w:gridSpan w:val="2"/>
            <w:vAlign w:val="center"/>
          </w:tcPr>
          <w:p w14:paraId="401563DA" w14:textId="77777777" w:rsidR="00F61E1A" w:rsidRPr="004879EC" w:rsidRDefault="00F61E1A" w:rsidP="00895ABE">
            <w:pPr>
              <w:autoSpaceDE w:val="0"/>
              <w:autoSpaceDN w:val="0"/>
              <w:spacing w:line="18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登　録　年　月　日</w:t>
            </w:r>
          </w:p>
        </w:tc>
        <w:tc>
          <w:tcPr>
            <w:tcW w:w="4954" w:type="dxa"/>
            <w:gridSpan w:val="6"/>
            <w:vAlign w:val="center"/>
          </w:tcPr>
          <w:p w14:paraId="0FA47153" w14:textId="77777777" w:rsidR="00F61E1A" w:rsidRPr="004879EC" w:rsidRDefault="00F61E1A" w:rsidP="00895ABE">
            <w:pPr>
              <w:autoSpaceDE w:val="0"/>
              <w:autoSpaceDN w:val="0"/>
              <w:spacing w:line="180" w:lineRule="exact"/>
              <w:ind w:left="815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年　　　月　　　日</w:t>
            </w:r>
          </w:p>
        </w:tc>
      </w:tr>
      <w:tr w:rsidR="007015B8" w:rsidRPr="004879EC" w14:paraId="33C01F0A" w14:textId="77777777" w:rsidTr="007015B8">
        <w:trPr>
          <w:cantSplit/>
          <w:trHeight w:val="255"/>
          <w:jc w:val="center"/>
        </w:trPr>
        <w:tc>
          <w:tcPr>
            <w:tcW w:w="400" w:type="dxa"/>
            <w:vMerge/>
            <w:textDirection w:val="tbRlV"/>
            <w:vAlign w:val="center"/>
          </w:tcPr>
          <w:p w14:paraId="2BEE6E94" w14:textId="77777777" w:rsidR="007015B8" w:rsidRPr="004879EC" w:rsidRDefault="007015B8" w:rsidP="007015B8">
            <w:pPr>
              <w:autoSpaceDE w:val="0"/>
              <w:autoSpaceDN w:val="0"/>
              <w:spacing w:line="16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610" w:type="dxa"/>
            <w:gridSpan w:val="2"/>
            <w:vMerge/>
          </w:tcPr>
          <w:p w14:paraId="7514E2C7" w14:textId="77777777" w:rsidR="007015B8" w:rsidRPr="004879EC" w:rsidRDefault="007015B8" w:rsidP="007015B8">
            <w:pPr>
              <w:autoSpaceDE w:val="0"/>
              <w:autoSpaceDN w:val="0"/>
              <w:spacing w:line="22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658" w:type="dxa"/>
            <w:gridSpan w:val="2"/>
            <w:vAlign w:val="center"/>
          </w:tcPr>
          <w:p w14:paraId="3D4CE348" w14:textId="77777777" w:rsidR="007015B8" w:rsidRPr="004879EC" w:rsidRDefault="007015B8" w:rsidP="007015B8">
            <w:pPr>
              <w:autoSpaceDE w:val="0"/>
              <w:autoSpaceDN w:val="0"/>
              <w:spacing w:line="18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4879EC">
              <w:rPr>
                <w:rFonts w:ascii="BIZ UDP明朝 Medium" w:eastAsia="BIZ UDP明朝 Medium" w:hAnsi="BIZ UDP明朝 Medium" w:hint="eastAsia"/>
                <w:sz w:val="16"/>
              </w:rPr>
              <w:t>登録№</w:t>
            </w:r>
          </w:p>
        </w:tc>
        <w:tc>
          <w:tcPr>
            <w:tcW w:w="4954" w:type="dxa"/>
            <w:gridSpan w:val="6"/>
            <w:vAlign w:val="center"/>
          </w:tcPr>
          <w:p w14:paraId="49B805B7" w14:textId="77777777" w:rsidR="007015B8" w:rsidRPr="004879EC" w:rsidRDefault="007015B8" w:rsidP="007015B8">
            <w:pPr>
              <w:autoSpaceDE w:val="0"/>
              <w:autoSpaceDN w:val="0"/>
              <w:spacing w:line="18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</w:tbl>
    <w:p w14:paraId="6C738923" w14:textId="77777777" w:rsidR="00573F9B" w:rsidRPr="004879EC" w:rsidRDefault="00573F9B" w:rsidP="002570D6">
      <w:pPr>
        <w:autoSpaceDE w:val="0"/>
        <w:autoSpaceDN w:val="0"/>
        <w:spacing w:line="20" w:lineRule="exact"/>
        <w:jc w:val="right"/>
        <w:rPr>
          <w:rFonts w:ascii="BIZ UDP明朝 Medium" w:eastAsia="BIZ UDP明朝 Medium" w:hAnsi="BIZ UDP明朝 Medium"/>
          <w:szCs w:val="21"/>
        </w:rPr>
      </w:pPr>
    </w:p>
    <w:sectPr w:rsidR="00573F9B" w:rsidRPr="004879EC" w:rsidSect="002570D6">
      <w:headerReference w:type="default" r:id="rId8"/>
      <w:type w:val="continuous"/>
      <w:pgSz w:w="11906" w:h="16838" w:code="9"/>
      <w:pgMar w:top="284" w:right="1134" w:bottom="142" w:left="1134" w:header="284" w:footer="40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19757" w14:textId="77777777" w:rsidR="008E5C9C" w:rsidRDefault="008E5C9C">
      <w:r>
        <w:separator/>
      </w:r>
    </w:p>
  </w:endnote>
  <w:endnote w:type="continuationSeparator" w:id="0">
    <w:p w14:paraId="16C5F13A" w14:textId="77777777" w:rsidR="008E5C9C" w:rsidRDefault="008E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明朝L-拡張ST">
    <w:altName w:val="ＭＳ 明朝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FC77F" w14:textId="77777777" w:rsidR="008E5C9C" w:rsidRDefault="008E5C9C">
      <w:r>
        <w:separator/>
      </w:r>
    </w:p>
  </w:footnote>
  <w:footnote w:type="continuationSeparator" w:id="0">
    <w:p w14:paraId="43A71098" w14:textId="77777777" w:rsidR="008E5C9C" w:rsidRDefault="008E5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A1A93" w14:textId="77777777" w:rsidR="008D0E92" w:rsidRPr="00A70B37" w:rsidRDefault="008D0E92" w:rsidP="003E5D8A">
    <w:pPr>
      <w:autoSpaceDE w:val="0"/>
      <w:autoSpaceDN w:val="0"/>
      <w:spacing w:line="280" w:lineRule="exact"/>
      <w:ind w:rightChars="-135" w:right="-283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E538D"/>
    <w:multiLevelType w:val="singleLevel"/>
    <w:tmpl w:val="2E665FC2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abstractNum w:abstractNumId="1" w15:restartNumberingAfterBreak="0">
    <w:nsid w:val="099B1ED4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2" w15:restartNumberingAfterBreak="0">
    <w:nsid w:val="0DDE3DC4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3" w15:restartNumberingAfterBreak="0">
    <w:nsid w:val="16765925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4" w15:restartNumberingAfterBreak="0">
    <w:nsid w:val="2BAE7E53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5" w15:restartNumberingAfterBreak="0">
    <w:nsid w:val="31373F6D"/>
    <w:multiLevelType w:val="singleLevel"/>
    <w:tmpl w:val="2E665FC2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abstractNum w:abstractNumId="6" w15:restartNumberingAfterBreak="0">
    <w:nsid w:val="3C6F3073"/>
    <w:multiLevelType w:val="hybridMultilevel"/>
    <w:tmpl w:val="8CAACB68"/>
    <w:lvl w:ilvl="0" w:tplc="EE46B5F8">
      <w:start w:val="1"/>
      <w:numFmt w:val="decimalEnclosedCircle"/>
      <w:lvlText w:val="%1"/>
      <w:lvlJc w:val="left"/>
      <w:pPr>
        <w:ind w:left="4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37" w:hanging="420"/>
      </w:pPr>
    </w:lvl>
  </w:abstractNum>
  <w:abstractNum w:abstractNumId="7" w15:restartNumberingAfterBreak="0">
    <w:nsid w:val="51347319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8" w15:restartNumberingAfterBreak="0">
    <w:nsid w:val="55463434"/>
    <w:multiLevelType w:val="singleLevel"/>
    <w:tmpl w:val="C4B02086"/>
    <w:lvl w:ilvl="0">
      <w:start w:val="11"/>
      <w:numFmt w:val="decimalEnclosedCircle"/>
      <w:lvlText w:val="%1"/>
      <w:legacy w:legacy="1" w:legacySpace="0" w:legacyIndent="195"/>
      <w:lvlJc w:val="left"/>
      <w:pPr>
        <w:ind w:left="252" w:hanging="195"/>
      </w:pPr>
      <w:rPr>
        <w:rFonts w:ascii="ＭＳ 明朝" w:eastAsia="ＭＳ 明朝" w:hAnsi="ＭＳ 明朝" w:hint="eastAsia"/>
        <w:b w:val="0"/>
        <w:i w:val="0"/>
        <w:sz w:val="16"/>
        <w:u w:val="none"/>
      </w:rPr>
    </w:lvl>
  </w:abstractNum>
  <w:abstractNum w:abstractNumId="9" w15:restartNumberingAfterBreak="0">
    <w:nsid w:val="56EF6225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10" w15:restartNumberingAfterBreak="0">
    <w:nsid w:val="57E66BE2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11" w15:restartNumberingAfterBreak="0">
    <w:nsid w:val="5BD37654"/>
    <w:multiLevelType w:val="singleLevel"/>
    <w:tmpl w:val="8D90339E"/>
    <w:lvl w:ilvl="0">
      <w:start w:val="2"/>
      <w:numFmt w:val="decimalEnclosedCircle"/>
      <w:lvlText w:val="%1"/>
      <w:legacy w:legacy="1" w:legacySpace="0" w:legacyIndent="165"/>
      <w:lvlJc w:val="left"/>
      <w:pPr>
        <w:ind w:left="165" w:hanging="165"/>
      </w:pPr>
      <w:rPr>
        <w:rFonts w:ascii="ＭＳ 明朝" w:eastAsia="ＭＳ 明朝" w:hAnsi="ＭＳ 明朝" w:hint="eastAsia"/>
        <w:b w:val="0"/>
        <w:i w:val="0"/>
        <w:sz w:val="16"/>
        <w:u w:val="none"/>
      </w:rPr>
    </w:lvl>
  </w:abstractNum>
  <w:abstractNum w:abstractNumId="12" w15:restartNumberingAfterBreak="0">
    <w:nsid w:val="5FB314BE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13" w15:restartNumberingAfterBreak="0">
    <w:nsid w:val="60EB5803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14" w15:restartNumberingAfterBreak="0">
    <w:nsid w:val="62C8694B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15" w15:restartNumberingAfterBreak="0">
    <w:nsid w:val="66A17C01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16" w15:restartNumberingAfterBreak="0">
    <w:nsid w:val="66CC6E38"/>
    <w:multiLevelType w:val="singleLevel"/>
    <w:tmpl w:val="2E665FC2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abstractNum w:abstractNumId="17" w15:restartNumberingAfterBreak="0">
    <w:nsid w:val="69E67701"/>
    <w:multiLevelType w:val="singleLevel"/>
    <w:tmpl w:val="2E665FC2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abstractNum w:abstractNumId="18" w15:restartNumberingAfterBreak="0">
    <w:nsid w:val="6BD770DA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19" w15:restartNumberingAfterBreak="0">
    <w:nsid w:val="6DEE0BEC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20" w15:restartNumberingAfterBreak="0">
    <w:nsid w:val="6F462E7F"/>
    <w:multiLevelType w:val="singleLevel"/>
    <w:tmpl w:val="6C00A398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int="eastAsia"/>
        <w:b w:val="0"/>
        <w:i w:val="0"/>
        <w:sz w:val="18"/>
        <w:u w:val="none"/>
      </w:rPr>
    </w:lvl>
  </w:abstractNum>
  <w:abstractNum w:abstractNumId="21" w15:restartNumberingAfterBreak="0">
    <w:nsid w:val="7DB6012D"/>
    <w:multiLevelType w:val="singleLevel"/>
    <w:tmpl w:val="2E665FC2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935941122">
    <w:abstractNumId w:val="11"/>
  </w:num>
  <w:num w:numId="2" w16cid:durableId="1209419016">
    <w:abstractNumId w:val="8"/>
  </w:num>
  <w:num w:numId="3" w16cid:durableId="473331448">
    <w:abstractNumId w:val="0"/>
  </w:num>
  <w:num w:numId="4" w16cid:durableId="614559203">
    <w:abstractNumId w:val="21"/>
  </w:num>
  <w:num w:numId="5" w16cid:durableId="2108765059">
    <w:abstractNumId w:val="16"/>
  </w:num>
  <w:num w:numId="6" w16cid:durableId="793326355">
    <w:abstractNumId w:val="5"/>
  </w:num>
  <w:num w:numId="7" w16cid:durableId="1237201235">
    <w:abstractNumId w:val="17"/>
  </w:num>
  <w:num w:numId="8" w16cid:durableId="1014572606">
    <w:abstractNumId w:val="18"/>
  </w:num>
  <w:num w:numId="9" w16cid:durableId="1676152365">
    <w:abstractNumId w:val="10"/>
  </w:num>
  <w:num w:numId="10" w16cid:durableId="625354791">
    <w:abstractNumId w:val="15"/>
  </w:num>
  <w:num w:numId="11" w16cid:durableId="1716932825">
    <w:abstractNumId w:val="3"/>
  </w:num>
  <w:num w:numId="12" w16cid:durableId="1162889114">
    <w:abstractNumId w:val="12"/>
  </w:num>
  <w:num w:numId="13" w16cid:durableId="805202880">
    <w:abstractNumId w:val="9"/>
  </w:num>
  <w:num w:numId="14" w16cid:durableId="831066742">
    <w:abstractNumId w:val="19"/>
  </w:num>
  <w:num w:numId="15" w16cid:durableId="1327782917">
    <w:abstractNumId w:val="2"/>
  </w:num>
  <w:num w:numId="16" w16cid:durableId="1774593828">
    <w:abstractNumId w:val="7"/>
  </w:num>
  <w:num w:numId="17" w16cid:durableId="1243680221">
    <w:abstractNumId w:val="14"/>
  </w:num>
  <w:num w:numId="18" w16cid:durableId="1641642973">
    <w:abstractNumId w:val="20"/>
  </w:num>
  <w:num w:numId="19" w16cid:durableId="1766998696">
    <w:abstractNumId w:val="4"/>
  </w:num>
  <w:num w:numId="20" w16cid:durableId="2059426917">
    <w:abstractNumId w:val="1"/>
  </w:num>
  <w:num w:numId="21" w16cid:durableId="1007908894">
    <w:abstractNumId w:val="13"/>
  </w:num>
  <w:num w:numId="22" w16cid:durableId="17818710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 style="mso-position-vertical-relative:page">
      <v:stroke dashstyle="1 1" startarrowwidth="narrow" startarrowlength="short" endarrowwidth="narrow" endarrowlength="short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716508"/>
    <w:rsid w:val="00021D69"/>
    <w:rsid w:val="00045945"/>
    <w:rsid w:val="00060724"/>
    <w:rsid w:val="00063F41"/>
    <w:rsid w:val="000A575A"/>
    <w:rsid w:val="000C6183"/>
    <w:rsid w:val="000D2FFF"/>
    <w:rsid w:val="00131C9F"/>
    <w:rsid w:val="001631DA"/>
    <w:rsid w:val="00184E32"/>
    <w:rsid w:val="00193C70"/>
    <w:rsid w:val="001A239C"/>
    <w:rsid w:val="001E2E6B"/>
    <w:rsid w:val="001F48D5"/>
    <w:rsid w:val="00210A4C"/>
    <w:rsid w:val="002340FD"/>
    <w:rsid w:val="00250B01"/>
    <w:rsid w:val="002570D6"/>
    <w:rsid w:val="00257E97"/>
    <w:rsid w:val="002930BB"/>
    <w:rsid w:val="002E3D0C"/>
    <w:rsid w:val="002F4C9D"/>
    <w:rsid w:val="002F5EC5"/>
    <w:rsid w:val="00337C35"/>
    <w:rsid w:val="00345C7B"/>
    <w:rsid w:val="003473CE"/>
    <w:rsid w:val="00361404"/>
    <w:rsid w:val="003801E6"/>
    <w:rsid w:val="00393021"/>
    <w:rsid w:val="003C0CF6"/>
    <w:rsid w:val="003C785F"/>
    <w:rsid w:val="003E5D8A"/>
    <w:rsid w:val="003F148C"/>
    <w:rsid w:val="003F31E6"/>
    <w:rsid w:val="003F3DD7"/>
    <w:rsid w:val="004124E6"/>
    <w:rsid w:val="00417BDC"/>
    <w:rsid w:val="00457AC7"/>
    <w:rsid w:val="004717BD"/>
    <w:rsid w:val="00471C1D"/>
    <w:rsid w:val="004879EC"/>
    <w:rsid w:val="00496645"/>
    <w:rsid w:val="004A3C8D"/>
    <w:rsid w:val="004A52D0"/>
    <w:rsid w:val="004C40AA"/>
    <w:rsid w:val="004C4CAC"/>
    <w:rsid w:val="004D1607"/>
    <w:rsid w:val="00542DCC"/>
    <w:rsid w:val="00573F9B"/>
    <w:rsid w:val="005750B0"/>
    <w:rsid w:val="00580DF0"/>
    <w:rsid w:val="005941FF"/>
    <w:rsid w:val="005B3FCE"/>
    <w:rsid w:val="005B409E"/>
    <w:rsid w:val="005B7A49"/>
    <w:rsid w:val="005C68FA"/>
    <w:rsid w:val="005F6ABE"/>
    <w:rsid w:val="00604E1B"/>
    <w:rsid w:val="006376D3"/>
    <w:rsid w:val="00662DCF"/>
    <w:rsid w:val="00694CAD"/>
    <w:rsid w:val="006E74F1"/>
    <w:rsid w:val="007015B8"/>
    <w:rsid w:val="0071317E"/>
    <w:rsid w:val="00714E35"/>
    <w:rsid w:val="00716508"/>
    <w:rsid w:val="00723CB6"/>
    <w:rsid w:val="00731713"/>
    <w:rsid w:val="0074064F"/>
    <w:rsid w:val="00745662"/>
    <w:rsid w:val="00773C51"/>
    <w:rsid w:val="0078125A"/>
    <w:rsid w:val="00796CB1"/>
    <w:rsid w:val="007976B5"/>
    <w:rsid w:val="007A036D"/>
    <w:rsid w:val="007C5FE3"/>
    <w:rsid w:val="007F0A15"/>
    <w:rsid w:val="00805655"/>
    <w:rsid w:val="00807D73"/>
    <w:rsid w:val="00825F40"/>
    <w:rsid w:val="008316E9"/>
    <w:rsid w:val="008737B1"/>
    <w:rsid w:val="0088483B"/>
    <w:rsid w:val="00895ABE"/>
    <w:rsid w:val="008A162D"/>
    <w:rsid w:val="008D0E92"/>
    <w:rsid w:val="008E2A63"/>
    <w:rsid w:val="008E5C9C"/>
    <w:rsid w:val="008F5600"/>
    <w:rsid w:val="00907C3C"/>
    <w:rsid w:val="0092767C"/>
    <w:rsid w:val="00931754"/>
    <w:rsid w:val="00940D60"/>
    <w:rsid w:val="00951C33"/>
    <w:rsid w:val="00991FD6"/>
    <w:rsid w:val="009A2E79"/>
    <w:rsid w:val="009B5BC3"/>
    <w:rsid w:val="009C65B9"/>
    <w:rsid w:val="009C697F"/>
    <w:rsid w:val="009D7437"/>
    <w:rsid w:val="009F4ADA"/>
    <w:rsid w:val="00A07A45"/>
    <w:rsid w:val="00A120DC"/>
    <w:rsid w:val="00A35FA5"/>
    <w:rsid w:val="00A426A0"/>
    <w:rsid w:val="00A519EE"/>
    <w:rsid w:val="00A64B8D"/>
    <w:rsid w:val="00A70B37"/>
    <w:rsid w:val="00A74E01"/>
    <w:rsid w:val="00AA04E1"/>
    <w:rsid w:val="00AA14BB"/>
    <w:rsid w:val="00AF4E2B"/>
    <w:rsid w:val="00B048B5"/>
    <w:rsid w:val="00B304AA"/>
    <w:rsid w:val="00B444F5"/>
    <w:rsid w:val="00B45950"/>
    <w:rsid w:val="00B654DF"/>
    <w:rsid w:val="00B66E10"/>
    <w:rsid w:val="00B779A3"/>
    <w:rsid w:val="00B91997"/>
    <w:rsid w:val="00B964FA"/>
    <w:rsid w:val="00BB21AB"/>
    <w:rsid w:val="00BB448A"/>
    <w:rsid w:val="00BC12C2"/>
    <w:rsid w:val="00BF5B25"/>
    <w:rsid w:val="00C13CF8"/>
    <w:rsid w:val="00C33990"/>
    <w:rsid w:val="00C35F4C"/>
    <w:rsid w:val="00C47090"/>
    <w:rsid w:val="00C652B8"/>
    <w:rsid w:val="00C67131"/>
    <w:rsid w:val="00C720AE"/>
    <w:rsid w:val="00C818E4"/>
    <w:rsid w:val="00C91CC3"/>
    <w:rsid w:val="00CB0798"/>
    <w:rsid w:val="00CB07BD"/>
    <w:rsid w:val="00CD127A"/>
    <w:rsid w:val="00CD135E"/>
    <w:rsid w:val="00CE4BD6"/>
    <w:rsid w:val="00CF6E31"/>
    <w:rsid w:val="00D159A5"/>
    <w:rsid w:val="00D37C4C"/>
    <w:rsid w:val="00D5025C"/>
    <w:rsid w:val="00D56225"/>
    <w:rsid w:val="00D61CF9"/>
    <w:rsid w:val="00D64F57"/>
    <w:rsid w:val="00D96268"/>
    <w:rsid w:val="00DB0B70"/>
    <w:rsid w:val="00DE765D"/>
    <w:rsid w:val="00DF60B5"/>
    <w:rsid w:val="00E07E9E"/>
    <w:rsid w:val="00E21049"/>
    <w:rsid w:val="00E37526"/>
    <w:rsid w:val="00E4461B"/>
    <w:rsid w:val="00E6274B"/>
    <w:rsid w:val="00EA1831"/>
    <w:rsid w:val="00EB2F52"/>
    <w:rsid w:val="00ED5969"/>
    <w:rsid w:val="00ED65F4"/>
    <w:rsid w:val="00EE7E47"/>
    <w:rsid w:val="00F16671"/>
    <w:rsid w:val="00F20C1B"/>
    <w:rsid w:val="00F32675"/>
    <w:rsid w:val="00F32A7D"/>
    <w:rsid w:val="00F361BD"/>
    <w:rsid w:val="00F61E1A"/>
    <w:rsid w:val="00F63210"/>
    <w:rsid w:val="00F674BF"/>
    <w:rsid w:val="00F76345"/>
    <w:rsid w:val="00F82B7E"/>
    <w:rsid w:val="00F95D3B"/>
    <w:rsid w:val="00FA26AF"/>
    <w:rsid w:val="00FB4796"/>
    <w:rsid w:val="00FC083F"/>
    <w:rsid w:val="00FE1218"/>
    <w:rsid w:val="00FE64D1"/>
    <w:rsid w:val="00FE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page">
      <v:stroke dashstyle="1 1" startarrowwidth="narrow" startarrowlength="short" endarrowwidth="narrow" endarrowlength="short" weight=".5pt"/>
      <v:textbox inset="5.85pt,.7pt,5.85pt,.7pt"/>
    </o:shapedefaults>
    <o:shapelayout v:ext="edit">
      <o:idmap v:ext="edit" data="2"/>
    </o:shapelayout>
  </w:shapeDefaults>
  <w:decimalSymbol w:val="."/>
  <w:listSeparator w:val=","/>
  <w14:docId w14:val="7D464FE2"/>
  <w15:docId w15:val="{3AAB695D-C23D-4E3D-A5BE-64CA9D4B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paragraph" w:styleId="a6">
    <w:name w:val="Balloon Text"/>
    <w:basedOn w:val="a"/>
    <w:semiHidden/>
    <w:rsid w:val="00337C35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D64F5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796CB1"/>
    <w:rPr>
      <w:color w:val="808080"/>
    </w:rPr>
  </w:style>
  <w:style w:type="character" w:customStyle="1" w:styleId="a4">
    <w:name w:val="ヘッダー (文字)"/>
    <w:basedOn w:val="a0"/>
    <w:link w:val="a3"/>
    <w:rsid w:val="002F5EC5"/>
    <w:rPr>
      <w:rFonts w:ascii="ＭＳ 明朝"/>
      <w:sz w:val="21"/>
    </w:rPr>
  </w:style>
  <w:style w:type="character" w:styleId="a9">
    <w:name w:val="annotation reference"/>
    <w:basedOn w:val="a0"/>
    <w:semiHidden/>
    <w:unhideWhenUsed/>
    <w:rsid w:val="00B964FA"/>
    <w:rPr>
      <w:sz w:val="18"/>
      <w:szCs w:val="18"/>
    </w:rPr>
  </w:style>
  <w:style w:type="paragraph" w:styleId="aa">
    <w:name w:val="annotation text"/>
    <w:basedOn w:val="a"/>
    <w:link w:val="ab"/>
    <w:unhideWhenUsed/>
    <w:rsid w:val="00B964FA"/>
    <w:pPr>
      <w:jc w:val="left"/>
    </w:pPr>
  </w:style>
  <w:style w:type="character" w:customStyle="1" w:styleId="ab">
    <w:name w:val="コメント文字列 (文字)"/>
    <w:basedOn w:val="a0"/>
    <w:link w:val="aa"/>
    <w:rsid w:val="00B964FA"/>
    <w:rPr>
      <w:rFonts w:ascii="ＭＳ 明朝"/>
      <w:sz w:val="21"/>
    </w:rPr>
  </w:style>
  <w:style w:type="paragraph" w:styleId="ac">
    <w:name w:val="annotation subject"/>
    <w:basedOn w:val="aa"/>
    <w:next w:val="aa"/>
    <w:link w:val="ad"/>
    <w:semiHidden/>
    <w:unhideWhenUsed/>
    <w:rsid w:val="00B964FA"/>
    <w:rPr>
      <w:b/>
      <w:bCs/>
    </w:rPr>
  </w:style>
  <w:style w:type="character" w:customStyle="1" w:styleId="ad">
    <w:name w:val="コメント内容 (文字)"/>
    <w:basedOn w:val="ab"/>
    <w:link w:val="ac"/>
    <w:semiHidden/>
    <w:rsid w:val="00B964FA"/>
    <w:rPr>
      <w:rFonts w:ascii="ＭＳ 明朝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840;&#26085;&#26412;&#33021;&#29575;&#36899;&#30431;-2\Desktop\&#12501;&#12457;&#12540;&#12512;&#26696;\MC\&#65325;&#65315;&#30003;&#35531;&#26360;&#65288;HP&#29992;&#35469;&#23450;&#30003;&#35531;&#26360;&#65289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9BB82-73DA-4DC7-B83E-C5381936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ＭＣ申請書（HP用認定申請書）</Template>
  <TotalTime>10</TotalTime>
  <Pages>1</Pages>
  <Words>470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一般コンサルタント用申請書</vt:lpstr>
      <vt:lpstr>一般コンサルタント用申請書</vt:lpstr>
    </vt:vector>
  </TitlesOfParts>
  <Company>（社）全日本能率連盟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一般コンサルタント用申請書</dc:title>
  <dc:creator>全日本能率連盟-2</dc:creator>
  <cp:lastModifiedBy>hirano</cp:lastModifiedBy>
  <cp:revision>11</cp:revision>
  <cp:lastPrinted>2022-01-17T07:06:00Z</cp:lastPrinted>
  <dcterms:created xsi:type="dcterms:W3CDTF">2022-01-07T05:30:00Z</dcterms:created>
  <dcterms:modified xsi:type="dcterms:W3CDTF">2025-04-16T01:18:00Z</dcterms:modified>
</cp:coreProperties>
</file>